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6B32" w:rsidRDefault="00E56B32" w:rsidP="00DE0ED0">
      <w:pPr>
        <w:spacing w:before="100" w:beforeAutospacing="1" w:after="100" w:afterAutospacing="1" w:line="276" w:lineRule="auto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Урок по истории Древнего мира в 5классе                                                                                                                                                    </w:t>
      </w:r>
    </w:p>
    <w:p w:rsidR="00E56B32" w:rsidRDefault="00E56B32" w:rsidP="006E3A6C">
      <w:pPr>
        <w:spacing w:before="100" w:beforeAutospacing="1" w:after="100" w:afterAutospacing="1" w:line="276" w:lineRule="auto"/>
        <w:rPr>
          <w:b/>
          <w:color w:val="000000"/>
        </w:rPr>
      </w:pPr>
      <w:r>
        <w:rPr>
          <w:b/>
          <w:color w:val="000000"/>
        </w:rPr>
        <w:t>Сашко Валентина Анатольевна, учитель истории и обществознания МБОУ «СОШ №1» г.Тарко-Сале Пуровского района</w:t>
      </w:r>
    </w:p>
    <w:p w:rsidR="00E56B32" w:rsidRPr="00E47239" w:rsidRDefault="00E56B32" w:rsidP="006E3A6C">
      <w:pPr>
        <w:spacing w:before="100" w:beforeAutospacing="1" w:after="100" w:afterAutospacing="1" w:line="276" w:lineRule="auto"/>
        <w:rPr>
          <w:color w:val="000000"/>
        </w:rPr>
      </w:pPr>
      <w:r w:rsidRPr="00E47239">
        <w:rPr>
          <w:b/>
          <w:color w:val="000000"/>
        </w:rPr>
        <w:t xml:space="preserve">Тема урока: </w:t>
      </w:r>
      <w:r w:rsidRPr="00E47239">
        <w:rPr>
          <w:color w:val="000000"/>
        </w:rPr>
        <w:t>Природа и люди Древней Индии.</w:t>
      </w:r>
    </w:p>
    <w:p w:rsidR="00E56B32" w:rsidRPr="00E47239" w:rsidRDefault="00E56B32" w:rsidP="00DE0ED0">
      <w:r w:rsidRPr="00E47239">
        <w:rPr>
          <w:b/>
        </w:rPr>
        <w:t xml:space="preserve">Форма урока: </w:t>
      </w:r>
      <w:r w:rsidRPr="00E47239">
        <w:t>введение новых знаний на основе деятельностного подхода</w:t>
      </w:r>
    </w:p>
    <w:p w:rsidR="00E56B32" w:rsidRPr="00E47239" w:rsidRDefault="00E56B32" w:rsidP="00DE0ED0">
      <w:pPr>
        <w:spacing w:before="100" w:beforeAutospacing="1" w:after="100" w:afterAutospacing="1" w:line="276" w:lineRule="auto"/>
        <w:rPr>
          <w:color w:val="000000"/>
        </w:rPr>
      </w:pPr>
      <w:r w:rsidRPr="00E47239">
        <w:rPr>
          <w:b/>
        </w:rPr>
        <w:t>Тип урока</w:t>
      </w:r>
      <w:r w:rsidRPr="00E47239">
        <w:t>:</w:t>
      </w:r>
      <w:r w:rsidRPr="00E47239">
        <w:rPr>
          <w:i/>
        </w:rPr>
        <w:t xml:space="preserve"> </w:t>
      </w:r>
      <w:r w:rsidRPr="00E47239">
        <w:t>проблемно-диалогический</w:t>
      </w:r>
    </w:p>
    <w:p w:rsidR="00E56B32" w:rsidRPr="00E47239" w:rsidRDefault="00E56B32" w:rsidP="00DE0ED0">
      <w:pPr>
        <w:jc w:val="both"/>
        <w:rPr>
          <w:b/>
        </w:rPr>
      </w:pPr>
      <w:r w:rsidRPr="00E47239">
        <w:rPr>
          <w:b/>
          <w:bCs/>
          <w:color w:val="000000"/>
        </w:rPr>
        <w:t xml:space="preserve">Цель урока: </w:t>
      </w:r>
    </w:p>
    <w:p w:rsidR="00E56B32" w:rsidRPr="00E47239" w:rsidRDefault="00E56B32" w:rsidP="00DE0ED0">
      <w:pPr>
        <w:jc w:val="both"/>
      </w:pPr>
    </w:p>
    <w:p w:rsidR="00E56B32" w:rsidRPr="00E47239" w:rsidRDefault="00E56B32" w:rsidP="006E3A6C">
      <w:pPr>
        <w:spacing w:line="276" w:lineRule="auto"/>
        <w:rPr>
          <w:bCs/>
          <w:color w:val="000000"/>
        </w:rPr>
      </w:pPr>
      <w:r w:rsidRPr="00E47239">
        <w:rPr>
          <w:b/>
        </w:rPr>
        <w:t>-</w:t>
      </w:r>
      <w:r w:rsidRPr="00E47239">
        <w:rPr>
          <w:bCs/>
          <w:color w:val="000000"/>
        </w:rPr>
        <w:t>Познакомить обучающихся с новой страной – Индией, её природными особенностями ,  верованиями  и занятиями населения Индии.</w:t>
      </w:r>
    </w:p>
    <w:p w:rsidR="00E56B32" w:rsidRPr="00E47239" w:rsidRDefault="00E56B32" w:rsidP="006E3A6C">
      <w:pPr>
        <w:spacing w:line="276" w:lineRule="auto"/>
        <w:rPr>
          <w:color w:val="000000"/>
        </w:rPr>
      </w:pPr>
      <w:r w:rsidRPr="00E47239">
        <w:rPr>
          <w:b/>
          <w:bCs/>
          <w:color w:val="000000"/>
        </w:rPr>
        <w:t>Задачи урока</w:t>
      </w:r>
      <w:r w:rsidRPr="00E47239">
        <w:rPr>
          <w:color w:val="000000"/>
        </w:rPr>
        <w:t>:</w:t>
      </w:r>
    </w:p>
    <w:p w:rsidR="00E56B32" w:rsidRPr="00E47239" w:rsidRDefault="00E56B32" w:rsidP="006E3A6C">
      <w:pPr>
        <w:numPr>
          <w:ilvl w:val="0"/>
          <w:numId w:val="1"/>
        </w:numPr>
        <w:spacing w:line="276" w:lineRule="auto"/>
        <w:rPr>
          <w:color w:val="000000"/>
        </w:rPr>
      </w:pPr>
      <w:r w:rsidRPr="00E47239">
        <w:rPr>
          <w:color w:val="000000"/>
        </w:rPr>
        <w:t>формирование представлений о местоположении, природных условиях и занятиях жителей Древней Индии; познакомить с новыми терминами и понятиями</w:t>
      </w:r>
    </w:p>
    <w:p w:rsidR="00E56B32" w:rsidRPr="00E47239" w:rsidRDefault="00E56B32" w:rsidP="006E3A6C">
      <w:pPr>
        <w:numPr>
          <w:ilvl w:val="0"/>
          <w:numId w:val="1"/>
        </w:numPr>
        <w:spacing w:line="276" w:lineRule="auto"/>
        <w:rPr>
          <w:color w:val="000000"/>
        </w:rPr>
      </w:pPr>
      <w:r w:rsidRPr="00E47239">
        <w:rPr>
          <w:color w:val="000000"/>
        </w:rPr>
        <w:t>развитие картографических умений, восприятия, внимания, расширение кругозора; продолжить работу по формированию умения работать с историческим источником и учебником</w:t>
      </w:r>
    </w:p>
    <w:p w:rsidR="00E56B32" w:rsidRPr="00E47239" w:rsidRDefault="00E56B32" w:rsidP="006E3A6C">
      <w:pPr>
        <w:numPr>
          <w:ilvl w:val="0"/>
          <w:numId w:val="1"/>
        </w:numPr>
        <w:spacing w:line="276" w:lineRule="auto"/>
        <w:rPr>
          <w:color w:val="000000"/>
        </w:rPr>
      </w:pPr>
      <w:r w:rsidRPr="00E47239">
        <w:rPr>
          <w:color w:val="000000"/>
        </w:rPr>
        <w:t>воспитывать интерес к культуре и жизни народа другого государства.</w:t>
      </w:r>
    </w:p>
    <w:p w:rsidR="00E56B32" w:rsidRPr="00E47239" w:rsidRDefault="00E56B32" w:rsidP="006E3A6C">
      <w:pPr>
        <w:spacing w:line="276" w:lineRule="auto"/>
        <w:rPr>
          <w:color w:val="000000"/>
        </w:rPr>
      </w:pPr>
      <w:r w:rsidRPr="00E47239">
        <w:rPr>
          <w:b/>
          <w:bCs/>
          <w:color w:val="000000"/>
        </w:rPr>
        <w:t>Форма организации деятельности:</w:t>
      </w:r>
    </w:p>
    <w:p w:rsidR="00E56B32" w:rsidRPr="00E47239" w:rsidRDefault="00E56B32" w:rsidP="006E3A6C">
      <w:pPr>
        <w:numPr>
          <w:ilvl w:val="0"/>
          <w:numId w:val="3"/>
        </w:numPr>
        <w:spacing w:before="100" w:beforeAutospacing="1" w:after="100" w:afterAutospacing="1" w:line="276" w:lineRule="auto"/>
        <w:rPr>
          <w:color w:val="000000"/>
        </w:rPr>
      </w:pPr>
      <w:r w:rsidRPr="00E47239">
        <w:rPr>
          <w:color w:val="000000"/>
        </w:rPr>
        <w:t>фронтальная,</w:t>
      </w:r>
    </w:p>
    <w:p w:rsidR="00E56B32" w:rsidRPr="00E47239" w:rsidRDefault="00E56B32" w:rsidP="006E3A6C">
      <w:pPr>
        <w:numPr>
          <w:ilvl w:val="0"/>
          <w:numId w:val="3"/>
        </w:numPr>
        <w:spacing w:line="276" w:lineRule="auto"/>
        <w:rPr>
          <w:color w:val="000000"/>
        </w:rPr>
      </w:pPr>
      <w:r w:rsidRPr="00E47239">
        <w:rPr>
          <w:color w:val="000000"/>
        </w:rPr>
        <w:t>индивидуальная</w:t>
      </w:r>
    </w:p>
    <w:p w:rsidR="00E56B32" w:rsidRPr="00E47239" w:rsidRDefault="00E56B32" w:rsidP="006E3A6C">
      <w:pPr>
        <w:numPr>
          <w:ilvl w:val="0"/>
          <w:numId w:val="3"/>
        </w:numPr>
        <w:spacing w:line="276" w:lineRule="auto"/>
        <w:rPr>
          <w:color w:val="000000"/>
        </w:rPr>
      </w:pPr>
      <w:r w:rsidRPr="00E47239">
        <w:rPr>
          <w:color w:val="000000"/>
        </w:rPr>
        <w:t>работа в парах</w:t>
      </w:r>
    </w:p>
    <w:p w:rsidR="00E56B32" w:rsidRPr="00E47239" w:rsidRDefault="00E56B32" w:rsidP="001F1EEC">
      <w:pPr>
        <w:spacing w:line="276" w:lineRule="auto"/>
        <w:ind w:left="720"/>
        <w:rPr>
          <w:color w:val="000000"/>
        </w:rPr>
      </w:pPr>
    </w:p>
    <w:p w:rsidR="00E56B32" w:rsidRPr="00E47239" w:rsidRDefault="00E56B32" w:rsidP="006E3A6C">
      <w:pPr>
        <w:spacing w:line="276" w:lineRule="auto"/>
        <w:rPr>
          <w:color w:val="000000"/>
        </w:rPr>
      </w:pPr>
      <w:r w:rsidRPr="00E47239">
        <w:rPr>
          <w:b/>
          <w:bCs/>
          <w:color w:val="000000"/>
        </w:rPr>
        <w:t>Структура урока</w:t>
      </w:r>
    </w:p>
    <w:p w:rsidR="00E56B32" w:rsidRPr="00E47239" w:rsidRDefault="00E56B32" w:rsidP="00CA115F">
      <w:pPr>
        <w:pStyle w:val="ListParagraph"/>
        <w:numPr>
          <w:ilvl w:val="0"/>
          <w:numId w:val="26"/>
        </w:numPr>
        <w:spacing w:line="276" w:lineRule="auto"/>
        <w:rPr>
          <w:color w:val="000000"/>
        </w:rPr>
      </w:pPr>
      <w:r w:rsidRPr="00E47239">
        <w:rPr>
          <w:color w:val="000000"/>
        </w:rPr>
        <w:t>Организационный этап.</w:t>
      </w:r>
    </w:p>
    <w:p w:rsidR="00E56B32" w:rsidRPr="00590659" w:rsidRDefault="00E56B32" w:rsidP="00590659">
      <w:pPr>
        <w:pStyle w:val="ListParagraph"/>
        <w:numPr>
          <w:ilvl w:val="0"/>
          <w:numId w:val="26"/>
        </w:numPr>
        <w:spacing w:line="276" w:lineRule="auto"/>
        <w:rPr>
          <w:color w:val="000000"/>
        </w:rPr>
      </w:pPr>
      <w:r>
        <w:rPr>
          <w:color w:val="000000"/>
        </w:rPr>
        <w:t xml:space="preserve">Постановка целей, задач ,мотивация учебной деятельности уч-ся.                                                                                                                                                                                                                           </w:t>
      </w:r>
      <w:r w:rsidRPr="00590659">
        <w:rPr>
          <w:color w:val="000000"/>
        </w:rPr>
        <w:t xml:space="preserve"> </w:t>
      </w:r>
      <w:r>
        <w:rPr>
          <w:color w:val="000000"/>
        </w:rPr>
        <w:t>3.</w:t>
      </w:r>
      <w:r w:rsidRPr="00E47239">
        <w:rPr>
          <w:color w:val="000000"/>
        </w:rPr>
        <w:t>Актуализация опорных знаний.</w:t>
      </w:r>
    </w:p>
    <w:p w:rsidR="00E56B32" w:rsidRPr="00E47239" w:rsidRDefault="00E56B32" w:rsidP="00CA115F">
      <w:pPr>
        <w:pStyle w:val="ListParagraph"/>
        <w:numPr>
          <w:ilvl w:val="0"/>
          <w:numId w:val="26"/>
        </w:numPr>
        <w:spacing w:line="276" w:lineRule="auto"/>
        <w:rPr>
          <w:color w:val="000000"/>
        </w:rPr>
      </w:pPr>
      <w:r w:rsidRPr="00E47239">
        <w:rPr>
          <w:color w:val="000000"/>
        </w:rPr>
        <w:t>Создание проблемной ситуации.</w:t>
      </w:r>
    </w:p>
    <w:p w:rsidR="00E56B32" w:rsidRPr="00E47239" w:rsidRDefault="00E56B32" w:rsidP="00CA115F">
      <w:pPr>
        <w:pStyle w:val="ListParagraph"/>
        <w:numPr>
          <w:ilvl w:val="0"/>
          <w:numId w:val="26"/>
        </w:numPr>
        <w:spacing w:line="276" w:lineRule="auto"/>
        <w:rPr>
          <w:color w:val="000000"/>
        </w:rPr>
      </w:pPr>
      <w:r w:rsidRPr="00E47239">
        <w:rPr>
          <w:color w:val="000000"/>
        </w:rPr>
        <w:t>Изучение нового материала</w:t>
      </w:r>
    </w:p>
    <w:p w:rsidR="00E56B32" w:rsidRPr="00E47239" w:rsidRDefault="00E56B32" w:rsidP="001F1EEC">
      <w:pPr>
        <w:spacing w:line="276" w:lineRule="auto"/>
        <w:ind w:left="720"/>
        <w:rPr>
          <w:color w:val="000000"/>
        </w:rPr>
      </w:pPr>
      <w:r w:rsidRPr="00E47239">
        <w:rPr>
          <w:color w:val="000000"/>
        </w:rPr>
        <w:t>-географическое положение Древней Индии;</w:t>
      </w:r>
    </w:p>
    <w:p w:rsidR="00E56B32" w:rsidRPr="00E47239" w:rsidRDefault="00E56B32" w:rsidP="001F1EEC">
      <w:pPr>
        <w:spacing w:line="276" w:lineRule="auto"/>
        <w:ind w:left="720"/>
        <w:rPr>
          <w:color w:val="000000"/>
        </w:rPr>
      </w:pPr>
      <w:r w:rsidRPr="00E47239">
        <w:rPr>
          <w:color w:val="000000"/>
        </w:rPr>
        <w:t>-природные особенности  Индии;</w:t>
      </w:r>
    </w:p>
    <w:p w:rsidR="00E56B32" w:rsidRPr="00E47239" w:rsidRDefault="00E56B32" w:rsidP="001F1EEC">
      <w:pPr>
        <w:spacing w:line="276" w:lineRule="auto"/>
        <w:ind w:left="720"/>
        <w:rPr>
          <w:color w:val="000000"/>
        </w:rPr>
      </w:pPr>
      <w:r w:rsidRPr="00E47239">
        <w:rPr>
          <w:color w:val="000000"/>
        </w:rPr>
        <w:t>-занятия населения Древней Индии</w:t>
      </w:r>
    </w:p>
    <w:p w:rsidR="00E56B32" w:rsidRPr="00E47239" w:rsidRDefault="00E56B32" w:rsidP="001F1EEC">
      <w:pPr>
        <w:spacing w:line="276" w:lineRule="auto"/>
        <w:rPr>
          <w:color w:val="000000"/>
        </w:rPr>
      </w:pPr>
      <w:r w:rsidRPr="00E47239">
        <w:rPr>
          <w:color w:val="000000"/>
        </w:rPr>
        <w:t xml:space="preserve">         -религиозные верования индийцев.</w:t>
      </w:r>
    </w:p>
    <w:p w:rsidR="00E56B32" w:rsidRPr="00E47239" w:rsidRDefault="00E56B32" w:rsidP="001F1EEC">
      <w:pPr>
        <w:spacing w:line="276" w:lineRule="auto"/>
        <w:rPr>
          <w:color w:val="000000"/>
        </w:rPr>
      </w:pPr>
      <w:r w:rsidRPr="00E47239">
        <w:rPr>
          <w:color w:val="000000"/>
        </w:rPr>
        <w:t>7. Динамическая пауза.</w:t>
      </w:r>
    </w:p>
    <w:p w:rsidR="00E56B32" w:rsidRPr="00E47239" w:rsidRDefault="00E56B32" w:rsidP="001F1EEC">
      <w:pPr>
        <w:spacing w:line="276" w:lineRule="auto"/>
        <w:rPr>
          <w:color w:val="000000"/>
        </w:rPr>
      </w:pPr>
      <w:r w:rsidRPr="00E47239">
        <w:rPr>
          <w:color w:val="000000"/>
        </w:rPr>
        <w:t>8.Первичное применение новых знаний.</w:t>
      </w:r>
    </w:p>
    <w:p w:rsidR="00E56B32" w:rsidRPr="00E47239" w:rsidRDefault="00E56B32" w:rsidP="001F1EEC">
      <w:pPr>
        <w:spacing w:line="276" w:lineRule="auto"/>
        <w:rPr>
          <w:color w:val="000000"/>
        </w:rPr>
      </w:pPr>
      <w:r w:rsidRPr="00E47239">
        <w:rPr>
          <w:color w:val="000000"/>
        </w:rPr>
        <w:t>9.Итог урока. Рефлексия.</w:t>
      </w:r>
    </w:p>
    <w:p w:rsidR="00E56B32" w:rsidRPr="00E47239" w:rsidRDefault="00E56B32" w:rsidP="001F1EEC">
      <w:pPr>
        <w:spacing w:line="276" w:lineRule="auto"/>
        <w:rPr>
          <w:color w:val="000000"/>
        </w:rPr>
      </w:pPr>
      <w:r w:rsidRPr="00E47239">
        <w:rPr>
          <w:color w:val="000000"/>
        </w:rPr>
        <w:t>10. Домашнее задание</w:t>
      </w:r>
    </w:p>
    <w:p w:rsidR="00E56B32" w:rsidRPr="00E47239" w:rsidRDefault="00E56B32" w:rsidP="006E3A6C">
      <w:pPr>
        <w:spacing w:before="100" w:beforeAutospacing="1" w:after="100" w:afterAutospacing="1" w:line="276" w:lineRule="auto"/>
        <w:rPr>
          <w:color w:val="000000"/>
        </w:rPr>
      </w:pPr>
      <w:r w:rsidRPr="00E47239">
        <w:rPr>
          <w:b/>
          <w:bCs/>
          <w:color w:val="000000"/>
        </w:rPr>
        <w:t>Оборудование</w:t>
      </w:r>
    </w:p>
    <w:p w:rsidR="00E56B32" w:rsidRPr="00E47239" w:rsidRDefault="00E56B32" w:rsidP="006E3A6C">
      <w:pPr>
        <w:numPr>
          <w:ilvl w:val="0"/>
          <w:numId w:val="5"/>
        </w:numPr>
        <w:spacing w:before="100" w:beforeAutospacing="1" w:after="100" w:afterAutospacing="1" w:line="276" w:lineRule="auto"/>
        <w:rPr>
          <w:color w:val="000000"/>
        </w:rPr>
      </w:pPr>
      <w:r w:rsidRPr="00E47239">
        <w:rPr>
          <w:color w:val="000000"/>
        </w:rPr>
        <w:t>учебник: Вигасин А.А. "История Древнего мира". Просвещение, 2011г;</w:t>
      </w:r>
    </w:p>
    <w:p w:rsidR="00E56B32" w:rsidRPr="00E47239" w:rsidRDefault="00E56B32" w:rsidP="006E3A6C">
      <w:pPr>
        <w:numPr>
          <w:ilvl w:val="0"/>
          <w:numId w:val="5"/>
        </w:numPr>
        <w:spacing w:before="100" w:beforeAutospacing="1" w:after="100" w:afterAutospacing="1" w:line="276" w:lineRule="auto"/>
        <w:rPr>
          <w:color w:val="000000"/>
        </w:rPr>
      </w:pPr>
      <w:r w:rsidRPr="00E47239">
        <w:rPr>
          <w:color w:val="000000"/>
        </w:rPr>
        <w:t>компьютер;</w:t>
      </w:r>
    </w:p>
    <w:p w:rsidR="00E56B32" w:rsidRPr="00E47239" w:rsidRDefault="00E56B32" w:rsidP="006E3A6C">
      <w:pPr>
        <w:numPr>
          <w:ilvl w:val="0"/>
          <w:numId w:val="5"/>
        </w:numPr>
        <w:spacing w:before="100" w:beforeAutospacing="1" w:after="100" w:afterAutospacing="1" w:line="276" w:lineRule="auto"/>
        <w:rPr>
          <w:color w:val="000000"/>
        </w:rPr>
      </w:pPr>
      <w:r w:rsidRPr="00E47239">
        <w:rPr>
          <w:color w:val="000000"/>
        </w:rPr>
        <w:t>мультимедийный проектор;</w:t>
      </w:r>
    </w:p>
    <w:p w:rsidR="00E56B32" w:rsidRPr="00E47239" w:rsidRDefault="00E56B32" w:rsidP="006E3A6C">
      <w:pPr>
        <w:numPr>
          <w:ilvl w:val="0"/>
          <w:numId w:val="5"/>
        </w:numPr>
        <w:spacing w:before="100" w:beforeAutospacing="1" w:after="100" w:afterAutospacing="1" w:line="276" w:lineRule="auto"/>
        <w:rPr>
          <w:color w:val="000000"/>
        </w:rPr>
      </w:pPr>
      <w:r w:rsidRPr="00E47239">
        <w:rPr>
          <w:color w:val="000000"/>
        </w:rPr>
        <w:t>презентация;</w:t>
      </w:r>
      <w:r w:rsidRPr="00F70D84">
        <w:t xml:space="preserve"> </w:t>
      </w:r>
      <w:hyperlink r:id="rId7" w:history="1">
        <w:r>
          <w:rPr>
            <w:rStyle w:val="Hyperlink"/>
          </w:rPr>
          <w:t>http://school-collection.edu.ru/catalog/res/ffc2b788-6a4d-4aa5-bd4d-8218506bd13d/?sort=order&amp;from=&amp;&amp;rubric_id[]=116729</w:t>
        </w:r>
      </w:hyperlink>
    </w:p>
    <w:p w:rsidR="00E56B32" w:rsidRPr="00E47239" w:rsidRDefault="00E56B32" w:rsidP="006E3A6C">
      <w:pPr>
        <w:numPr>
          <w:ilvl w:val="0"/>
          <w:numId w:val="5"/>
        </w:numPr>
        <w:spacing w:before="100" w:beforeAutospacing="1" w:after="100" w:afterAutospacing="1" w:line="276" w:lineRule="auto"/>
        <w:rPr>
          <w:color w:val="000000"/>
        </w:rPr>
      </w:pPr>
      <w:r w:rsidRPr="00E47239">
        <w:rPr>
          <w:color w:val="000000"/>
        </w:rPr>
        <w:t>план работы для каждой парты;</w:t>
      </w:r>
    </w:p>
    <w:p w:rsidR="00E56B32" w:rsidRPr="00E47239" w:rsidRDefault="00E56B32" w:rsidP="006E3A6C">
      <w:pPr>
        <w:numPr>
          <w:ilvl w:val="0"/>
          <w:numId w:val="5"/>
        </w:numPr>
        <w:spacing w:line="276" w:lineRule="auto"/>
        <w:rPr>
          <w:color w:val="000000"/>
        </w:rPr>
      </w:pPr>
      <w:r w:rsidRPr="00E47239">
        <w:rPr>
          <w:color w:val="000000"/>
        </w:rPr>
        <w:t>раздаточный материал для каждого ученика для игры «Испорченный документ»</w:t>
      </w:r>
    </w:p>
    <w:p w:rsidR="00E56B32" w:rsidRPr="00E47239" w:rsidRDefault="00E56B32" w:rsidP="006E3A6C">
      <w:pPr>
        <w:numPr>
          <w:ilvl w:val="0"/>
          <w:numId w:val="5"/>
        </w:numPr>
        <w:spacing w:line="276" w:lineRule="auto"/>
        <w:rPr>
          <w:color w:val="000000"/>
        </w:rPr>
      </w:pPr>
      <w:r w:rsidRPr="00E47239">
        <w:rPr>
          <w:color w:val="000000"/>
        </w:rPr>
        <w:t>разноцветные фигурки для рефлексии.</w:t>
      </w:r>
    </w:p>
    <w:p w:rsidR="00E56B32" w:rsidRPr="00E47239" w:rsidRDefault="00E56B32" w:rsidP="006E3A6C">
      <w:pPr>
        <w:spacing w:line="276" w:lineRule="auto"/>
        <w:rPr>
          <w:color w:val="000000"/>
        </w:rPr>
      </w:pPr>
      <w:r w:rsidRPr="00E47239">
        <w:rPr>
          <w:b/>
          <w:bCs/>
          <w:color w:val="000000"/>
        </w:rPr>
        <w:t>Методы</w:t>
      </w:r>
    </w:p>
    <w:p w:rsidR="00E56B32" w:rsidRPr="00E47239" w:rsidRDefault="00E56B32" w:rsidP="006E3A6C">
      <w:pPr>
        <w:numPr>
          <w:ilvl w:val="0"/>
          <w:numId w:val="6"/>
        </w:numPr>
        <w:spacing w:line="276" w:lineRule="auto"/>
        <w:rPr>
          <w:color w:val="000000"/>
        </w:rPr>
      </w:pPr>
      <w:r w:rsidRPr="00E47239">
        <w:rPr>
          <w:color w:val="000000"/>
        </w:rPr>
        <w:t>словесный,</w:t>
      </w:r>
    </w:p>
    <w:p w:rsidR="00E56B32" w:rsidRPr="00E47239" w:rsidRDefault="00E56B32" w:rsidP="006E3A6C">
      <w:pPr>
        <w:numPr>
          <w:ilvl w:val="0"/>
          <w:numId w:val="6"/>
        </w:numPr>
        <w:spacing w:before="100" w:beforeAutospacing="1" w:after="100" w:afterAutospacing="1" w:line="276" w:lineRule="auto"/>
        <w:rPr>
          <w:color w:val="000000"/>
        </w:rPr>
      </w:pPr>
      <w:r w:rsidRPr="00E47239">
        <w:rPr>
          <w:color w:val="000000"/>
        </w:rPr>
        <w:t>наглядный,</w:t>
      </w:r>
    </w:p>
    <w:p w:rsidR="00E56B32" w:rsidRPr="00E47239" w:rsidRDefault="00E56B32" w:rsidP="006E3A6C">
      <w:pPr>
        <w:numPr>
          <w:ilvl w:val="0"/>
          <w:numId w:val="6"/>
        </w:numPr>
        <w:spacing w:before="100" w:beforeAutospacing="1" w:after="100" w:afterAutospacing="1" w:line="276" w:lineRule="auto"/>
        <w:rPr>
          <w:color w:val="000000"/>
        </w:rPr>
      </w:pPr>
      <w:r w:rsidRPr="00E47239">
        <w:rPr>
          <w:color w:val="000000"/>
        </w:rPr>
        <w:t>практический.</w:t>
      </w:r>
    </w:p>
    <w:p w:rsidR="00E56B32" w:rsidRPr="00E47239" w:rsidRDefault="00E56B32" w:rsidP="00E47239">
      <w:pPr>
        <w:pStyle w:val="ListParagraph"/>
        <w:rPr>
          <w:b/>
        </w:rPr>
      </w:pPr>
      <w:r w:rsidRPr="00E47239">
        <w:rPr>
          <w:b/>
        </w:rPr>
        <w:t>Межпредметные связи:</w:t>
      </w:r>
    </w:p>
    <w:p w:rsidR="00E56B32" w:rsidRPr="00E47239" w:rsidRDefault="00E56B32" w:rsidP="00E47239">
      <w:pPr>
        <w:pStyle w:val="ListParagraph"/>
      </w:pPr>
      <w:r w:rsidRPr="00E47239">
        <w:t>Опора на знания по  Окружающему миру (4 класс)</w:t>
      </w:r>
    </w:p>
    <w:p w:rsidR="00E56B32" w:rsidRPr="00E47239" w:rsidRDefault="00E56B32" w:rsidP="006E3A6C">
      <w:pPr>
        <w:spacing w:before="100" w:beforeAutospacing="1" w:after="100" w:afterAutospacing="1" w:line="276" w:lineRule="auto"/>
        <w:rPr>
          <w:b/>
          <w:bCs/>
          <w:color w:val="000000"/>
        </w:rPr>
      </w:pPr>
      <w:r>
        <w:rPr>
          <w:b/>
          <w:bCs/>
          <w:color w:val="000000"/>
        </w:rPr>
        <w:t>Планиру</w:t>
      </w:r>
      <w:r w:rsidRPr="00E47239">
        <w:rPr>
          <w:b/>
          <w:bCs/>
          <w:color w:val="000000"/>
        </w:rPr>
        <w:t>емые результаты</w:t>
      </w:r>
    </w:p>
    <w:p w:rsidR="00E56B32" w:rsidRPr="00E47239" w:rsidRDefault="00E56B32" w:rsidP="00F95CEC">
      <w:pPr>
        <w:pStyle w:val="texturok"/>
        <w:spacing w:line="240" w:lineRule="auto"/>
        <w:ind w:firstLine="0"/>
        <w:jc w:val="left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E47239">
        <w:rPr>
          <w:rFonts w:ascii="Times New Roman" w:hAnsi="Times New Roman" w:cs="Times New Roman"/>
          <w:b/>
          <w:bCs/>
          <w:i/>
          <w:iCs/>
          <w:sz w:val="24"/>
          <w:szCs w:val="24"/>
        </w:rPr>
        <w:t>Предметные:</w:t>
      </w:r>
    </w:p>
    <w:p w:rsidR="00E56B32" w:rsidRPr="00E47239" w:rsidRDefault="00E56B32" w:rsidP="00F95CEC">
      <w:pPr>
        <w:numPr>
          <w:ilvl w:val="0"/>
          <w:numId w:val="29"/>
        </w:numPr>
        <w:spacing w:before="100" w:beforeAutospacing="1" w:after="100" w:afterAutospacing="1"/>
      </w:pPr>
      <w:r w:rsidRPr="00E47239">
        <w:t>познакомить учащихся с кастами в древней Индии;</w:t>
      </w:r>
    </w:p>
    <w:p w:rsidR="00E56B32" w:rsidRPr="00E47239" w:rsidRDefault="00E56B32" w:rsidP="00F95CEC">
      <w:pPr>
        <w:numPr>
          <w:ilvl w:val="0"/>
          <w:numId w:val="29"/>
        </w:numPr>
        <w:spacing w:before="100" w:beforeAutospacing="1" w:after="100" w:afterAutospacing="1"/>
      </w:pPr>
      <w:r w:rsidRPr="00E47239">
        <w:t>выяснить в чём значение деления общества на касты;</w:t>
      </w:r>
    </w:p>
    <w:p w:rsidR="00E56B32" w:rsidRPr="00E47239" w:rsidRDefault="00E56B32" w:rsidP="00F95CEC">
      <w:pPr>
        <w:numPr>
          <w:ilvl w:val="0"/>
          <w:numId w:val="29"/>
        </w:numPr>
        <w:spacing w:before="100" w:beforeAutospacing="1" w:after="100" w:afterAutospacing="1"/>
      </w:pPr>
      <w:r w:rsidRPr="00E47239">
        <w:t xml:space="preserve">определить в чьих интересах было деление на касты. </w:t>
      </w:r>
    </w:p>
    <w:p w:rsidR="00E56B32" w:rsidRPr="00E47239" w:rsidRDefault="00E56B32" w:rsidP="00F95CEC">
      <w:pPr>
        <w:numPr>
          <w:ilvl w:val="0"/>
          <w:numId w:val="29"/>
        </w:numPr>
        <w:spacing w:before="100" w:beforeAutospacing="1" w:after="100" w:afterAutospacing="1"/>
      </w:pPr>
      <w:r w:rsidRPr="00E47239">
        <w:t>подвести учащихся к пониманию того, что деление общества на касты было несправедливым;</w:t>
      </w:r>
    </w:p>
    <w:p w:rsidR="00E56B32" w:rsidRPr="00E47239" w:rsidRDefault="00E56B32" w:rsidP="00F95CEC">
      <w:pPr>
        <w:spacing w:before="100" w:beforeAutospacing="1" w:after="100" w:afterAutospacing="1"/>
        <w:rPr>
          <w:b/>
          <w:i/>
        </w:rPr>
      </w:pPr>
      <w:r w:rsidRPr="00E47239">
        <w:rPr>
          <w:b/>
          <w:i/>
        </w:rPr>
        <w:t>Метапредметные</w:t>
      </w:r>
    </w:p>
    <w:p w:rsidR="00E56B32" w:rsidRPr="00E47239" w:rsidRDefault="00E56B32" w:rsidP="00F95CEC">
      <w:pPr>
        <w:numPr>
          <w:ilvl w:val="0"/>
          <w:numId w:val="27"/>
        </w:numPr>
        <w:spacing w:before="100" w:beforeAutospacing="1" w:after="100" w:afterAutospacing="1"/>
      </w:pPr>
      <w:r w:rsidRPr="00E47239">
        <w:t>развивать речь учащихся, обогащать словарный запас детей;</w:t>
      </w:r>
    </w:p>
    <w:p w:rsidR="00E56B32" w:rsidRPr="00E47239" w:rsidRDefault="00E56B32" w:rsidP="00F95CEC">
      <w:pPr>
        <w:numPr>
          <w:ilvl w:val="0"/>
          <w:numId w:val="27"/>
        </w:numPr>
        <w:spacing w:before="100" w:beforeAutospacing="1" w:after="100" w:afterAutospacing="1"/>
      </w:pPr>
      <w:r w:rsidRPr="00E47239">
        <w:t>развивать умение работать в группах;</w:t>
      </w:r>
    </w:p>
    <w:p w:rsidR="00E56B32" w:rsidRPr="00E47239" w:rsidRDefault="00E56B32" w:rsidP="00F95CEC">
      <w:pPr>
        <w:numPr>
          <w:ilvl w:val="0"/>
          <w:numId w:val="27"/>
        </w:numPr>
        <w:spacing w:before="100" w:beforeAutospacing="1" w:after="100" w:afterAutospacing="1"/>
      </w:pPr>
      <w:r w:rsidRPr="00E47239">
        <w:t>развивать умение работать с текстом;</w:t>
      </w:r>
    </w:p>
    <w:p w:rsidR="00E56B32" w:rsidRPr="00E47239" w:rsidRDefault="00E56B32" w:rsidP="00F95CEC">
      <w:pPr>
        <w:numPr>
          <w:ilvl w:val="0"/>
          <w:numId w:val="27"/>
        </w:numPr>
        <w:spacing w:before="100" w:beforeAutospacing="1" w:after="100" w:afterAutospacing="1"/>
      </w:pPr>
      <w:r w:rsidRPr="00E47239">
        <w:t>развивать сообразительность, мышление, внимание, память.</w:t>
      </w:r>
    </w:p>
    <w:p w:rsidR="00E56B32" w:rsidRPr="00E47239" w:rsidRDefault="00E56B32" w:rsidP="00F95CEC">
      <w:pPr>
        <w:numPr>
          <w:ilvl w:val="0"/>
          <w:numId w:val="27"/>
        </w:numPr>
        <w:spacing w:before="100" w:beforeAutospacing="1" w:after="100" w:afterAutospacing="1"/>
      </w:pPr>
      <w:r w:rsidRPr="00E47239">
        <w:t>развивать умения и навыки работы с историческими источниками, картой, хронологией, понятиями;</w:t>
      </w:r>
    </w:p>
    <w:p w:rsidR="00E56B32" w:rsidRPr="00E47239" w:rsidRDefault="00E56B32" w:rsidP="00F95CEC">
      <w:pPr>
        <w:numPr>
          <w:ilvl w:val="0"/>
          <w:numId w:val="27"/>
        </w:numPr>
        <w:spacing w:before="100" w:beforeAutospacing="1" w:after="100" w:afterAutospacing="1"/>
      </w:pPr>
      <w:r w:rsidRPr="00E47239">
        <w:t>способствовать развитию умений делать выводы, сравнивать.</w:t>
      </w:r>
    </w:p>
    <w:p w:rsidR="00E56B32" w:rsidRPr="00E47239" w:rsidRDefault="00E56B32" w:rsidP="00F95CEC">
      <w:pPr>
        <w:spacing w:before="100" w:beforeAutospacing="1" w:after="100" w:afterAutospacing="1"/>
        <w:rPr>
          <w:b/>
          <w:i/>
        </w:rPr>
      </w:pPr>
      <w:r w:rsidRPr="00E47239">
        <w:rPr>
          <w:b/>
          <w:i/>
        </w:rPr>
        <w:t>Личностные</w:t>
      </w:r>
    </w:p>
    <w:p w:rsidR="00E56B32" w:rsidRPr="00E47239" w:rsidRDefault="00E56B32" w:rsidP="00F95CEC">
      <w:pPr>
        <w:numPr>
          <w:ilvl w:val="0"/>
          <w:numId w:val="28"/>
        </w:numPr>
        <w:spacing w:before="100" w:beforeAutospacing="1" w:after="100" w:afterAutospacing="1"/>
      </w:pPr>
      <w:r w:rsidRPr="00E47239">
        <w:t>создавать у учащихся положительную мотивацию к истории путём вовлечения каждого в активную деятельность;</w:t>
      </w:r>
    </w:p>
    <w:p w:rsidR="00E56B32" w:rsidRPr="00E47239" w:rsidRDefault="00E56B32" w:rsidP="00F95CEC">
      <w:pPr>
        <w:numPr>
          <w:ilvl w:val="0"/>
          <w:numId w:val="28"/>
        </w:numPr>
        <w:spacing w:before="100" w:beforeAutospacing="1" w:after="100" w:afterAutospacing="1"/>
      </w:pPr>
      <w:r w:rsidRPr="00E47239">
        <w:t>воспитывать потребность оценивать свою деятельность и работу товарищей;</w:t>
      </w:r>
    </w:p>
    <w:p w:rsidR="00E56B32" w:rsidRPr="00E47239" w:rsidRDefault="00E56B32" w:rsidP="00F95CEC">
      <w:pPr>
        <w:numPr>
          <w:ilvl w:val="0"/>
          <w:numId w:val="28"/>
        </w:numPr>
        <w:spacing w:before="100" w:beforeAutospacing="1" w:after="100" w:afterAutospacing="1"/>
      </w:pPr>
      <w:r w:rsidRPr="00E47239">
        <w:t>воспитывать внимание, доброе отношение друг к другу;</w:t>
      </w:r>
    </w:p>
    <w:p w:rsidR="00E56B32" w:rsidRPr="00E47239" w:rsidRDefault="00E56B32" w:rsidP="00F95CEC">
      <w:pPr>
        <w:numPr>
          <w:ilvl w:val="0"/>
          <w:numId w:val="28"/>
        </w:numPr>
        <w:spacing w:before="100" w:beforeAutospacing="1" w:after="100" w:afterAutospacing="1"/>
      </w:pPr>
      <w:r w:rsidRPr="00E47239">
        <w:t>воспитывать чувство уважения  к истории;</w:t>
      </w:r>
    </w:p>
    <w:p w:rsidR="00E56B32" w:rsidRPr="00E47239" w:rsidRDefault="00E56B32" w:rsidP="00F95CEC">
      <w:pPr>
        <w:numPr>
          <w:ilvl w:val="0"/>
          <w:numId w:val="28"/>
        </w:numPr>
        <w:spacing w:before="100" w:beforeAutospacing="1" w:after="100" w:afterAutospacing="1"/>
      </w:pPr>
      <w:r w:rsidRPr="00E47239">
        <w:t>вызвать способность к сопереживанию к бедным людям и необходимость защищать обездоленных.</w:t>
      </w:r>
    </w:p>
    <w:p w:rsidR="00E56B32" w:rsidRPr="0051509D" w:rsidRDefault="00E56B32" w:rsidP="00CA115F">
      <w:pPr>
        <w:spacing w:line="276" w:lineRule="auto"/>
        <w:ind w:left="720"/>
        <w:rPr>
          <w:b/>
          <w:color w:val="000000"/>
          <w:sz w:val="28"/>
          <w:szCs w:val="28"/>
        </w:rPr>
      </w:pPr>
    </w:p>
    <w:p w:rsidR="00E56B32" w:rsidRDefault="00E56B32" w:rsidP="00F95CEC">
      <w:pPr>
        <w:spacing w:line="276" w:lineRule="auto"/>
        <w:ind w:left="72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Технологическая карта урока</w:t>
      </w:r>
    </w:p>
    <w:tbl>
      <w:tblPr>
        <w:tblW w:w="0" w:type="auto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891"/>
        <w:gridCol w:w="2164"/>
        <w:gridCol w:w="2908"/>
        <w:gridCol w:w="2991"/>
        <w:gridCol w:w="2667"/>
        <w:gridCol w:w="3437"/>
      </w:tblGrid>
      <w:tr w:rsidR="00E56B32" w:rsidTr="00B61CF3">
        <w:tc>
          <w:tcPr>
            <w:tcW w:w="891" w:type="dxa"/>
          </w:tcPr>
          <w:p w:rsidR="00E56B32" w:rsidRPr="00B61CF3" w:rsidRDefault="00E56B32" w:rsidP="00B61CF3">
            <w:pPr>
              <w:spacing w:line="276" w:lineRule="auto"/>
              <w:jc w:val="center"/>
              <w:rPr>
                <w:b/>
                <w:color w:val="000000"/>
                <w:sz w:val="28"/>
                <w:szCs w:val="28"/>
              </w:rPr>
            </w:pPr>
            <w:r w:rsidRPr="00B61CF3">
              <w:rPr>
                <w:b/>
                <w:color w:val="000000"/>
                <w:sz w:val="28"/>
                <w:szCs w:val="28"/>
              </w:rPr>
              <w:t>№п.п</w:t>
            </w:r>
          </w:p>
        </w:tc>
        <w:tc>
          <w:tcPr>
            <w:tcW w:w="2176" w:type="dxa"/>
          </w:tcPr>
          <w:p w:rsidR="00E56B32" w:rsidRPr="00B61CF3" w:rsidRDefault="00E56B32" w:rsidP="00B61CF3">
            <w:pPr>
              <w:spacing w:line="276" w:lineRule="auto"/>
              <w:jc w:val="center"/>
              <w:rPr>
                <w:b/>
                <w:color w:val="000000"/>
                <w:sz w:val="28"/>
                <w:szCs w:val="28"/>
              </w:rPr>
            </w:pPr>
            <w:r w:rsidRPr="00B61CF3">
              <w:rPr>
                <w:b/>
                <w:color w:val="000000"/>
                <w:sz w:val="28"/>
                <w:szCs w:val="28"/>
              </w:rPr>
              <w:t>Этап урока</w:t>
            </w:r>
          </w:p>
        </w:tc>
        <w:tc>
          <w:tcPr>
            <w:tcW w:w="2953" w:type="dxa"/>
          </w:tcPr>
          <w:p w:rsidR="00E56B32" w:rsidRPr="00B61CF3" w:rsidRDefault="00E56B32" w:rsidP="00B61CF3">
            <w:pPr>
              <w:spacing w:line="276" w:lineRule="auto"/>
              <w:jc w:val="center"/>
              <w:rPr>
                <w:b/>
                <w:color w:val="000000"/>
                <w:sz w:val="28"/>
                <w:szCs w:val="28"/>
              </w:rPr>
            </w:pPr>
            <w:r w:rsidRPr="00B61CF3">
              <w:rPr>
                <w:b/>
                <w:color w:val="000000"/>
                <w:sz w:val="28"/>
                <w:szCs w:val="28"/>
              </w:rPr>
              <w:t>Содержание урока</w:t>
            </w:r>
          </w:p>
        </w:tc>
        <w:tc>
          <w:tcPr>
            <w:tcW w:w="3165" w:type="dxa"/>
          </w:tcPr>
          <w:p w:rsidR="00E56B32" w:rsidRPr="00B61CF3" w:rsidRDefault="00E56B32" w:rsidP="00B61CF3">
            <w:pPr>
              <w:spacing w:line="276" w:lineRule="auto"/>
              <w:jc w:val="center"/>
              <w:rPr>
                <w:b/>
                <w:color w:val="000000"/>
                <w:sz w:val="28"/>
                <w:szCs w:val="28"/>
              </w:rPr>
            </w:pPr>
            <w:r w:rsidRPr="00B61CF3">
              <w:rPr>
                <w:b/>
                <w:color w:val="000000"/>
                <w:sz w:val="28"/>
                <w:szCs w:val="28"/>
              </w:rPr>
              <w:t>Деятельность учителя</w:t>
            </w:r>
          </w:p>
        </w:tc>
        <w:tc>
          <w:tcPr>
            <w:tcW w:w="2776" w:type="dxa"/>
          </w:tcPr>
          <w:p w:rsidR="00E56B32" w:rsidRPr="00B61CF3" w:rsidRDefault="00E56B32" w:rsidP="00B61CF3">
            <w:pPr>
              <w:spacing w:line="276" w:lineRule="auto"/>
              <w:jc w:val="center"/>
              <w:rPr>
                <w:b/>
                <w:color w:val="000000"/>
                <w:sz w:val="28"/>
                <w:szCs w:val="28"/>
              </w:rPr>
            </w:pPr>
            <w:r w:rsidRPr="00B61CF3">
              <w:rPr>
                <w:b/>
                <w:color w:val="000000"/>
                <w:sz w:val="28"/>
                <w:szCs w:val="28"/>
              </w:rPr>
              <w:t>Деятельность обучающегося</w:t>
            </w:r>
          </w:p>
        </w:tc>
        <w:tc>
          <w:tcPr>
            <w:tcW w:w="3097" w:type="dxa"/>
          </w:tcPr>
          <w:p w:rsidR="00E56B32" w:rsidRPr="00B61CF3" w:rsidRDefault="00E56B32" w:rsidP="00B61CF3">
            <w:pPr>
              <w:spacing w:line="276" w:lineRule="auto"/>
              <w:jc w:val="center"/>
              <w:rPr>
                <w:b/>
                <w:color w:val="000000"/>
                <w:sz w:val="28"/>
                <w:szCs w:val="28"/>
              </w:rPr>
            </w:pPr>
            <w:r w:rsidRPr="00B61CF3">
              <w:rPr>
                <w:b/>
                <w:color w:val="000000"/>
                <w:sz w:val="28"/>
                <w:szCs w:val="28"/>
              </w:rPr>
              <w:t>Формируемые УУД</w:t>
            </w:r>
          </w:p>
        </w:tc>
      </w:tr>
      <w:tr w:rsidR="00E56B32" w:rsidTr="00B61CF3">
        <w:tc>
          <w:tcPr>
            <w:tcW w:w="891" w:type="dxa"/>
          </w:tcPr>
          <w:p w:rsidR="00E56B32" w:rsidRPr="00B61CF3" w:rsidRDefault="00E56B32" w:rsidP="00B61CF3">
            <w:pPr>
              <w:spacing w:line="276" w:lineRule="auto"/>
              <w:jc w:val="center"/>
              <w:rPr>
                <w:color w:val="000000"/>
              </w:rPr>
            </w:pPr>
            <w:r w:rsidRPr="00B61CF3">
              <w:rPr>
                <w:color w:val="000000"/>
              </w:rPr>
              <w:t>1</w:t>
            </w:r>
          </w:p>
        </w:tc>
        <w:tc>
          <w:tcPr>
            <w:tcW w:w="2176" w:type="dxa"/>
          </w:tcPr>
          <w:p w:rsidR="00E56B32" w:rsidRPr="00B61CF3" w:rsidRDefault="00E56B32" w:rsidP="00B61CF3">
            <w:pPr>
              <w:spacing w:line="276" w:lineRule="auto"/>
              <w:jc w:val="center"/>
              <w:rPr>
                <w:color w:val="000000"/>
              </w:rPr>
            </w:pPr>
            <w:r w:rsidRPr="00B61CF3">
              <w:rPr>
                <w:color w:val="000000"/>
              </w:rPr>
              <w:t>Организационный этап</w:t>
            </w:r>
          </w:p>
        </w:tc>
        <w:tc>
          <w:tcPr>
            <w:tcW w:w="2953" w:type="dxa"/>
          </w:tcPr>
          <w:p w:rsidR="00E56B32" w:rsidRPr="00B61CF3" w:rsidRDefault="00E56B32" w:rsidP="00B61CF3">
            <w:pPr>
              <w:spacing w:line="276" w:lineRule="auto"/>
              <w:jc w:val="center"/>
              <w:rPr>
                <w:color w:val="000000"/>
              </w:rPr>
            </w:pPr>
            <w:r w:rsidRPr="00B61CF3">
              <w:rPr>
                <w:color w:val="000000"/>
              </w:rPr>
              <w:t>Мотивация к учебной деятельности с целью включения обучающихся в деятельность на личностно – значимом уровне</w:t>
            </w:r>
          </w:p>
        </w:tc>
        <w:tc>
          <w:tcPr>
            <w:tcW w:w="3165" w:type="dxa"/>
          </w:tcPr>
          <w:p w:rsidR="00E56B32" w:rsidRPr="00B61CF3" w:rsidRDefault="00E56B32" w:rsidP="00B61CF3">
            <w:pPr>
              <w:spacing w:line="276" w:lineRule="auto"/>
              <w:jc w:val="center"/>
              <w:rPr>
                <w:color w:val="000000"/>
              </w:rPr>
            </w:pPr>
            <w:r w:rsidRPr="00B61CF3">
              <w:rPr>
                <w:color w:val="000000"/>
              </w:rPr>
              <w:t>Приветствует детей, объявляет о начале урока</w:t>
            </w:r>
          </w:p>
        </w:tc>
        <w:tc>
          <w:tcPr>
            <w:tcW w:w="2776" w:type="dxa"/>
          </w:tcPr>
          <w:p w:rsidR="00E56B32" w:rsidRPr="00B61CF3" w:rsidRDefault="00E56B32" w:rsidP="00B61CF3">
            <w:pPr>
              <w:spacing w:line="276" w:lineRule="auto"/>
              <w:jc w:val="center"/>
              <w:rPr>
                <w:color w:val="000000"/>
              </w:rPr>
            </w:pPr>
            <w:r w:rsidRPr="00B61CF3">
              <w:rPr>
                <w:color w:val="000000"/>
              </w:rPr>
              <w:t>Приветствуют учителя</w:t>
            </w:r>
          </w:p>
        </w:tc>
        <w:tc>
          <w:tcPr>
            <w:tcW w:w="3097" w:type="dxa"/>
          </w:tcPr>
          <w:p w:rsidR="00E56B32" w:rsidRPr="00B61CF3" w:rsidRDefault="00E56B32" w:rsidP="00B61CF3">
            <w:pPr>
              <w:spacing w:line="276" w:lineRule="auto"/>
              <w:rPr>
                <w:color w:val="000000"/>
              </w:rPr>
            </w:pPr>
            <w:r w:rsidRPr="00B61CF3">
              <w:rPr>
                <w:i/>
                <w:color w:val="000000"/>
              </w:rPr>
              <w:t xml:space="preserve">Личностные: </w:t>
            </w:r>
            <w:r w:rsidRPr="00B61CF3">
              <w:rPr>
                <w:color w:val="000000"/>
              </w:rPr>
              <w:t>самоопределение</w:t>
            </w:r>
          </w:p>
          <w:p w:rsidR="00E56B32" w:rsidRPr="00B61CF3" w:rsidRDefault="00E56B32" w:rsidP="00B61CF3">
            <w:pPr>
              <w:spacing w:line="276" w:lineRule="auto"/>
              <w:rPr>
                <w:i/>
                <w:color w:val="000000"/>
              </w:rPr>
            </w:pPr>
            <w:r w:rsidRPr="00B61CF3">
              <w:rPr>
                <w:i/>
                <w:color w:val="000000"/>
              </w:rPr>
              <w:t>Регулятивные:</w:t>
            </w:r>
          </w:p>
          <w:p w:rsidR="00E56B32" w:rsidRPr="00B61CF3" w:rsidRDefault="00E56B32" w:rsidP="00B61CF3">
            <w:pPr>
              <w:spacing w:line="276" w:lineRule="auto"/>
              <w:rPr>
                <w:color w:val="000000"/>
              </w:rPr>
            </w:pPr>
            <w:r w:rsidRPr="00B61CF3">
              <w:rPr>
                <w:color w:val="000000"/>
              </w:rPr>
              <w:t>Волевая саморегуляция(способность к преодолению препятствий</w:t>
            </w:r>
          </w:p>
        </w:tc>
      </w:tr>
      <w:tr w:rsidR="00E56B32" w:rsidTr="00B61CF3">
        <w:tc>
          <w:tcPr>
            <w:tcW w:w="891" w:type="dxa"/>
          </w:tcPr>
          <w:p w:rsidR="00E56B32" w:rsidRPr="00B61CF3" w:rsidRDefault="00E56B32" w:rsidP="00B61CF3">
            <w:pPr>
              <w:spacing w:line="276" w:lineRule="auto"/>
              <w:jc w:val="center"/>
              <w:rPr>
                <w:color w:val="000000"/>
              </w:rPr>
            </w:pPr>
            <w:r w:rsidRPr="00B61CF3">
              <w:rPr>
                <w:color w:val="000000"/>
              </w:rPr>
              <w:t>2</w:t>
            </w:r>
          </w:p>
        </w:tc>
        <w:tc>
          <w:tcPr>
            <w:tcW w:w="2176" w:type="dxa"/>
          </w:tcPr>
          <w:p w:rsidR="00E56B32" w:rsidRPr="00B61CF3" w:rsidRDefault="00E56B32" w:rsidP="00B61CF3">
            <w:pPr>
              <w:spacing w:line="276" w:lineRule="auto"/>
              <w:jc w:val="center"/>
              <w:rPr>
                <w:color w:val="000000"/>
              </w:rPr>
            </w:pPr>
            <w:r w:rsidRPr="00B61CF3">
              <w:rPr>
                <w:color w:val="000000"/>
                <w:sz w:val="22"/>
                <w:szCs w:val="22"/>
              </w:rPr>
              <w:t xml:space="preserve">Постановка целей, задач , создание проблемной ситуации.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953" w:type="dxa"/>
          </w:tcPr>
          <w:p w:rsidR="00E56B32" w:rsidRPr="00B61CF3" w:rsidRDefault="00E56B32" w:rsidP="00B61CF3">
            <w:pPr>
              <w:autoSpaceDE w:val="0"/>
              <w:autoSpaceDN w:val="0"/>
              <w:adjustRightInd w:val="0"/>
              <w:rPr>
                <w:rFonts w:eastAsia="TimesNewRoman"/>
              </w:rPr>
            </w:pPr>
            <w:r w:rsidRPr="00B61CF3">
              <w:rPr>
                <w:rFonts w:eastAsia="TimesNewRoman,Bold"/>
              </w:rPr>
              <w:t xml:space="preserve">• </w:t>
            </w:r>
            <w:r w:rsidRPr="00B61CF3">
              <w:rPr>
                <w:rFonts w:eastAsia="TimesNewRoman"/>
              </w:rPr>
              <w:t>постановка цели</w:t>
            </w:r>
            <w:r w:rsidRPr="00B61CF3">
              <w:rPr>
                <w:rFonts w:eastAsia="TimesNewRoman,Bold"/>
              </w:rPr>
              <w:t xml:space="preserve">, </w:t>
            </w:r>
            <w:r w:rsidRPr="00B61CF3">
              <w:rPr>
                <w:rFonts w:eastAsia="TimesNewRoman"/>
              </w:rPr>
              <w:t>которая должна</w:t>
            </w:r>
          </w:p>
          <w:p w:rsidR="00E56B32" w:rsidRPr="00B61CF3" w:rsidRDefault="00E56B32" w:rsidP="00B61CF3">
            <w:pPr>
              <w:autoSpaceDE w:val="0"/>
              <w:autoSpaceDN w:val="0"/>
              <w:adjustRightInd w:val="0"/>
              <w:rPr>
                <w:rFonts w:eastAsia="TimesNewRoman,Bold"/>
              </w:rPr>
            </w:pPr>
            <w:r w:rsidRPr="00B61CF3">
              <w:rPr>
                <w:rFonts w:eastAsia="TimesNewRoman"/>
              </w:rPr>
              <w:t xml:space="preserve">быть достигнута учащимися на данном этапе урока </w:t>
            </w:r>
            <w:r w:rsidRPr="00B61CF3">
              <w:rPr>
                <w:rFonts w:eastAsia="TimesNewRoman,Bold"/>
              </w:rPr>
              <w:t>(</w:t>
            </w:r>
            <w:r w:rsidRPr="00B61CF3">
              <w:rPr>
                <w:rFonts w:eastAsia="TimesNewRoman"/>
              </w:rPr>
              <w:t>что должно быть сделано учащимися</w:t>
            </w:r>
            <w:r w:rsidRPr="00B61CF3">
              <w:rPr>
                <w:rFonts w:eastAsia="TimesNewRoman,Bold"/>
              </w:rPr>
              <w:t xml:space="preserve">, </w:t>
            </w:r>
            <w:r w:rsidRPr="00B61CF3">
              <w:rPr>
                <w:rFonts w:eastAsia="TimesNewRoman"/>
              </w:rPr>
              <w:t>чтобы их дальнейшая работа на уроке была эффективной</w:t>
            </w:r>
            <w:r w:rsidRPr="00B61CF3">
              <w:rPr>
                <w:rFonts w:eastAsia="TimesNewRoman,Bold"/>
              </w:rPr>
              <w:t>)</w:t>
            </w:r>
          </w:p>
          <w:p w:rsidR="00E56B32" w:rsidRPr="00B61CF3" w:rsidRDefault="00E56B32" w:rsidP="00B61CF3">
            <w:pPr>
              <w:autoSpaceDE w:val="0"/>
              <w:autoSpaceDN w:val="0"/>
              <w:adjustRightInd w:val="0"/>
              <w:rPr>
                <w:rFonts w:eastAsia="TimesNewRoman,Bold"/>
              </w:rPr>
            </w:pPr>
            <w:r w:rsidRPr="00B61CF3">
              <w:rPr>
                <w:rFonts w:eastAsia="TimesNewRoman,Bold"/>
              </w:rPr>
              <w:t xml:space="preserve">• </w:t>
            </w:r>
            <w:r w:rsidRPr="00B61CF3">
              <w:rPr>
                <w:rFonts w:eastAsia="TimesNewRoman"/>
              </w:rPr>
              <w:t>определение целей и задач</w:t>
            </w:r>
            <w:r w:rsidRPr="00B61CF3">
              <w:rPr>
                <w:rFonts w:eastAsia="TimesNewRoman,Bold"/>
              </w:rPr>
              <w:t xml:space="preserve">, </w:t>
            </w:r>
            <w:r w:rsidRPr="00B61CF3">
              <w:rPr>
                <w:rFonts w:eastAsia="TimesNewRoman"/>
              </w:rPr>
              <w:t>которых учитель хочет достичь на данном этапе урока</w:t>
            </w:r>
            <w:r w:rsidRPr="00B61CF3">
              <w:rPr>
                <w:rFonts w:eastAsia="TimesNewRoman,Bold"/>
              </w:rPr>
              <w:t>;</w:t>
            </w:r>
          </w:p>
          <w:p w:rsidR="00E56B32" w:rsidRPr="00B61CF3" w:rsidRDefault="00E56B32" w:rsidP="00B61CF3">
            <w:pPr>
              <w:spacing w:line="276" w:lineRule="auto"/>
              <w:jc w:val="center"/>
              <w:rPr>
                <w:color w:val="000000"/>
              </w:rPr>
            </w:pPr>
          </w:p>
        </w:tc>
        <w:tc>
          <w:tcPr>
            <w:tcW w:w="3165" w:type="dxa"/>
          </w:tcPr>
          <w:p w:rsidR="00E56B32" w:rsidRPr="00B61CF3" w:rsidRDefault="00E56B32" w:rsidP="00B61CF3">
            <w:pPr>
              <w:spacing w:line="276" w:lineRule="auto"/>
              <w:jc w:val="center"/>
              <w:rPr>
                <w:color w:val="000000"/>
              </w:rPr>
            </w:pPr>
            <w:r w:rsidRPr="00B61CF3">
              <w:rPr>
                <w:color w:val="000000"/>
              </w:rPr>
              <w:t>Показывает детям слайд- шоу с видами Индии в сопровождении индийской музыки.</w:t>
            </w:r>
          </w:p>
          <w:p w:rsidR="00E56B32" w:rsidRPr="00B61CF3" w:rsidRDefault="00E56B32" w:rsidP="00B61CF3">
            <w:pPr>
              <w:spacing w:line="276" w:lineRule="auto"/>
              <w:jc w:val="center"/>
              <w:rPr>
                <w:color w:val="000000"/>
              </w:rPr>
            </w:pPr>
            <w:r w:rsidRPr="00B61CF3">
              <w:rPr>
                <w:color w:val="000000"/>
              </w:rPr>
              <w:t>Вопрос: - как вы думаете в как называется государство, в которое мы отправимся сегодня?</w:t>
            </w:r>
          </w:p>
          <w:p w:rsidR="00E56B32" w:rsidRPr="00B61CF3" w:rsidRDefault="00E56B32" w:rsidP="00B61CF3">
            <w:pPr>
              <w:spacing w:line="276" w:lineRule="auto"/>
              <w:jc w:val="center"/>
              <w:rPr>
                <w:color w:val="000000"/>
              </w:rPr>
            </w:pPr>
            <w:r w:rsidRPr="00B61CF3">
              <w:rPr>
                <w:color w:val="000000"/>
              </w:rPr>
              <w:t>Представляет план в виде маршрутного листа, который дублируется на слайд презентации.</w:t>
            </w:r>
          </w:p>
          <w:p w:rsidR="00E56B32" w:rsidRPr="00B61CF3" w:rsidRDefault="00E56B32" w:rsidP="00B61CF3">
            <w:pPr>
              <w:spacing w:line="276" w:lineRule="auto"/>
              <w:jc w:val="center"/>
              <w:rPr>
                <w:color w:val="000000"/>
              </w:rPr>
            </w:pPr>
            <w:r w:rsidRPr="00B61CF3">
              <w:rPr>
                <w:color w:val="000000"/>
              </w:rPr>
              <w:t>Создает проблемную ситуацию: «Древние греки называли Индию «страна  чудес». В конце урока мы должны ответить, почему»</w:t>
            </w:r>
          </w:p>
        </w:tc>
        <w:tc>
          <w:tcPr>
            <w:tcW w:w="2776" w:type="dxa"/>
          </w:tcPr>
          <w:p w:rsidR="00E56B32" w:rsidRPr="00B61CF3" w:rsidRDefault="00E56B32" w:rsidP="00B61CF3">
            <w:pPr>
              <w:spacing w:line="276" w:lineRule="auto"/>
              <w:jc w:val="center"/>
              <w:rPr>
                <w:color w:val="000000"/>
              </w:rPr>
            </w:pPr>
            <w:r w:rsidRPr="00B61CF3">
              <w:rPr>
                <w:color w:val="000000"/>
              </w:rPr>
              <w:t>Смотрят слайд –шоу, угадывают страну. Отвечают на вопросы учителя.</w:t>
            </w:r>
          </w:p>
          <w:p w:rsidR="00E56B32" w:rsidRPr="00B61CF3" w:rsidRDefault="00E56B32" w:rsidP="00B61CF3">
            <w:pPr>
              <w:spacing w:line="360" w:lineRule="auto"/>
              <w:rPr>
                <w:sz w:val="22"/>
                <w:szCs w:val="22"/>
              </w:rPr>
            </w:pPr>
            <w:r w:rsidRPr="00B61CF3">
              <w:rPr>
                <w:sz w:val="22"/>
                <w:szCs w:val="22"/>
              </w:rPr>
              <w:t xml:space="preserve">Записывают в тетрадь тему урока. </w:t>
            </w:r>
          </w:p>
          <w:p w:rsidR="00E56B32" w:rsidRPr="00B61CF3" w:rsidRDefault="00E56B32" w:rsidP="00B61CF3">
            <w:pPr>
              <w:spacing w:line="276" w:lineRule="auto"/>
              <w:jc w:val="center"/>
              <w:rPr>
                <w:color w:val="000000"/>
              </w:rPr>
            </w:pPr>
          </w:p>
          <w:p w:rsidR="00E56B32" w:rsidRPr="00B61CF3" w:rsidRDefault="00E56B32" w:rsidP="00B61CF3">
            <w:pPr>
              <w:spacing w:line="276" w:lineRule="auto"/>
              <w:jc w:val="center"/>
              <w:rPr>
                <w:color w:val="000000"/>
              </w:rPr>
            </w:pPr>
            <w:r w:rsidRPr="00B61CF3">
              <w:rPr>
                <w:color w:val="000000"/>
              </w:rPr>
              <w:t>Зачитывают вслух пункты плана.</w:t>
            </w:r>
          </w:p>
        </w:tc>
        <w:tc>
          <w:tcPr>
            <w:tcW w:w="3097" w:type="dxa"/>
          </w:tcPr>
          <w:p w:rsidR="00E56B32" w:rsidRPr="00B61CF3" w:rsidRDefault="00E56B32" w:rsidP="004E4FFD">
            <w:pPr>
              <w:pStyle w:val="NoSpacing"/>
              <w:rPr>
                <w:rFonts w:ascii="Times New Roman" w:hAnsi="Times New Roman"/>
                <w:i/>
                <w:sz w:val="24"/>
                <w:szCs w:val="24"/>
              </w:rPr>
            </w:pPr>
            <w:r w:rsidRPr="00B61CF3">
              <w:rPr>
                <w:rFonts w:ascii="Times New Roman" w:hAnsi="Times New Roman"/>
                <w:i/>
                <w:sz w:val="24"/>
                <w:szCs w:val="24"/>
              </w:rPr>
              <w:t>Регулятивные :</w:t>
            </w:r>
          </w:p>
          <w:p w:rsidR="00E56B32" w:rsidRPr="004E4FFD" w:rsidRDefault="00E56B32" w:rsidP="004E4FFD">
            <w:r w:rsidRPr="004E4FFD">
              <w:t>постановка и формулирование цели предстоящей учебной деятельности – индивидуальной и коллективной</w:t>
            </w:r>
          </w:p>
          <w:p w:rsidR="00E56B32" w:rsidRPr="00B61CF3" w:rsidRDefault="00E56B32" w:rsidP="00B61CF3">
            <w:pPr>
              <w:pStyle w:val="NoSpacing"/>
              <w:tabs>
                <w:tab w:val="left" w:pos="405"/>
                <w:tab w:val="left" w:pos="709"/>
              </w:tabs>
              <w:rPr>
                <w:rFonts w:ascii="Times New Roman" w:hAnsi="Times New Roman"/>
                <w:sz w:val="24"/>
                <w:szCs w:val="24"/>
              </w:rPr>
            </w:pPr>
            <w:r w:rsidRPr="00B61CF3">
              <w:rPr>
                <w:rFonts w:ascii="Times New Roman" w:hAnsi="Times New Roman"/>
                <w:sz w:val="24"/>
                <w:szCs w:val="24"/>
              </w:rPr>
              <w:t>и  др.</w:t>
            </w:r>
          </w:p>
          <w:p w:rsidR="00E56B32" w:rsidRPr="00B61CF3" w:rsidRDefault="00E56B32" w:rsidP="00B61CF3">
            <w:pPr>
              <w:pStyle w:val="NoSpacing"/>
              <w:tabs>
                <w:tab w:val="left" w:pos="405"/>
              </w:tabs>
              <w:rPr>
                <w:rFonts w:ascii="Times New Roman" w:hAnsi="Times New Roman"/>
                <w:i/>
                <w:sz w:val="24"/>
                <w:szCs w:val="24"/>
              </w:rPr>
            </w:pPr>
            <w:r w:rsidRPr="00B61CF3">
              <w:rPr>
                <w:rFonts w:ascii="Times New Roman" w:hAnsi="Times New Roman"/>
                <w:i/>
                <w:sz w:val="24"/>
                <w:szCs w:val="24"/>
              </w:rPr>
              <w:t>Познавательные (общеучебные и логические):</w:t>
            </w:r>
          </w:p>
          <w:p w:rsidR="00E56B32" w:rsidRPr="004E4FFD" w:rsidRDefault="00E56B32" w:rsidP="004E4FFD">
            <w:r w:rsidRPr="004E4FFD">
              <w:t>определять проблему, цели;</w:t>
            </w:r>
          </w:p>
          <w:p w:rsidR="00E56B32" w:rsidRPr="00B61CF3" w:rsidRDefault="00E56B32" w:rsidP="00B61CF3">
            <w:pPr>
              <w:pStyle w:val="NoSpacing"/>
              <w:tabs>
                <w:tab w:val="left" w:pos="405"/>
                <w:tab w:val="left" w:pos="709"/>
              </w:tabs>
              <w:rPr>
                <w:rFonts w:ascii="Times New Roman" w:hAnsi="Times New Roman"/>
                <w:sz w:val="24"/>
                <w:szCs w:val="24"/>
              </w:rPr>
            </w:pPr>
            <w:r w:rsidRPr="00B61CF3">
              <w:rPr>
                <w:rFonts w:ascii="Times New Roman" w:hAnsi="Times New Roman"/>
                <w:sz w:val="24"/>
                <w:szCs w:val="24"/>
              </w:rPr>
              <w:t>и  др.</w:t>
            </w:r>
          </w:p>
          <w:p w:rsidR="00E56B32" w:rsidRPr="00B61CF3" w:rsidRDefault="00E56B32" w:rsidP="00B61CF3">
            <w:pPr>
              <w:spacing w:line="276" w:lineRule="auto"/>
              <w:jc w:val="center"/>
              <w:rPr>
                <w:color w:val="000000"/>
              </w:rPr>
            </w:pPr>
          </w:p>
        </w:tc>
      </w:tr>
      <w:tr w:rsidR="00E56B32" w:rsidTr="00B61CF3">
        <w:tc>
          <w:tcPr>
            <w:tcW w:w="891" w:type="dxa"/>
          </w:tcPr>
          <w:p w:rsidR="00E56B32" w:rsidRPr="00B61CF3" w:rsidRDefault="00E56B32" w:rsidP="00B61CF3">
            <w:pPr>
              <w:spacing w:line="276" w:lineRule="auto"/>
              <w:jc w:val="center"/>
              <w:rPr>
                <w:color w:val="000000"/>
              </w:rPr>
            </w:pPr>
            <w:r w:rsidRPr="00B61CF3">
              <w:rPr>
                <w:color w:val="000000"/>
              </w:rPr>
              <w:t>3</w:t>
            </w:r>
          </w:p>
        </w:tc>
        <w:tc>
          <w:tcPr>
            <w:tcW w:w="2176" w:type="dxa"/>
          </w:tcPr>
          <w:p w:rsidR="00E56B32" w:rsidRPr="00B61CF3" w:rsidRDefault="00E56B32" w:rsidP="00B61CF3">
            <w:pPr>
              <w:spacing w:line="276" w:lineRule="auto"/>
              <w:jc w:val="center"/>
              <w:rPr>
                <w:color w:val="000000"/>
              </w:rPr>
            </w:pPr>
            <w:r w:rsidRPr="00B61CF3">
              <w:rPr>
                <w:color w:val="000000"/>
              </w:rPr>
              <w:t>Актуализация знаний (проверка домашнего задания)</w:t>
            </w:r>
          </w:p>
        </w:tc>
        <w:tc>
          <w:tcPr>
            <w:tcW w:w="2953" w:type="dxa"/>
          </w:tcPr>
          <w:p w:rsidR="00E56B32" w:rsidRPr="00B61CF3" w:rsidRDefault="00E56B32" w:rsidP="00B61CF3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B61CF3">
              <w:rPr>
                <w:sz w:val="22"/>
                <w:szCs w:val="22"/>
              </w:rPr>
              <w:t>Проверка выполнения домашнего задания. Выполнение дифференцированного тестового задания в парах по вариантам по теме «Персидская держава царя царей»</w:t>
            </w:r>
          </w:p>
          <w:p w:rsidR="00E56B32" w:rsidRPr="00B61CF3" w:rsidRDefault="00E56B32" w:rsidP="00B61CF3">
            <w:pPr>
              <w:spacing w:line="276" w:lineRule="auto"/>
              <w:jc w:val="center"/>
              <w:rPr>
                <w:color w:val="000000"/>
              </w:rPr>
            </w:pPr>
            <w:r w:rsidRPr="00B61CF3">
              <w:rPr>
                <w:sz w:val="22"/>
                <w:szCs w:val="22"/>
              </w:rPr>
              <w:t>Игра «Слово – страна»</w:t>
            </w:r>
          </w:p>
        </w:tc>
        <w:tc>
          <w:tcPr>
            <w:tcW w:w="3165" w:type="dxa"/>
          </w:tcPr>
          <w:p w:rsidR="00E56B32" w:rsidRPr="00B61CF3" w:rsidRDefault="00E56B32" w:rsidP="00B61CF3">
            <w:pPr>
              <w:spacing w:line="276" w:lineRule="auto"/>
              <w:jc w:val="center"/>
              <w:rPr>
                <w:color w:val="000000"/>
              </w:rPr>
            </w:pPr>
            <w:r w:rsidRPr="00B61CF3">
              <w:rPr>
                <w:color w:val="000000"/>
              </w:rPr>
              <w:t>Организует тестирование с взаимопроверкой по ключу.</w:t>
            </w:r>
          </w:p>
          <w:p w:rsidR="00E56B32" w:rsidRPr="00B61CF3" w:rsidRDefault="00E56B32" w:rsidP="00B61CF3">
            <w:pPr>
              <w:spacing w:line="276" w:lineRule="auto"/>
              <w:jc w:val="center"/>
              <w:rPr>
                <w:color w:val="000000"/>
              </w:rPr>
            </w:pPr>
            <w:r w:rsidRPr="00B61CF3">
              <w:rPr>
                <w:color w:val="000000"/>
              </w:rPr>
              <w:t>Проводит игру «Слово –страна»</w:t>
            </w:r>
          </w:p>
        </w:tc>
        <w:tc>
          <w:tcPr>
            <w:tcW w:w="2776" w:type="dxa"/>
          </w:tcPr>
          <w:p w:rsidR="00E56B32" w:rsidRPr="00B61CF3" w:rsidRDefault="00E56B32" w:rsidP="00B61CF3">
            <w:pPr>
              <w:spacing w:line="276" w:lineRule="auto"/>
              <w:jc w:val="center"/>
              <w:rPr>
                <w:color w:val="000000"/>
              </w:rPr>
            </w:pPr>
            <w:r w:rsidRPr="00B61CF3">
              <w:rPr>
                <w:color w:val="000000"/>
              </w:rPr>
              <w:t>Выполняют тестирование, проверяют работу соседа по парте по ключу.</w:t>
            </w:r>
          </w:p>
          <w:p w:rsidR="00E56B32" w:rsidRPr="00B61CF3" w:rsidRDefault="00E56B32" w:rsidP="00B61CF3">
            <w:pPr>
              <w:spacing w:line="276" w:lineRule="auto"/>
              <w:jc w:val="center"/>
              <w:rPr>
                <w:color w:val="000000"/>
              </w:rPr>
            </w:pPr>
            <w:r w:rsidRPr="00B61CF3">
              <w:rPr>
                <w:color w:val="000000"/>
              </w:rPr>
              <w:t>Играют в игру.</w:t>
            </w:r>
          </w:p>
        </w:tc>
        <w:tc>
          <w:tcPr>
            <w:tcW w:w="3097" w:type="dxa"/>
          </w:tcPr>
          <w:p w:rsidR="00E56B32" w:rsidRPr="00B61CF3" w:rsidRDefault="00E56B32" w:rsidP="00FB1687">
            <w:pPr>
              <w:pStyle w:val="NoSpacing"/>
              <w:rPr>
                <w:rFonts w:ascii="Times New Roman" w:hAnsi="Times New Roman"/>
                <w:i/>
                <w:sz w:val="24"/>
                <w:szCs w:val="24"/>
              </w:rPr>
            </w:pPr>
            <w:r w:rsidRPr="00B61CF3">
              <w:rPr>
                <w:rFonts w:ascii="Times New Roman" w:hAnsi="Times New Roman"/>
                <w:i/>
                <w:sz w:val="24"/>
                <w:szCs w:val="24"/>
              </w:rPr>
              <w:t>Регулятивные:</w:t>
            </w:r>
          </w:p>
          <w:p w:rsidR="00E56B32" w:rsidRPr="00B61CF3" w:rsidRDefault="00E56B32" w:rsidP="00B61CF3">
            <w:pPr>
              <w:pStyle w:val="NoSpacing"/>
              <w:tabs>
                <w:tab w:val="left" w:pos="405"/>
                <w:tab w:val="left" w:pos="709"/>
              </w:tabs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B61CF3">
              <w:rPr>
                <w:rFonts w:ascii="Times New Roman" w:hAnsi="Times New Roman"/>
                <w:sz w:val="24"/>
                <w:szCs w:val="24"/>
              </w:rPr>
              <w:t>планирование последовательности деятельности, прогнозирование её  результатов);</w:t>
            </w:r>
          </w:p>
          <w:p w:rsidR="00E56B32" w:rsidRPr="00B61CF3" w:rsidRDefault="00E56B32" w:rsidP="00B61CF3">
            <w:pPr>
              <w:pStyle w:val="NoSpacing"/>
              <w:tabs>
                <w:tab w:val="left" w:pos="405"/>
              </w:tabs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B61CF3">
              <w:rPr>
                <w:rFonts w:ascii="Times New Roman" w:hAnsi="Times New Roman"/>
                <w:sz w:val="24"/>
                <w:szCs w:val="24"/>
              </w:rPr>
              <w:t>контролировать и оценивать достигнутые результаты своей и чужой деятельности и адекватно формулировать их в устной и письменной форме; вносить необходимую коррекцию в процессе деятельности;</w:t>
            </w:r>
          </w:p>
          <w:p w:rsidR="00E56B32" w:rsidRPr="00B61CF3" w:rsidRDefault="00E56B32" w:rsidP="00B61CF3">
            <w:pPr>
              <w:pStyle w:val="NoSpacing"/>
              <w:tabs>
                <w:tab w:val="left" w:pos="405"/>
              </w:tabs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B61CF3">
              <w:rPr>
                <w:rFonts w:ascii="Times New Roman" w:hAnsi="Times New Roman"/>
                <w:sz w:val="24"/>
                <w:szCs w:val="24"/>
              </w:rPr>
              <w:t>волевая саморегуляция (способность к преодолению препятствий).</w:t>
            </w:r>
          </w:p>
          <w:p w:rsidR="00E56B32" w:rsidRPr="00B61CF3" w:rsidRDefault="00E56B32" w:rsidP="00B61CF3">
            <w:pPr>
              <w:pStyle w:val="NoSpacing"/>
              <w:tabs>
                <w:tab w:val="left" w:pos="405"/>
                <w:tab w:val="left" w:pos="709"/>
              </w:tabs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B61CF3">
              <w:rPr>
                <w:rFonts w:ascii="Times New Roman" w:hAnsi="Times New Roman"/>
                <w:sz w:val="24"/>
                <w:szCs w:val="24"/>
              </w:rPr>
              <w:t>и  др.</w:t>
            </w:r>
          </w:p>
          <w:p w:rsidR="00E56B32" w:rsidRPr="00B61CF3" w:rsidRDefault="00E56B32" w:rsidP="00B61CF3">
            <w:pPr>
              <w:pStyle w:val="NoSpacing"/>
              <w:tabs>
                <w:tab w:val="left" w:pos="285"/>
              </w:tabs>
              <w:rPr>
                <w:rFonts w:ascii="Times New Roman" w:hAnsi="Times New Roman"/>
                <w:i/>
                <w:sz w:val="24"/>
                <w:szCs w:val="24"/>
              </w:rPr>
            </w:pPr>
            <w:r w:rsidRPr="00B61CF3">
              <w:rPr>
                <w:rFonts w:ascii="Times New Roman" w:hAnsi="Times New Roman"/>
                <w:i/>
                <w:sz w:val="24"/>
                <w:szCs w:val="24"/>
              </w:rPr>
              <w:t>Коммуникативные:</w:t>
            </w:r>
          </w:p>
          <w:p w:rsidR="00E56B32" w:rsidRPr="00B61CF3" w:rsidRDefault="00E56B32" w:rsidP="00B61CF3">
            <w:pPr>
              <w:pStyle w:val="NoSpacing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B61CF3">
              <w:rPr>
                <w:rFonts w:ascii="Times New Roman" w:hAnsi="Times New Roman"/>
                <w:sz w:val="24"/>
                <w:szCs w:val="24"/>
              </w:rPr>
              <w:t>аргументировать свое мнение;</w:t>
            </w:r>
          </w:p>
          <w:p w:rsidR="00E56B32" w:rsidRPr="00B61CF3" w:rsidRDefault="00E56B32" w:rsidP="00B61CF3">
            <w:pPr>
              <w:pStyle w:val="NoSpacing"/>
              <w:tabs>
                <w:tab w:val="left" w:pos="405"/>
                <w:tab w:val="left" w:pos="709"/>
              </w:tabs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B61CF3">
              <w:rPr>
                <w:rFonts w:ascii="Times New Roman" w:hAnsi="Times New Roman"/>
                <w:sz w:val="24"/>
                <w:szCs w:val="24"/>
              </w:rPr>
              <w:t>и  др.</w:t>
            </w:r>
          </w:p>
          <w:p w:rsidR="00E56B32" w:rsidRPr="00B61CF3" w:rsidRDefault="00E56B32" w:rsidP="00B61CF3">
            <w:pPr>
              <w:pStyle w:val="NoSpacing"/>
              <w:tabs>
                <w:tab w:val="left" w:pos="405"/>
              </w:tabs>
              <w:rPr>
                <w:rFonts w:ascii="Times New Roman" w:hAnsi="Times New Roman"/>
                <w:i/>
                <w:sz w:val="24"/>
                <w:szCs w:val="24"/>
              </w:rPr>
            </w:pPr>
            <w:r w:rsidRPr="00B61CF3">
              <w:rPr>
                <w:rFonts w:ascii="Times New Roman" w:hAnsi="Times New Roman"/>
                <w:i/>
                <w:sz w:val="24"/>
                <w:szCs w:val="24"/>
              </w:rPr>
              <w:t>Познавательные (общеучебные и логические):</w:t>
            </w:r>
          </w:p>
          <w:p w:rsidR="00E56B32" w:rsidRPr="00B61CF3" w:rsidRDefault="00E56B32" w:rsidP="00B61CF3">
            <w:pPr>
              <w:pStyle w:val="NoSpacing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B61CF3">
              <w:rPr>
                <w:rFonts w:ascii="Times New Roman" w:hAnsi="Times New Roman"/>
                <w:sz w:val="24"/>
                <w:szCs w:val="24"/>
              </w:rPr>
              <w:t>перерабатывать, систематизировать информацию и предъявлять её разными способами</w:t>
            </w:r>
          </w:p>
          <w:p w:rsidR="00E56B32" w:rsidRPr="00B61CF3" w:rsidRDefault="00E56B32" w:rsidP="00B61CF3">
            <w:pPr>
              <w:pStyle w:val="NoSpacing"/>
              <w:tabs>
                <w:tab w:val="left" w:pos="405"/>
                <w:tab w:val="left" w:pos="709"/>
              </w:tabs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B61CF3">
              <w:rPr>
                <w:rFonts w:ascii="Times New Roman" w:hAnsi="Times New Roman"/>
                <w:sz w:val="24"/>
                <w:szCs w:val="24"/>
              </w:rPr>
              <w:t>и  др.</w:t>
            </w:r>
          </w:p>
          <w:p w:rsidR="00E56B32" w:rsidRPr="00B61CF3" w:rsidRDefault="00E56B32" w:rsidP="00B61CF3">
            <w:pPr>
              <w:spacing w:line="276" w:lineRule="auto"/>
              <w:rPr>
                <w:i/>
                <w:color w:val="000000"/>
              </w:rPr>
            </w:pPr>
          </w:p>
        </w:tc>
      </w:tr>
      <w:tr w:rsidR="00E56B32" w:rsidTr="00B61CF3">
        <w:tc>
          <w:tcPr>
            <w:tcW w:w="891" w:type="dxa"/>
          </w:tcPr>
          <w:p w:rsidR="00E56B32" w:rsidRPr="00B61CF3" w:rsidRDefault="00E56B32" w:rsidP="00B61CF3">
            <w:pPr>
              <w:spacing w:line="276" w:lineRule="auto"/>
              <w:jc w:val="center"/>
              <w:rPr>
                <w:color w:val="000000"/>
              </w:rPr>
            </w:pPr>
            <w:r w:rsidRPr="00B61CF3">
              <w:rPr>
                <w:color w:val="000000"/>
              </w:rPr>
              <w:t>4</w:t>
            </w:r>
          </w:p>
        </w:tc>
        <w:tc>
          <w:tcPr>
            <w:tcW w:w="2176" w:type="dxa"/>
          </w:tcPr>
          <w:p w:rsidR="00E56B32" w:rsidRPr="00B61CF3" w:rsidRDefault="00E56B32" w:rsidP="00B61CF3">
            <w:pPr>
              <w:spacing w:line="276" w:lineRule="auto"/>
              <w:jc w:val="center"/>
              <w:rPr>
                <w:color w:val="000000"/>
              </w:rPr>
            </w:pPr>
            <w:r w:rsidRPr="00B61CF3">
              <w:rPr>
                <w:color w:val="000000"/>
              </w:rPr>
              <w:t>Первичное усвоение новых знаний</w:t>
            </w:r>
          </w:p>
        </w:tc>
        <w:tc>
          <w:tcPr>
            <w:tcW w:w="2953" w:type="dxa"/>
          </w:tcPr>
          <w:p w:rsidR="00E56B32" w:rsidRPr="00B61CF3" w:rsidRDefault="00E56B32" w:rsidP="00B61CF3">
            <w:pPr>
              <w:spacing w:line="360" w:lineRule="auto"/>
              <w:rPr>
                <w:sz w:val="22"/>
                <w:szCs w:val="22"/>
              </w:rPr>
            </w:pPr>
            <w:r w:rsidRPr="00B61CF3">
              <w:rPr>
                <w:sz w:val="22"/>
                <w:szCs w:val="22"/>
              </w:rPr>
              <w:t xml:space="preserve">Изучение  нового материала с использованием мультимедийного ряда </w:t>
            </w:r>
            <w:r w:rsidRPr="00B61CF3">
              <w:rPr>
                <w:sz w:val="22"/>
                <w:szCs w:val="22"/>
                <w:lang w:val="en-US"/>
              </w:rPr>
              <w:t>Power</w:t>
            </w:r>
            <w:r w:rsidRPr="00B61CF3">
              <w:rPr>
                <w:sz w:val="22"/>
                <w:szCs w:val="22"/>
              </w:rPr>
              <w:t xml:space="preserve"> </w:t>
            </w:r>
            <w:r w:rsidRPr="00B61CF3">
              <w:rPr>
                <w:sz w:val="22"/>
                <w:szCs w:val="22"/>
                <w:lang w:val="en-US"/>
              </w:rPr>
              <w:t>Point</w:t>
            </w:r>
            <w:r w:rsidRPr="00B61CF3">
              <w:rPr>
                <w:sz w:val="22"/>
                <w:szCs w:val="22"/>
              </w:rPr>
              <w:t xml:space="preserve"> , текста учебника, текста дополнительного материала, карт, в постоянном диалоге с учащимися </w:t>
            </w:r>
          </w:p>
          <w:p w:rsidR="00E56B32" w:rsidRPr="00B61CF3" w:rsidRDefault="00E56B32" w:rsidP="00B61CF3">
            <w:pPr>
              <w:spacing w:line="276" w:lineRule="auto"/>
              <w:jc w:val="center"/>
              <w:rPr>
                <w:color w:val="000000"/>
              </w:rPr>
            </w:pPr>
          </w:p>
        </w:tc>
        <w:tc>
          <w:tcPr>
            <w:tcW w:w="3165" w:type="dxa"/>
          </w:tcPr>
          <w:p w:rsidR="00E56B32" w:rsidRPr="00B61CF3" w:rsidRDefault="00E56B32" w:rsidP="00B61CF3">
            <w:pPr>
              <w:spacing w:line="276" w:lineRule="auto"/>
              <w:jc w:val="center"/>
              <w:rPr>
                <w:color w:val="000000"/>
              </w:rPr>
            </w:pPr>
            <w:r w:rsidRPr="00B61CF3">
              <w:rPr>
                <w:color w:val="000000"/>
              </w:rPr>
              <w:t>Рассказывает о местоположении и природных условиях Древней Индии, сопровождая свой рассказ показом на карте и в слайдах презентации.</w:t>
            </w:r>
          </w:p>
          <w:p w:rsidR="00E56B32" w:rsidRPr="00B61CF3" w:rsidRDefault="00E56B32" w:rsidP="00B61CF3">
            <w:pPr>
              <w:spacing w:line="276" w:lineRule="auto"/>
              <w:jc w:val="center"/>
              <w:rPr>
                <w:color w:val="000000"/>
              </w:rPr>
            </w:pPr>
            <w:r w:rsidRPr="00B61CF3">
              <w:rPr>
                <w:color w:val="000000"/>
              </w:rPr>
              <w:t>Вызывает детей к карте с заданием показать полуостров  Индостан, горы Гималаи, реки Инд и Ганг.</w:t>
            </w:r>
          </w:p>
          <w:p w:rsidR="00E56B32" w:rsidRPr="00B61CF3" w:rsidRDefault="00E56B32" w:rsidP="00B61CF3">
            <w:pPr>
              <w:spacing w:line="276" w:lineRule="auto"/>
              <w:jc w:val="center"/>
              <w:rPr>
                <w:color w:val="000000"/>
              </w:rPr>
            </w:pPr>
            <w:r w:rsidRPr="00B61CF3">
              <w:rPr>
                <w:color w:val="000000"/>
              </w:rPr>
              <w:t xml:space="preserve">Организует самостоятельную работу детей с текстом дополнительного материала и текстом учебника и дальнейшую работу по прочитанному </w:t>
            </w:r>
          </w:p>
        </w:tc>
        <w:tc>
          <w:tcPr>
            <w:tcW w:w="2776" w:type="dxa"/>
          </w:tcPr>
          <w:p w:rsidR="00E56B32" w:rsidRPr="00B61CF3" w:rsidRDefault="00E56B32" w:rsidP="00B61CF3">
            <w:pPr>
              <w:spacing w:line="360" w:lineRule="auto"/>
              <w:rPr>
                <w:sz w:val="22"/>
                <w:szCs w:val="22"/>
              </w:rPr>
            </w:pPr>
            <w:r w:rsidRPr="00B61CF3">
              <w:rPr>
                <w:color w:val="000000"/>
              </w:rPr>
              <w:t xml:space="preserve">Слушают рассказ учителя, </w:t>
            </w:r>
            <w:r w:rsidRPr="00B61CF3">
              <w:rPr>
                <w:sz w:val="22"/>
                <w:szCs w:val="22"/>
              </w:rPr>
              <w:t>отвечают на вопросы учителя, активно работают с картой.</w:t>
            </w:r>
          </w:p>
          <w:p w:rsidR="00E56B32" w:rsidRPr="00B61CF3" w:rsidRDefault="00E56B32" w:rsidP="00B61CF3">
            <w:pPr>
              <w:spacing w:line="360" w:lineRule="auto"/>
              <w:rPr>
                <w:sz w:val="22"/>
                <w:szCs w:val="22"/>
              </w:rPr>
            </w:pPr>
            <w:r w:rsidRPr="00B61CF3">
              <w:rPr>
                <w:sz w:val="22"/>
                <w:szCs w:val="22"/>
              </w:rPr>
              <w:t>Самостоятельно изучают текст отрывка из поэмы «Махабхарата» и текстом п. 2 учебника. Отвечают на вопросы учителя по прочитанному.</w:t>
            </w:r>
          </w:p>
          <w:p w:rsidR="00E56B32" w:rsidRPr="00B61CF3" w:rsidRDefault="00E56B32" w:rsidP="00B61CF3">
            <w:pPr>
              <w:spacing w:line="276" w:lineRule="auto"/>
              <w:jc w:val="center"/>
              <w:rPr>
                <w:color w:val="000000"/>
              </w:rPr>
            </w:pPr>
          </w:p>
        </w:tc>
        <w:tc>
          <w:tcPr>
            <w:tcW w:w="3097" w:type="dxa"/>
          </w:tcPr>
          <w:p w:rsidR="00E56B32" w:rsidRPr="00B61CF3" w:rsidRDefault="00E56B32" w:rsidP="00B91714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61CF3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Предметные цели</w:t>
            </w:r>
            <w:r w:rsidRPr="00B61CF3">
              <w:rPr>
                <w:rFonts w:ascii="Times New Roman" w:hAnsi="Times New Roman"/>
                <w:bCs/>
                <w:sz w:val="24"/>
                <w:szCs w:val="24"/>
              </w:rPr>
              <w:t xml:space="preserve"> – формирование у учащихся конкретных знаний (понятий, правил, законов), умений объяснять и применять эти знания, действовать продуктивно в изучаемой области. </w:t>
            </w:r>
          </w:p>
          <w:p w:rsidR="00E56B32" w:rsidRPr="00B61CF3" w:rsidRDefault="00E56B32" w:rsidP="00B91714">
            <w:pPr>
              <w:pStyle w:val="NoSpacing"/>
              <w:rPr>
                <w:rFonts w:ascii="Times New Roman" w:hAnsi="Times New Roman"/>
                <w:i/>
                <w:sz w:val="24"/>
                <w:szCs w:val="24"/>
              </w:rPr>
            </w:pPr>
            <w:r w:rsidRPr="00B61CF3">
              <w:rPr>
                <w:rFonts w:ascii="Times New Roman" w:hAnsi="Times New Roman"/>
                <w:i/>
                <w:sz w:val="24"/>
                <w:szCs w:val="24"/>
              </w:rPr>
              <w:t>Регулятивные:</w:t>
            </w:r>
          </w:p>
          <w:p w:rsidR="00E56B32" w:rsidRPr="00B61CF3" w:rsidRDefault="00E56B32" w:rsidP="00B61CF3">
            <w:pPr>
              <w:pStyle w:val="NoSpacing"/>
              <w:tabs>
                <w:tab w:val="left" w:pos="405"/>
              </w:tabs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B61CF3">
              <w:rPr>
                <w:rFonts w:ascii="Times New Roman" w:hAnsi="Times New Roman"/>
                <w:sz w:val="24"/>
                <w:szCs w:val="24"/>
              </w:rPr>
              <w:t>волевая саморегуляция (способность к преодолению препятствий).</w:t>
            </w:r>
          </w:p>
          <w:p w:rsidR="00E56B32" w:rsidRPr="00B91714" w:rsidRDefault="00E56B32" w:rsidP="00B91714"/>
          <w:p w:rsidR="00E56B32" w:rsidRPr="00B61CF3" w:rsidRDefault="00E56B32" w:rsidP="00B61CF3">
            <w:pPr>
              <w:pStyle w:val="NoSpacing"/>
              <w:tabs>
                <w:tab w:val="left" w:pos="405"/>
              </w:tabs>
              <w:rPr>
                <w:rFonts w:ascii="Times New Roman" w:hAnsi="Times New Roman"/>
                <w:sz w:val="24"/>
                <w:szCs w:val="24"/>
              </w:rPr>
            </w:pPr>
            <w:r w:rsidRPr="00B61CF3">
              <w:rPr>
                <w:rFonts w:ascii="Times New Roman" w:hAnsi="Times New Roman"/>
                <w:i/>
                <w:sz w:val="24"/>
                <w:szCs w:val="24"/>
              </w:rPr>
              <w:t xml:space="preserve">Познавательные: </w:t>
            </w:r>
            <w:r w:rsidRPr="00B61CF3">
              <w:rPr>
                <w:rFonts w:ascii="Times New Roman" w:hAnsi="Times New Roman"/>
                <w:sz w:val="24"/>
                <w:szCs w:val="24"/>
              </w:rPr>
              <w:t>(общеучебные и логические):</w:t>
            </w:r>
          </w:p>
          <w:p w:rsidR="00E56B32" w:rsidRPr="00B61CF3" w:rsidRDefault="00E56B32" w:rsidP="00B61CF3">
            <w:pPr>
              <w:pStyle w:val="NoSpacing"/>
              <w:ind w:left="720"/>
              <w:rPr>
                <w:rFonts w:ascii="Times New Roman" w:hAnsi="Times New Roman"/>
                <w:sz w:val="24"/>
                <w:szCs w:val="24"/>
              </w:rPr>
            </w:pPr>
            <w:r w:rsidRPr="00B61CF3">
              <w:rPr>
                <w:rFonts w:ascii="Times New Roman" w:hAnsi="Times New Roman"/>
                <w:sz w:val="24"/>
                <w:szCs w:val="24"/>
              </w:rPr>
              <w:t>строить логическую цепь рассуждения (выдвижение тезиса, гипотезы, их обоснование, подбор аргументации и др.);</w:t>
            </w:r>
          </w:p>
          <w:p w:rsidR="00E56B32" w:rsidRPr="00B91714" w:rsidRDefault="00E56B32" w:rsidP="00B61CF3">
            <w:pPr>
              <w:pStyle w:val="ListParagraph"/>
              <w:ind w:left="360"/>
            </w:pPr>
            <w:r w:rsidRPr="00B91714">
              <w:t>наблюдение</w:t>
            </w:r>
          </w:p>
          <w:p w:rsidR="00E56B32" w:rsidRPr="00B91714" w:rsidRDefault="00E56B32" w:rsidP="00B61CF3">
            <w:pPr>
              <w:pStyle w:val="ListParagraph"/>
              <w:ind w:left="175"/>
            </w:pPr>
            <w:r w:rsidRPr="00B91714">
              <w:t>слушание</w:t>
            </w:r>
          </w:p>
          <w:p w:rsidR="00E56B32" w:rsidRPr="00B91714" w:rsidRDefault="00E56B32" w:rsidP="00B61CF3">
            <w:pPr>
              <w:jc w:val="center"/>
            </w:pPr>
            <w:r w:rsidRPr="00B91714">
              <w:t>и др.</w:t>
            </w:r>
          </w:p>
          <w:p w:rsidR="00E56B32" w:rsidRPr="00B61CF3" w:rsidRDefault="00E56B32" w:rsidP="00B61CF3">
            <w:pPr>
              <w:pStyle w:val="NoSpacing"/>
              <w:tabs>
                <w:tab w:val="left" w:pos="285"/>
              </w:tabs>
              <w:rPr>
                <w:rFonts w:ascii="Times New Roman" w:hAnsi="Times New Roman"/>
                <w:i/>
                <w:sz w:val="24"/>
                <w:szCs w:val="24"/>
              </w:rPr>
            </w:pPr>
            <w:r w:rsidRPr="00B61CF3">
              <w:rPr>
                <w:rFonts w:ascii="Times New Roman" w:hAnsi="Times New Roman"/>
                <w:i/>
                <w:sz w:val="24"/>
                <w:szCs w:val="24"/>
              </w:rPr>
              <w:t>Коммуникативные УУД:</w:t>
            </w:r>
          </w:p>
          <w:p w:rsidR="00E56B32" w:rsidRPr="00B61CF3" w:rsidRDefault="00E56B32" w:rsidP="00B61CF3">
            <w:pPr>
              <w:pStyle w:val="NoSpacing"/>
              <w:ind w:left="720"/>
              <w:rPr>
                <w:rFonts w:ascii="Times New Roman" w:hAnsi="Times New Roman"/>
                <w:sz w:val="24"/>
                <w:szCs w:val="24"/>
              </w:rPr>
            </w:pPr>
            <w:r w:rsidRPr="00B61CF3">
              <w:rPr>
                <w:rFonts w:ascii="Times New Roman" w:hAnsi="Times New Roman"/>
                <w:sz w:val="24"/>
                <w:szCs w:val="24"/>
              </w:rPr>
              <w:t xml:space="preserve">владеть всеми видами деятельности; </w:t>
            </w:r>
          </w:p>
          <w:p w:rsidR="00E56B32" w:rsidRPr="00B61CF3" w:rsidRDefault="00E56B32" w:rsidP="00B61CF3">
            <w:pPr>
              <w:pStyle w:val="NoSpacing"/>
              <w:ind w:left="720"/>
              <w:rPr>
                <w:rFonts w:ascii="Times New Roman" w:hAnsi="Times New Roman"/>
                <w:sz w:val="24"/>
                <w:szCs w:val="24"/>
              </w:rPr>
            </w:pPr>
            <w:r w:rsidRPr="00B61CF3">
              <w:rPr>
                <w:rFonts w:ascii="Times New Roman" w:hAnsi="Times New Roman"/>
                <w:sz w:val="24"/>
                <w:szCs w:val="24"/>
              </w:rPr>
              <w:t>вступать в диалог;</w:t>
            </w:r>
          </w:p>
          <w:p w:rsidR="00E56B32" w:rsidRPr="00B61CF3" w:rsidRDefault="00E56B32" w:rsidP="00B61CF3">
            <w:pPr>
              <w:pStyle w:val="NoSpacing"/>
              <w:ind w:left="720"/>
              <w:rPr>
                <w:rFonts w:ascii="Times New Roman" w:hAnsi="Times New Roman"/>
                <w:sz w:val="24"/>
                <w:szCs w:val="24"/>
              </w:rPr>
            </w:pPr>
            <w:r w:rsidRPr="00B61CF3">
              <w:rPr>
                <w:rFonts w:ascii="Times New Roman" w:hAnsi="Times New Roman"/>
                <w:sz w:val="24"/>
                <w:szCs w:val="24"/>
              </w:rPr>
              <w:t>участвовать в коллективном обсуждении;</w:t>
            </w:r>
          </w:p>
          <w:p w:rsidR="00E56B32" w:rsidRPr="00B61CF3" w:rsidRDefault="00E56B32" w:rsidP="00B61CF3">
            <w:pPr>
              <w:pStyle w:val="NoSpacing"/>
              <w:ind w:left="720"/>
              <w:rPr>
                <w:rFonts w:ascii="Times New Roman" w:hAnsi="Times New Roman"/>
                <w:sz w:val="24"/>
                <w:szCs w:val="24"/>
              </w:rPr>
            </w:pPr>
            <w:r w:rsidRPr="00B61CF3">
              <w:rPr>
                <w:rFonts w:ascii="Times New Roman" w:hAnsi="Times New Roman"/>
                <w:sz w:val="24"/>
                <w:szCs w:val="24"/>
              </w:rPr>
              <w:t>аргументировать свое мнение;</w:t>
            </w:r>
          </w:p>
          <w:p w:rsidR="00E56B32" w:rsidRPr="00B61CF3" w:rsidRDefault="00E56B32" w:rsidP="00B61CF3">
            <w:pPr>
              <w:pStyle w:val="NoSpacing"/>
              <w:ind w:left="720"/>
              <w:rPr>
                <w:rFonts w:ascii="Times New Roman" w:hAnsi="Times New Roman"/>
                <w:sz w:val="24"/>
                <w:szCs w:val="24"/>
              </w:rPr>
            </w:pPr>
            <w:r w:rsidRPr="00B61CF3">
              <w:rPr>
                <w:rFonts w:ascii="Times New Roman" w:hAnsi="Times New Roman"/>
                <w:sz w:val="24"/>
                <w:szCs w:val="24"/>
              </w:rPr>
              <w:t>строить продуктивное взаимодействие со сверстниками и взрослыми в процессе коллективной деятельности;</w:t>
            </w:r>
          </w:p>
          <w:p w:rsidR="00E56B32" w:rsidRPr="00B61CF3" w:rsidRDefault="00E56B32" w:rsidP="00B61CF3">
            <w:pPr>
              <w:pStyle w:val="NoSpacing"/>
              <w:ind w:left="720"/>
              <w:rPr>
                <w:rFonts w:ascii="Times New Roman" w:hAnsi="Times New Roman"/>
                <w:sz w:val="24"/>
                <w:szCs w:val="24"/>
              </w:rPr>
            </w:pPr>
            <w:r w:rsidRPr="00B61CF3">
              <w:rPr>
                <w:rFonts w:ascii="Times New Roman" w:hAnsi="Times New Roman"/>
                <w:sz w:val="24"/>
                <w:szCs w:val="24"/>
              </w:rPr>
              <w:t>корректировать поведение;</w:t>
            </w:r>
          </w:p>
          <w:p w:rsidR="00E56B32" w:rsidRPr="00B61CF3" w:rsidRDefault="00E56B32" w:rsidP="00B61CF3">
            <w:pPr>
              <w:pStyle w:val="NoSpacing"/>
              <w:ind w:left="720"/>
              <w:rPr>
                <w:rFonts w:ascii="Times New Roman" w:hAnsi="Times New Roman"/>
                <w:sz w:val="24"/>
                <w:szCs w:val="24"/>
              </w:rPr>
            </w:pPr>
            <w:r w:rsidRPr="00B61CF3">
              <w:rPr>
                <w:rFonts w:ascii="Times New Roman" w:hAnsi="Times New Roman"/>
                <w:sz w:val="24"/>
                <w:szCs w:val="24"/>
              </w:rPr>
              <w:t xml:space="preserve"> осуществлять контроль; </w:t>
            </w:r>
          </w:p>
          <w:p w:rsidR="00E56B32" w:rsidRPr="00B61CF3" w:rsidRDefault="00E56B32" w:rsidP="00B61CF3">
            <w:pPr>
              <w:pStyle w:val="NoSpacing"/>
              <w:tabs>
                <w:tab w:val="left" w:pos="405"/>
                <w:tab w:val="left" w:pos="709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E56B32" w:rsidRPr="00B61CF3" w:rsidRDefault="00E56B32" w:rsidP="00B61CF3">
            <w:pPr>
              <w:spacing w:line="276" w:lineRule="auto"/>
              <w:jc w:val="center"/>
              <w:rPr>
                <w:color w:val="000000"/>
              </w:rPr>
            </w:pPr>
          </w:p>
        </w:tc>
      </w:tr>
      <w:tr w:rsidR="00E56B32" w:rsidTr="00B61CF3">
        <w:tc>
          <w:tcPr>
            <w:tcW w:w="891" w:type="dxa"/>
          </w:tcPr>
          <w:p w:rsidR="00E56B32" w:rsidRPr="00B61CF3" w:rsidRDefault="00E56B32" w:rsidP="00B61CF3">
            <w:pPr>
              <w:spacing w:line="276" w:lineRule="auto"/>
              <w:jc w:val="center"/>
              <w:rPr>
                <w:color w:val="000000"/>
              </w:rPr>
            </w:pPr>
            <w:r w:rsidRPr="00B61CF3">
              <w:rPr>
                <w:color w:val="000000"/>
              </w:rPr>
              <w:t>5</w:t>
            </w:r>
          </w:p>
        </w:tc>
        <w:tc>
          <w:tcPr>
            <w:tcW w:w="2176" w:type="dxa"/>
          </w:tcPr>
          <w:p w:rsidR="00E56B32" w:rsidRPr="00B61CF3" w:rsidRDefault="00E56B32" w:rsidP="00B61CF3">
            <w:pPr>
              <w:spacing w:line="276" w:lineRule="auto"/>
              <w:jc w:val="center"/>
              <w:rPr>
                <w:color w:val="000000"/>
              </w:rPr>
            </w:pPr>
            <w:r w:rsidRPr="00B61CF3">
              <w:rPr>
                <w:color w:val="000000"/>
              </w:rPr>
              <w:t>Динамическая пауза</w:t>
            </w:r>
          </w:p>
        </w:tc>
        <w:tc>
          <w:tcPr>
            <w:tcW w:w="2953" w:type="dxa"/>
          </w:tcPr>
          <w:p w:rsidR="00E56B32" w:rsidRPr="00B61CF3" w:rsidRDefault="00E56B32" w:rsidP="00B61CF3">
            <w:pPr>
              <w:spacing w:line="276" w:lineRule="auto"/>
              <w:jc w:val="center"/>
              <w:rPr>
                <w:color w:val="000000"/>
              </w:rPr>
            </w:pPr>
            <w:r w:rsidRPr="00B61CF3">
              <w:rPr>
                <w:color w:val="000000"/>
              </w:rPr>
              <w:t>Проведение физминутки в виде путешествия по джунглям</w:t>
            </w:r>
          </w:p>
        </w:tc>
        <w:tc>
          <w:tcPr>
            <w:tcW w:w="3165" w:type="dxa"/>
          </w:tcPr>
          <w:p w:rsidR="00E56B32" w:rsidRPr="00B61CF3" w:rsidRDefault="00E56B32" w:rsidP="00B61CF3">
            <w:pPr>
              <w:spacing w:line="276" w:lineRule="auto"/>
              <w:jc w:val="center"/>
              <w:rPr>
                <w:color w:val="000000"/>
              </w:rPr>
            </w:pPr>
            <w:r w:rsidRPr="00B61CF3">
              <w:rPr>
                <w:color w:val="000000"/>
              </w:rPr>
              <w:t>Говорит текст физминутки и побуждает детей  к выполнению простейших физических упражнений</w:t>
            </w:r>
          </w:p>
        </w:tc>
        <w:tc>
          <w:tcPr>
            <w:tcW w:w="2776" w:type="dxa"/>
          </w:tcPr>
          <w:p w:rsidR="00E56B32" w:rsidRPr="00B61CF3" w:rsidRDefault="00E56B32" w:rsidP="00B61CF3">
            <w:pPr>
              <w:spacing w:line="276" w:lineRule="auto"/>
              <w:jc w:val="center"/>
              <w:rPr>
                <w:color w:val="000000"/>
              </w:rPr>
            </w:pPr>
            <w:r w:rsidRPr="00B61CF3">
              <w:rPr>
                <w:color w:val="000000"/>
              </w:rPr>
              <w:t>Выполняют движения, согласно тексту</w:t>
            </w:r>
          </w:p>
        </w:tc>
        <w:tc>
          <w:tcPr>
            <w:tcW w:w="3097" w:type="dxa"/>
          </w:tcPr>
          <w:p w:rsidR="00E56B32" w:rsidRPr="00B61CF3" w:rsidRDefault="00E56B32" w:rsidP="00B61CF3">
            <w:pPr>
              <w:spacing w:line="276" w:lineRule="auto"/>
              <w:jc w:val="center"/>
              <w:rPr>
                <w:color w:val="000000"/>
              </w:rPr>
            </w:pPr>
            <w:r w:rsidRPr="00B61CF3">
              <w:rPr>
                <w:color w:val="000000"/>
              </w:rPr>
              <w:t>Формирование ответственного отношения к своему здоровью.</w:t>
            </w:r>
          </w:p>
        </w:tc>
      </w:tr>
      <w:tr w:rsidR="00E56B32" w:rsidTr="00B61CF3">
        <w:tc>
          <w:tcPr>
            <w:tcW w:w="891" w:type="dxa"/>
          </w:tcPr>
          <w:p w:rsidR="00E56B32" w:rsidRPr="00B61CF3" w:rsidRDefault="00E56B32" w:rsidP="00B61CF3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B61CF3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2176" w:type="dxa"/>
          </w:tcPr>
          <w:p w:rsidR="00E56B32" w:rsidRPr="00B61CF3" w:rsidRDefault="00E56B32" w:rsidP="00B61CF3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B61CF3">
              <w:rPr>
                <w:color w:val="000000"/>
                <w:sz w:val="22"/>
                <w:szCs w:val="22"/>
              </w:rPr>
              <w:t>Первичная проверка понимания.</w:t>
            </w:r>
          </w:p>
        </w:tc>
        <w:tc>
          <w:tcPr>
            <w:tcW w:w="2953" w:type="dxa"/>
          </w:tcPr>
          <w:p w:rsidR="00E56B32" w:rsidRPr="00B61CF3" w:rsidRDefault="00E56B32" w:rsidP="00B61CF3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B61CF3">
              <w:rPr>
                <w:color w:val="000000"/>
                <w:sz w:val="22"/>
                <w:szCs w:val="22"/>
              </w:rPr>
              <w:t>Работа с раздаточным материалом(восстановить древний документ) с проверкой по эталону.</w:t>
            </w:r>
          </w:p>
        </w:tc>
        <w:tc>
          <w:tcPr>
            <w:tcW w:w="3165" w:type="dxa"/>
          </w:tcPr>
          <w:p w:rsidR="00E56B32" w:rsidRPr="00B61CF3" w:rsidRDefault="00E56B32" w:rsidP="00B61CF3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B61CF3">
              <w:rPr>
                <w:color w:val="000000"/>
                <w:sz w:val="22"/>
                <w:szCs w:val="22"/>
              </w:rPr>
              <w:t>Организует работу обучающихся с текстом и последующую проверку по эталону(на слайде презентации)</w:t>
            </w:r>
          </w:p>
          <w:p w:rsidR="00E56B32" w:rsidRPr="00B61CF3" w:rsidRDefault="00E56B32" w:rsidP="00B61CF3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776" w:type="dxa"/>
          </w:tcPr>
          <w:p w:rsidR="00E56B32" w:rsidRPr="00B61CF3" w:rsidRDefault="00E56B32" w:rsidP="00B61CF3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B61CF3">
              <w:rPr>
                <w:color w:val="000000"/>
                <w:sz w:val="22"/>
                <w:szCs w:val="22"/>
              </w:rPr>
              <w:t>Восстанавливают текст документа, вставляя пропущенные слова и затем сверяют полученный результат по эталону, исправляют ошибки.</w:t>
            </w:r>
          </w:p>
        </w:tc>
        <w:tc>
          <w:tcPr>
            <w:tcW w:w="3097" w:type="dxa"/>
            <w:vMerge w:val="restart"/>
          </w:tcPr>
          <w:p w:rsidR="00E56B32" w:rsidRPr="00B61CF3" w:rsidRDefault="00E56B32" w:rsidP="00852ABF">
            <w:pPr>
              <w:pStyle w:val="NoSpacing"/>
              <w:rPr>
                <w:rFonts w:ascii="Times New Roman" w:hAnsi="Times New Roman"/>
                <w:i/>
                <w:sz w:val="24"/>
                <w:szCs w:val="24"/>
              </w:rPr>
            </w:pPr>
            <w:r w:rsidRPr="00B61CF3">
              <w:rPr>
                <w:rFonts w:ascii="Times New Roman" w:hAnsi="Times New Roman"/>
                <w:i/>
                <w:sz w:val="24"/>
                <w:szCs w:val="24"/>
              </w:rPr>
              <w:t>Регулятивные:</w:t>
            </w:r>
          </w:p>
          <w:p w:rsidR="00E56B32" w:rsidRPr="00B61CF3" w:rsidRDefault="00E56B32" w:rsidP="00B61CF3">
            <w:pPr>
              <w:pStyle w:val="NoSpacing"/>
              <w:tabs>
                <w:tab w:val="left" w:pos="405"/>
              </w:tabs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B61CF3">
              <w:rPr>
                <w:rFonts w:ascii="Times New Roman" w:hAnsi="Times New Roman"/>
                <w:sz w:val="24"/>
                <w:szCs w:val="24"/>
              </w:rPr>
              <w:t>волевая саморегуляция (способность к преодолению препятствий);</w:t>
            </w:r>
          </w:p>
          <w:p w:rsidR="00E56B32" w:rsidRPr="00B61CF3" w:rsidRDefault="00E56B32" w:rsidP="00B61CF3">
            <w:pPr>
              <w:pStyle w:val="NoSpacing"/>
              <w:tabs>
                <w:tab w:val="left" w:pos="405"/>
              </w:tabs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B61CF3">
              <w:rPr>
                <w:rFonts w:ascii="Times New Roman" w:hAnsi="Times New Roman"/>
                <w:sz w:val="24"/>
                <w:szCs w:val="24"/>
              </w:rPr>
              <w:t>контролировать и оценивать достигнутые результаты своей и чужой деятельности и адекватно формулировать их в устной и письменной форме; вносить необходимую коррекцию в процессе деятельности;</w:t>
            </w:r>
          </w:p>
          <w:p w:rsidR="00E56B32" w:rsidRPr="00B61CF3" w:rsidRDefault="00E56B32" w:rsidP="00B61CF3">
            <w:pPr>
              <w:pStyle w:val="NoSpacing"/>
              <w:tabs>
                <w:tab w:val="left" w:pos="33"/>
              </w:tabs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B61CF3">
              <w:rPr>
                <w:rFonts w:ascii="Times New Roman" w:hAnsi="Times New Roman"/>
                <w:sz w:val="24"/>
                <w:szCs w:val="24"/>
              </w:rPr>
              <w:t>самоконтроль.</w:t>
            </w:r>
          </w:p>
          <w:p w:rsidR="00E56B32" w:rsidRPr="00B61CF3" w:rsidRDefault="00E56B32" w:rsidP="00B61CF3">
            <w:pPr>
              <w:pStyle w:val="NoSpacing"/>
              <w:tabs>
                <w:tab w:val="left" w:pos="405"/>
              </w:tabs>
              <w:rPr>
                <w:rFonts w:ascii="Times New Roman" w:hAnsi="Times New Roman"/>
                <w:i/>
                <w:sz w:val="24"/>
                <w:szCs w:val="24"/>
              </w:rPr>
            </w:pPr>
            <w:r w:rsidRPr="00B61CF3">
              <w:rPr>
                <w:rFonts w:ascii="Times New Roman" w:hAnsi="Times New Roman"/>
                <w:i/>
                <w:sz w:val="24"/>
                <w:szCs w:val="24"/>
              </w:rPr>
              <w:t>Познавательные УУД (общеучебные и логические):</w:t>
            </w:r>
          </w:p>
          <w:p w:rsidR="00E56B32" w:rsidRPr="00B61CF3" w:rsidRDefault="00E56B32" w:rsidP="00B61CF3">
            <w:pPr>
              <w:pStyle w:val="NoSpacing"/>
              <w:ind w:left="317"/>
              <w:rPr>
                <w:rFonts w:ascii="Times New Roman" w:hAnsi="Times New Roman"/>
                <w:sz w:val="24"/>
                <w:szCs w:val="24"/>
              </w:rPr>
            </w:pPr>
            <w:r w:rsidRPr="00B61CF3">
              <w:rPr>
                <w:rFonts w:ascii="Times New Roman" w:hAnsi="Times New Roman"/>
                <w:sz w:val="24"/>
                <w:szCs w:val="24"/>
              </w:rPr>
              <w:t>выполнять логические операции: сравнение, анализ, синтез, обобщение, классификация, установление аналогий, подведение под понятие ;</w:t>
            </w:r>
          </w:p>
          <w:p w:rsidR="00E56B32" w:rsidRPr="00B61CF3" w:rsidRDefault="00E56B32" w:rsidP="00B61CF3">
            <w:pPr>
              <w:pStyle w:val="NoSpacing"/>
              <w:tabs>
                <w:tab w:val="left" w:pos="285"/>
              </w:tabs>
              <w:rPr>
                <w:rFonts w:ascii="Times New Roman" w:hAnsi="Times New Roman"/>
                <w:i/>
                <w:sz w:val="24"/>
                <w:szCs w:val="24"/>
              </w:rPr>
            </w:pPr>
            <w:r w:rsidRPr="00B61CF3">
              <w:rPr>
                <w:rFonts w:ascii="Times New Roman" w:hAnsi="Times New Roman"/>
                <w:i/>
                <w:sz w:val="24"/>
                <w:szCs w:val="24"/>
              </w:rPr>
              <w:t>Коммуникативные :</w:t>
            </w:r>
          </w:p>
          <w:p w:rsidR="00E56B32" w:rsidRPr="00B61CF3" w:rsidRDefault="00E56B32" w:rsidP="00B61CF3">
            <w:pPr>
              <w:pStyle w:val="NoSpacing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B61CF3">
              <w:rPr>
                <w:rFonts w:ascii="Times New Roman" w:hAnsi="Times New Roman"/>
                <w:sz w:val="24"/>
                <w:szCs w:val="24"/>
              </w:rPr>
              <w:t>участвовать в коллективном обсуждении;</w:t>
            </w:r>
          </w:p>
          <w:p w:rsidR="00E56B32" w:rsidRPr="00B61CF3" w:rsidRDefault="00E56B32" w:rsidP="00B61CF3">
            <w:pPr>
              <w:pStyle w:val="NoSpacing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B61CF3">
              <w:rPr>
                <w:rFonts w:ascii="Times New Roman" w:hAnsi="Times New Roman"/>
                <w:sz w:val="24"/>
                <w:szCs w:val="24"/>
              </w:rPr>
              <w:t>аргументировать свое мнение;</w:t>
            </w:r>
          </w:p>
          <w:p w:rsidR="00E56B32" w:rsidRPr="00B61CF3" w:rsidRDefault="00E56B32" w:rsidP="00B61CF3">
            <w:pPr>
              <w:pStyle w:val="NoSpacing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B61CF3">
              <w:rPr>
                <w:rFonts w:ascii="Times New Roman" w:hAnsi="Times New Roman"/>
                <w:sz w:val="24"/>
                <w:szCs w:val="24"/>
              </w:rPr>
              <w:t xml:space="preserve">осуществлять контроль; </w:t>
            </w:r>
          </w:p>
          <w:p w:rsidR="00E56B32" w:rsidRPr="00B61CF3" w:rsidRDefault="00E56B32" w:rsidP="00B61CF3">
            <w:pPr>
              <w:suppressAutoHyphens/>
              <w:rPr>
                <w:bCs/>
                <w:i/>
                <w:sz w:val="22"/>
                <w:szCs w:val="22"/>
              </w:rPr>
            </w:pPr>
            <w:r w:rsidRPr="00B61CF3">
              <w:rPr>
                <w:bCs/>
                <w:i/>
                <w:sz w:val="22"/>
                <w:szCs w:val="22"/>
              </w:rPr>
              <w:t xml:space="preserve">Личностные УУД </w:t>
            </w:r>
          </w:p>
          <w:p w:rsidR="00E56B32" w:rsidRPr="00B61CF3" w:rsidRDefault="00E56B32" w:rsidP="00B61CF3">
            <w:pPr>
              <w:suppressAutoHyphens/>
              <w:rPr>
                <w:bCs/>
                <w:sz w:val="22"/>
                <w:szCs w:val="22"/>
              </w:rPr>
            </w:pPr>
            <w:r w:rsidRPr="00B61CF3">
              <w:rPr>
                <w:bCs/>
                <w:sz w:val="22"/>
                <w:szCs w:val="22"/>
              </w:rPr>
              <w:t>1. Оценивать свои и чужие поступки.</w:t>
            </w:r>
          </w:p>
        </w:tc>
      </w:tr>
      <w:tr w:rsidR="00E56B32" w:rsidTr="00B61CF3">
        <w:tc>
          <w:tcPr>
            <w:tcW w:w="891" w:type="dxa"/>
          </w:tcPr>
          <w:p w:rsidR="00E56B32" w:rsidRPr="00B61CF3" w:rsidRDefault="00E56B32" w:rsidP="00B61CF3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B61CF3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2176" w:type="dxa"/>
          </w:tcPr>
          <w:p w:rsidR="00E56B32" w:rsidRPr="00B61CF3" w:rsidRDefault="00E56B32" w:rsidP="00B61CF3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B61CF3">
              <w:rPr>
                <w:color w:val="000000"/>
                <w:sz w:val="22"/>
                <w:szCs w:val="22"/>
              </w:rPr>
              <w:t xml:space="preserve">Первичное закрепление </w:t>
            </w:r>
          </w:p>
        </w:tc>
        <w:tc>
          <w:tcPr>
            <w:tcW w:w="2953" w:type="dxa"/>
          </w:tcPr>
          <w:p w:rsidR="00E56B32" w:rsidRPr="00B61CF3" w:rsidRDefault="00E56B32" w:rsidP="00B61CF3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B61CF3">
              <w:rPr>
                <w:color w:val="000000"/>
                <w:sz w:val="22"/>
                <w:szCs w:val="22"/>
              </w:rPr>
              <w:t>Выполнение задания в тетради – тренажере. Стр. 63 №81</w:t>
            </w:r>
          </w:p>
        </w:tc>
        <w:tc>
          <w:tcPr>
            <w:tcW w:w="3165" w:type="dxa"/>
          </w:tcPr>
          <w:p w:rsidR="00E56B32" w:rsidRPr="00B61CF3" w:rsidRDefault="00E56B32" w:rsidP="00B61CF3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B61CF3">
              <w:rPr>
                <w:color w:val="000000"/>
                <w:sz w:val="22"/>
                <w:szCs w:val="22"/>
              </w:rPr>
              <w:t>Организует работу обучающихся в тетради – тренажере и дальнейшую проверку</w:t>
            </w:r>
          </w:p>
        </w:tc>
        <w:tc>
          <w:tcPr>
            <w:tcW w:w="2776" w:type="dxa"/>
          </w:tcPr>
          <w:p w:rsidR="00E56B32" w:rsidRPr="00B61CF3" w:rsidRDefault="00E56B32" w:rsidP="00B61CF3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B61CF3">
              <w:rPr>
                <w:color w:val="000000"/>
                <w:sz w:val="22"/>
                <w:szCs w:val="22"/>
              </w:rPr>
              <w:t>Выполняют задание в тетради – тренажере. После выполнения- разбирают под руководством учителя правильность выполнения.</w:t>
            </w:r>
          </w:p>
        </w:tc>
        <w:tc>
          <w:tcPr>
            <w:tcW w:w="3097" w:type="dxa"/>
            <w:vMerge/>
          </w:tcPr>
          <w:p w:rsidR="00E56B32" w:rsidRPr="00B61CF3" w:rsidRDefault="00E56B32" w:rsidP="00B61CF3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E56B32" w:rsidTr="00B61CF3">
        <w:tc>
          <w:tcPr>
            <w:tcW w:w="891" w:type="dxa"/>
          </w:tcPr>
          <w:p w:rsidR="00E56B32" w:rsidRPr="00B61CF3" w:rsidRDefault="00E56B32" w:rsidP="00B61CF3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B61CF3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2176" w:type="dxa"/>
          </w:tcPr>
          <w:p w:rsidR="00E56B32" w:rsidRPr="00B61CF3" w:rsidRDefault="00E56B32" w:rsidP="00B61CF3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B61CF3">
              <w:rPr>
                <w:color w:val="000000"/>
                <w:sz w:val="22"/>
                <w:szCs w:val="22"/>
              </w:rPr>
              <w:t>Информация о домашнем задании. Инструктаж по его выполнению.</w:t>
            </w:r>
          </w:p>
        </w:tc>
        <w:tc>
          <w:tcPr>
            <w:tcW w:w="2953" w:type="dxa"/>
          </w:tcPr>
          <w:p w:rsidR="00E56B32" w:rsidRPr="00B61CF3" w:rsidRDefault="00E56B32" w:rsidP="00B61CF3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B61CF3">
              <w:rPr>
                <w:color w:val="000000"/>
                <w:sz w:val="22"/>
                <w:szCs w:val="22"/>
              </w:rPr>
              <w:t xml:space="preserve">Домашнее задание (на слайде презентации). </w:t>
            </w:r>
          </w:p>
          <w:p w:rsidR="00E56B32" w:rsidRPr="00B61CF3" w:rsidRDefault="00E56B32" w:rsidP="00B61CF3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B61CF3">
              <w:rPr>
                <w:color w:val="000000"/>
                <w:sz w:val="22"/>
                <w:szCs w:val="22"/>
              </w:rPr>
              <w:t>&amp;20 учебника, пересказ «Сказания о Раме»</w:t>
            </w:r>
          </w:p>
        </w:tc>
        <w:tc>
          <w:tcPr>
            <w:tcW w:w="3165" w:type="dxa"/>
          </w:tcPr>
          <w:p w:rsidR="00E56B32" w:rsidRPr="00B61CF3" w:rsidRDefault="00E56B32" w:rsidP="00B61CF3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B61CF3">
              <w:rPr>
                <w:color w:val="000000"/>
                <w:sz w:val="22"/>
                <w:szCs w:val="22"/>
              </w:rPr>
              <w:t>Задает домашнее задание, объясняет, где находится то или иное задание и как его нужно выполнять</w:t>
            </w:r>
          </w:p>
        </w:tc>
        <w:tc>
          <w:tcPr>
            <w:tcW w:w="2776" w:type="dxa"/>
          </w:tcPr>
          <w:p w:rsidR="00E56B32" w:rsidRPr="00B61CF3" w:rsidRDefault="00E56B32" w:rsidP="00B61CF3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B61CF3">
              <w:rPr>
                <w:color w:val="000000"/>
                <w:sz w:val="22"/>
                <w:szCs w:val="22"/>
              </w:rPr>
              <w:t>Записывают домашнее задание в дневник</w:t>
            </w:r>
          </w:p>
        </w:tc>
        <w:tc>
          <w:tcPr>
            <w:tcW w:w="3097" w:type="dxa"/>
          </w:tcPr>
          <w:p w:rsidR="00E56B32" w:rsidRPr="00B61CF3" w:rsidRDefault="00E56B32" w:rsidP="00852ABF">
            <w:pPr>
              <w:pStyle w:val="NoSpacing"/>
              <w:rPr>
                <w:rFonts w:ascii="Times New Roman" w:hAnsi="Times New Roman"/>
                <w:i/>
                <w:sz w:val="24"/>
                <w:szCs w:val="24"/>
              </w:rPr>
            </w:pPr>
            <w:r w:rsidRPr="00B61CF3">
              <w:rPr>
                <w:rFonts w:ascii="Times New Roman" w:hAnsi="Times New Roman"/>
                <w:i/>
                <w:sz w:val="24"/>
                <w:szCs w:val="24"/>
              </w:rPr>
              <w:t>Регулятивные :</w:t>
            </w:r>
          </w:p>
          <w:p w:rsidR="00E56B32" w:rsidRPr="00B61CF3" w:rsidRDefault="00E56B32" w:rsidP="00B61CF3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852ABF">
              <w:t>самоконтроль</w:t>
            </w:r>
            <w:r w:rsidRPr="00B61CF3">
              <w:rPr>
                <w:sz w:val="22"/>
                <w:szCs w:val="22"/>
              </w:rPr>
              <w:t>.</w:t>
            </w:r>
          </w:p>
        </w:tc>
      </w:tr>
      <w:tr w:rsidR="00E56B32" w:rsidTr="00B61CF3">
        <w:tc>
          <w:tcPr>
            <w:tcW w:w="891" w:type="dxa"/>
          </w:tcPr>
          <w:p w:rsidR="00E56B32" w:rsidRPr="00B61CF3" w:rsidRDefault="00E56B32" w:rsidP="00B61CF3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B61CF3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2176" w:type="dxa"/>
          </w:tcPr>
          <w:p w:rsidR="00E56B32" w:rsidRPr="00B61CF3" w:rsidRDefault="00E56B32" w:rsidP="00B61CF3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B61CF3">
              <w:rPr>
                <w:color w:val="000000"/>
                <w:sz w:val="22"/>
                <w:szCs w:val="22"/>
              </w:rPr>
              <w:t>Рефлексия. Подведение итогов урока.</w:t>
            </w:r>
          </w:p>
        </w:tc>
        <w:tc>
          <w:tcPr>
            <w:tcW w:w="2953" w:type="dxa"/>
          </w:tcPr>
          <w:p w:rsidR="00E56B32" w:rsidRPr="00B61CF3" w:rsidRDefault="00E56B32" w:rsidP="00B61CF3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B61CF3">
              <w:rPr>
                <w:color w:val="000000"/>
                <w:sz w:val="22"/>
                <w:szCs w:val="22"/>
              </w:rPr>
              <w:t>Ответ на проблемный вопрос, поставленный в начале урока. Оценивание детьми самих себя и оценивание детей учителем.</w:t>
            </w:r>
          </w:p>
        </w:tc>
        <w:tc>
          <w:tcPr>
            <w:tcW w:w="3165" w:type="dxa"/>
          </w:tcPr>
          <w:p w:rsidR="00E56B32" w:rsidRPr="00B61CF3" w:rsidRDefault="00E56B32" w:rsidP="00B61CF3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B61CF3">
              <w:rPr>
                <w:color w:val="000000"/>
                <w:sz w:val="22"/>
                <w:szCs w:val="22"/>
              </w:rPr>
              <w:t xml:space="preserve">Вопрос детям:- «Смогли ли мы ответить на вопрос, который поставили перед собой  в начале урока?» </w:t>
            </w:r>
          </w:p>
          <w:p w:rsidR="00E56B32" w:rsidRPr="00B61CF3" w:rsidRDefault="00E56B32" w:rsidP="00B61CF3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B61CF3">
              <w:rPr>
                <w:color w:val="000000"/>
                <w:sz w:val="22"/>
                <w:szCs w:val="22"/>
              </w:rPr>
              <w:t>Побуждает детей дать оценку своей работе на уроке.</w:t>
            </w:r>
          </w:p>
          <w:p w:rsidR="00E56B32" w:rsidRPr="00B61CF3" w:rsidRDefault="00E56B32" w:rsidP="00B61CF3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B61CF3">
              <w:rPr>
                <w:color w:val="000000"/>
                <w:sz w:val="22"/>
                <w:szCs w:val="22"/>
              </w:rPr>
              <w:t>Оценивает работу детей.</w:t>
            </w:r>
          </w:p>
        </w:tc>
        <w:tc>
          <w:tcPr>
            <w:tcW w:w="2776" w:type="dxa"/>
          </w:tcPr>
          <w:p w:rsidR="00E56B32" w:rsidRPr="00B61CF3" w:rsidRDefault="00E56B32" w:rsidP="00B61CF3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B61CF3">
              <w:rPr>
                <w:color w:val="000000"/>
                <w:sz w:val="22"/>
                <w:szCs w:val="22"/>
              </w:rPr>
              <w:t>Отвечают на вопрос учителя.</w:t>
            </w:r>
          </w:p>
          <w:p w:rsidR="00E56B32" w:rsidRPr="00B61CF3" w:rsidRDefault="00E56B32" w:rsidP="00B61CF3">
            <w:pPr>
              <w:spacing w:line="276" w:lineRule="auto"/>
              <w:jc w:val="center"/>
              <w:rPr>
                <w:color w:val="000000"/>
              </w:rPr>
            </w:pPr>
            <w:r w:rsidRPr="00B61CF3">
              <w:rPr>
                <w:bCs/>
                <w:color w:val="000000"/>
              </w:rPr>
              <w:t>Делают выводы о достигнутых результатах и их соответствии поставленным целям</w:t>
            </w:r>
          </w:p>
        </w:tc>
        <w:tc>
          <w:tcPr>
            <w:tcW w:w="3097" w:type="dxa"/>
          </w:tcPr>
          <w:p w:rsidR="00E56B32" w:rsidRPr="00B61CF3" w:rsidRDefault="00E56B32" w:rsidP="00B61CF3">
            <w:pPr>
              <w:suppressAutoHyphens/>
              <w:rPr>
                <w:bCs/>
                <w:i/>
                <w:sz w:val="22"/>
                <w:szCs w:val="22"/>
              </w:rPr>
            </w:pPr>
            <w:r w:rsidRPr="00B61CF3">
              <w:rPr>
                <w:bCs/>
                <w:i/>
                <w:sz w:val="22"/>
                <w:szCs w:val="22"/>
              </w:rPr>
              <w:t xml:space="preserve">Личностные УУД </w:t>
            </w:r>
          </w:p>
          <w:p w:rsidR="00E56B32" w:rsidRPr="00B61CF3" w:rsidRDefault="00E56B32" w:rsidP="00B61CF3">
            <w:pPr>
              <w:pStyle w:val="ListParagraph"/>
              <w:numPr>
                <w:ilvl w:val="1"/>
                <w:numId w:val="27"/>
              </w:numPr>
              <w:suppressAutoHyphens/>
              <w:rPr>
                <w:bCs/>
                <w:sz w:val="22"/>
                <w:szCs w:val="22"/>
              </w:rPr>
            </w:pPr>
            <w:r w:rsidRPr="00B61CF3">
              <w:rPr>
                <w:bCs/>
                <w:sz w:val="22"/>
                <w:szCs w:val="22"/>
              </w:rPr>
              <w:t>Аргументированно оценивать свои и чужие поступки.</w:t>
            </w:r>
          </w:p>
          <w:p w:rsidR="00E56B32" w:rsidRPr="00B61CF3" w:rsidRDefault="00E56B32" w:rsidP="00B61CF3">
            <w:pPr>
              <w:suppressAutoHyphens/>
              <w:rPr>
                <w:bCs/>
                <w:i/>
                <w:sz w:val="22"/>
                <w:szCs w:val="22"/>
              </w:rPr>
            </w:pPr>
            <w:r w:rsidRPr="00B61CF3">
              <w:rPr>
                <w:bCs/>
                <w:i/>
                <w:sz w:val="22"/>
                <w:szCs w:val="22"/>
              </w:rPr>
              <w:t>Регулятивные</w:t>
            </w:r>
          </w:p>
          <w:p w:rsidR="00E56B32" w:rsidRPr="00B61CF3" w:rsidRDefault="00E56B32" w:rsidP="00852ABF">
            <w:pPr>
              <w:pStyle w:val="NoSpacing"/>
              <w:rPr>
                <w:rFonts w:ascii="Times New Roman" w:hAnsi="Times New Roman"/>
                <w:i/>
                <w:sz w:val="24"/>
                <w:szCs w:val="24"/>
              </w:rPr>
            </w:pPr>
            <w:r w:rsidRPr="00B61CF3">
              <w:rPr>
                <w:rFonts w:ascii="Times New Roman" w:hAnsi="Times New Roman"/>
                <w:sz w:val="24"/>
                <w:szCs w:val="24"/>
                <w:lang w:eastAsia="ru-RU"/>
              </w:rPr>
              <w:t>Оценивание результатов собственной деятельности, деятельности, класса в целом, Регуляция своего поведения в соответствии с познанными моральными нормами и этическими требованими.</w:t>
            </w:r>
          </w:p>
        </w:tc>
      </w:tr>
    </w:tbl>
    <w:p w:rsidR="00E56B32" w:rsidRDefault="00E56B32" w:rsidP="006D72A4">
      <w:pPr>
        <w:spacing w:line="276" w:lineRule="auto"/>
        <w:rPr>
          <w:b/>
          <w:color w:val="000000"/>
          <w:sz w:val="28"/>
          <w:szCs w:val="28"/>
        </w:rPr>
      </w:pPr>
    </w:p>
    <w:p w:rsidR="00E56B32" w:rsidRDefault="00E56B32" w:rsidP="00F95CEC">
      <w:pPr>
        <w:spacing w:line="276" w:lineRule="auto"/>
        <w:ind w:left="72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Конспект урока</w:t>
      </w:r>
    </w:p>
    <w:p w:rsidR="00E56B32" w:rsidRPr="0051509D" w:rsidRDefault="00E56B32" w:rsidP="006E3A6C">
      <w:pPr>
        <w:spacing w:line="276" w:lineRule="auto"/>
        <w:rPr>
          <w:b/>
          <w:color w:val="000000"/>
          <w:sz w:val="28"/>
          <w:szCs w:val="28"/>
        </w:rPr>
      </w:pPr>
    </w:p>
    <w:p w:rsidR="00E56B32" w:rsidRPr="006D72A4" w:rsidRDefault="00E56B32" w:rsidP="006E3A6C">
      <w:pPr>
        <w:spacing w:line="276" w:lineRule="auto"/>
        <w:rPr>
          <w:b/>
          <w:i/>
          <w:iCs/>
          <w:color w:val="000000"/>
        </w:rPr>
      </w:pPr>
      <w:r w:rsidRPr="006D72A4">
        <w:rPr>
          <w:b/>
          <w:i/>
          <w:iCs/>
          <w:color w:val="000000"/>
        </w:rPr>
        <w:t>1.</w:t>
      </w:r>
      <w:r w:rsidRPr="006D72A4">
        <w:rPr>
          <w:b/>
          <w:iCs/>
          <w:color w:val="000000"/>
        </w:rPr>
        <w:t>Организационный момент.</w:t>
      </w:r>
    </w:p>
    <w:p w:rsidR="00E56B32" w:rsidRPr="006D72A4" w:rsidRDefault="00E56B32" w:rsidP="006E3A6C">
      <w:pPr>
        <w:spacing w:line="276" w:lineRule="auto"/>
        <w:rPr>
          <w:i/>
          <w:iCs/>
          <w:color w:val="000000"/>
        </w:rPr>
      </w:pPr>
      <w:r w:rsidRPr="006D72A4">
        <w:rPr>
          <w:i/>
          <w:iCs/>
          <w:color w:val="000000"/>
        </w:rPr>
        <w:t>Друзья мои, звенит звонок</w:t>
      </w:r>
    </w:p>
    <w:p w:rsidR="00E56B32" w:rsidRPr="006D72A4" w:rsidRDefault="00E56B32" w:rsidP="006E3A6C">
      <w:pPr>
        <w:spacing w:line="276" w:lineRule="auto"/>
        <w:rPr>
          <w:i/>
          <w:iCs/>
          <w:color w:val="000000"/>
        </w:rPr>
      </w:pPr>
      <w:r w:rsidRPr="006D72A4">
        <w:rPr>
          <w:i/>
          <w:iCs/>
          <w:color w:val="000000"/>
        </w:rPr>
        <w:t>И рада я начать урок</w:t>
      </w:r>
    </w:p>
    <w:p w:rsidR="00E56B32" w:rsidRPr="006D72A4" w:rsidRDefault="00E56B32" w:rsidP="006E3A6C">
      <w:pPr>
        <w:spacing w:line="276" w:lineRule="auto"/>
        <w:rPr>
          <w:i/>
          <w:iCs/>
          <w:color w:val="000000"/>
        </w:rPr>
      </w:pPr>
      <w:r w:rsidRPr="006D72A4">
        <w:rPr>
          <w:i/>
          <w:iCs/>
          <w:color w:val="000000"/>
        </w:rPr>
        <w:t>Сегодня нас открытья ждут,</w:t>
      </w:r>
    </w:p>
    <w:p w:rsidR="00E56B32" w:rsidRPr="006D72A4" w:rsidRDefault="00E56B32" w:rsidP="006E3A6C">
      <w:pPr>
        <w:spacing w:line="276" w:lineRule="auto"/>
        <w:rPr>
          <w:i/>
          <w:iCs/>
          <w:color w:val="000000"/>
        </w:rPr>
      </w:pPr>
      <w:r w:rsidRPr="006D72A4">
        <w:rPr>
          <w:i/>
          <w:iCs/>
          <w:color w:val="000000"/>
        </w:rPr>
        <w:t>Итак, вперёд и в добрый путь!</w:t>
      </w:r>
    </w:p>
    <w:p w:rsidR="00E56B32" w:rsidRPr="006D72A4" w:rsidRDefault="00E56B32" w:rsidP="006E3A6C">
      <w:pPr>
        <w:spacing w:line="276" w:lineRule="auto"/>
        <w:rPr>
          <w:i/>
          <w:iCs/>
          <w:color w:val="000000"/>
        </w:rPr>
      </w:pPr>
    </w:p>
    <w:p w:rsidR="00E56B32" w:rsidRPr="006D72A4" w:rsidRDefault="00E56B32" w:rsidP="006E3A6C">
      <w:pPr>
        <w:spacing w:line="276" w:lineRule="auto"/>
        <w:rPr>
          <w:iCs/>
          <w:color w:val="000000"/>
        </w:rPr>
      </w:pPr>
      <w:r w:rsidRPr="006D72A4">
        <w:rPr>
          <w:iCs/>
          <w:color w:val="000000"/>
        </w:rPr>
        <w:t xml:space="preserve"> </w:t>
      </w:r>
    </w:p>
    <w:p w:rsidR="00E56B32" w:rsidRPr="006D72A4" w:rsidRDefault="00E56B32" w:rsidP="00341940">
      <w:pPr>
        <w:pStyle w:val="ListParagraph"/>
        <w:numPr>
          <w:ilvl w:val="1"/>
          <w:numId w:val="27"/>
        </w:numPr>
        <w:spacing w:line="276" w:lineRule="auto"/>
        <w:rPr>
          <w:b/>
          <w:color w:val="000000"/>
        </w:rPr>
      </w:pPr>
      <w:r w:rsidRPr="006D72A4">
        <w:rPr>
          <w:b/>
          <w:color w:val="000000"/>
        </w:rPr>
        <w:t>Постановка целей, задач , создание проблемной ситуации</w:t>
      </w:r>
    </w:p>
    <w:p w:rsidR="00E56B32" w:rsidRPr="006D72A4" w:rsidRDefault="00E56B32" w:rsidP="00341940">
      <w:pPr>
        <w:spacing w:line="276" w:lineRule="auto"/>
        <w:rPr>
          <w:i/>
          <w:color w:val="000000"/>
          <w:u w:val="single"/>
        </w:rPr>
      </w:pPr>
      <w:r w:rsidRPr="006D72A4">
        <w:rPr>
          <w:iCs/>
          <w:color w:val="000000"/>
          <w:u w:val="single"/>
        </w:rPr>
        <w:t xml:space="preserve">Учитель. </w:t>
      </w:r>
      <w:r w:rsidRPr="006D72A4">
        <w:rPr>
          <w:iCs/>
          <w:color w:val="000000"/>
        </w:rPr>
        <w:t xml:space="preserve">Ребята, я вижу вы готовы к уроку и сегодня мы с вами продолжим путешествие по Древнему миру. Но куда? На этот вопрос вы мне ответите сами, после того, как послушаете музыку и посмотрите слайды  ( просмотр слайдов в сопровождении индийской музыки). </w:t>
      </w:r>
      <w:r w:rsidRPr="006D72A4">
        <w:rPr>
          <w:i/>
          <w:iCs/>
          <w:color w:val="000000"/>
          <w:u w:val="single"/>
        </w:rPr>
        <w:t>Вывешивается карта Индии</w:t>
      </w:r>
    </w:p>
    <w:p w:rsidR="00E56B32" w:rsidRPr="006D72A4" w:rsidRDefault="00E56B32" w:rsidP="00341940">
      <w:pPr>
        <w:spacing w:line="276" w:lineRule="auto"/>
        <w:rPr>
          <w:color w:val="000000"/>
        </w:rPr>
      </w:pPr>
      <w:r w:rsidRPr="006D72A4">
        <w:rPr>
          <w:color w:val="000000"/>
          <w:u w:val="single"/>
        </w:rPr>
        <w:t>Учитель:</w:t>
      </w:r>
      <w:r w:rsidRPr="006D72A4">
        <w:rPr>
          <w:color w:val="000000"/>
        </w:rPr>
        <w:t> Как вы думаете, ребята, с историей какой страны мы начинаем знакомиться на этом уроке? (Дети отвечают:"Индия").</w:t>
      </w:r>
    </w:p>
    <w:p w:rsidR="00E56B32" w:rsidRPr="006D72A4" w:rsidRDefault="00E56B32" w:rsidP="00341940">
      <w:pPr>
        <w:spacing w:line="276" w:lineRule="auto"/>
        <w:rPr>
          <w:color w:val="000000"/>
        </w:rPr>
      </w:pPr>
      <w:r w:rsidRPr="006D72A4">
        <w:rPr>
          <w:color w:val="000000"/>
          <w:u w:val="single"/>
        </w:rPr>
        <w:t>Учитель:</w:t>
      </w:r>
      <w:r w:rsidRPr="006D72A4">
        <w:rPr>
          <w:color w:val="000000"/>
        </w:rPr>
        <w:t> Тема нашего путешествия "Природа и люди Древней Индии".(</w:t>
      </w:r>
      <w:hyperlink r:id="rId8" w:history="1">
        <w:r w:rsidRPr="006D72A4">
          <w:rPr>
            <w:i/>
            <w:color w:val="000000"/>
            <w:u w:val="single"/>
          </w:rPr>
          <w:t>Презентация - слайд №1</w:t>
        </w:r>
      </w:hyperlink>
      <w:r w:rsidRPr="006D72A4">
        <w:rPr>
          <w:color w:val="000000"/>
        </w:rPr>
        <w:t>). Запишите число и тему урока в тетрадь</w:t>
      </w:r>
      <w:r w:rsidRPr="006D72A4">
        <w:rPr>
          <w:i/>
          <w:color w:val="000000"/>
        </w:rPr>
        <w:t>. Вывешивается тема урока на доске.</w:t>
      </w:r>
      <w:r w:rsidRPr="006D72A4">
        <w:rPr>
          <w:color w:val="000000"/>
        </w:rPr>
        <w:t xml:space="preserve"> Откройте учебник  п.20.(</w:t>
      </w:r>
      <w:r w:rsidRPr="006D72A4">
        <w:rPr>
          <w:i/>
          <w:color w:val="000000"/>
        </w:rPr>
        <w:t>На доске –карта Индии</w:t>
      </w:r>
      <w:r w:rsidRPr="006D72A4">
        <w:rPr>
          <w:color w:val="000000"/>
        </w:rPr>
        <w:t xml:space="preserve">.)( </w:t>
      </w:r>
      <w:r w:rsidRPr="006D72A4">
        <w:rPr>
          <w:i/>
          <w:color w:val="000000"/>
        </w:rPr>
        <w:t>на слайде №2схема –опора для постановки цели урока</w:t>
      </w:r>
      <w:r w:rsidRPr="006D72A4">
        <w:rPr>
          <w:color w:val="000000"/>
        </w:rPr>
        <w:t>)Как вы считаете, о чем мы с вами сегодня будем говорить на уроке?</w:t>
      </w:r>
    </w:p>
    <w:p w:rsidR="00E56B32" w:rsidRPr="006D72A4" w:rsidRDefault="00E56B32" w:rsidP="00341940">
      <w:pPr>
        <w:spacing w:before="100" w:beforeAutospacing="1" w:after="100" w:afterAutospacing="1" w:line="276" w:lineRule="auto"/>
        <w:rPr>
          <w:i/>
          <w:color w:val="000000"/>
        </w:rPr>
      </w:pPr>
      <w:r w:rsidRPr="006D72A4">
        <w:rPr>
          <w:i/>
          <w:color w:val="000000"/>
        </w:rPr>
        <w:t>(Дети сами высказывают предположения:"Где находится Индия, какие главные реки протекают по территории Индии, какие природные условия в Индии,чем занимались жители Древней Индии").</w:t>
      </w:r>
    </w:p>
    <w:p w:rsidR="00E56B32" w:rsidRPr="006D72A4" w:rsidRDefault="00E56B32" w:rsidP="00341940">
      <w:pPr>
        <w:spacing w:line="276" w:lineRule="auto"/>
        <w:rPr>
          <w:color w:val="000000"/>
        </w:rPr>
      </w:pPr>
      <w:r w:rsidRPr="006D72A4">
        <w:rPr>
          <w:color w:val="000000"/>
          <w:u w:val="single"/>
        </w:rPr>
        <w:t>Учитель:</w:t>
      </w:r>
      <w:r w:rsidRPr="006D72A4">
        <w:rPr>
          <w:color w:val="000000"/>
        </w:rPr>
        <w:t> У каждого путешественника есть маршрут. У нас с вами тоже есть маршрут – это план нашего путешествия. (</w:t>
      </w:r>
      <w:hyperlink r:id="rId9" w:history="1">
        <w:r w:rsidRPr="006D72A4">
          <w:rPr>
            <w:i/>
            <w:color w:val="000000"/>
            <w:u w:val="single"/>
          </w:rPr>
          <w:t>Презентация</w:t>
        </w:r>
      </w:hyperlink>
      <w:r w:rsidRPr="006D72A4">
        <w:rPr>
          <w:i/>
          <w:color w:val="000000"/>
        </w:rPr>
        <w:t> - Слайд № 3</w:t>
      </w:r>
      <w:r w:rsidRPr="006D72A4">
        <w:rPr>
          <w:color w:val="000000"/>
        </w:rPr>
        <w:t xml:space="preserve">)  </w:t>
      </w:r>
      <w:r w:rsidRPr="006D72A4">
        <w:rPr>
          <w:i/>
          <w:color w:val="000000"/>
        </w:rPr>
        <w:t>План путешествия раздаётся на каждый стол.</w:t>
      </w:r>
      <w:r w:rsidRPr="006D72A4">
        <w:rPr>
          <w:color w:val="000000"/>
        </w:rPr>
        <w:t xml:space="preserve"> Давайте зачитаем по пунктам.</w:t>
      </w:r>
      <w:r w:rsidRPr="006D72A4">
        <w:rPr>
          <w:rFonts w:ascii="Calibri" w:hAnsi="Calibri"/>
          <w:i/>
          <w:iCs/>
          <w:color w:val="FFFFFF"/>
          <w:kern w:val="24"/>
          <w:position w:val="1"/>
        </w:rPr>
        <w:t>рщщаздаются на столы по 2 на путешествия:</w:t>
      </w:r>
    </w:p>
    <w:p w:rsidR="00E56B32" w:rsidRPr="006D72A4" w:rsidRDefault="00E56B32" w:rsidP="00341940">
      <w:pPr>
        <w:pStyle w:val="NormalWeb"/>
        <w:spacing w:before="0" w:beforeAutospacing="0" w:after="0" w:afterAutospacing="0" w:line="276" w:lineRule="auto"/>
        <w:textAlignment w:val="baseline"/>
      </w:pPr>
      <w:r w:rsidRPr="006D72A4">
        <w:rPr>
          <w:i/>
          <w:iCs/>
          <w:color w:val="FFFFFF"/>
          <w:kern w:val="24"/>
          <w:position w:val="1"/>
        </w:rPr>
        <w:t>Г</w:t>
      </w:r>
      <w:r w:rsidRPr="006D72A4">
        <w:rPr>
          <w:i/>
          <w:iCs/>
          <w:color w:val="000000"/>
          <w:kern w:val="24"/>
          <w:position w:val="1"/>
        </w:rPr>
        <w:t>План путешествия:</w:t>
      </w:r>
    </w:p>
    <w:p w:rsidR="00E56B32" w:rsidRPr="006D72A4" w:rsidRDefault="00E56B32" w:rsidP="00341940">
      <w:pPr>
        <w:pStyle w:val="ListParagraph"/>
        <w:numPr>
          <w:ilvl w:val="0"/>
          <w:numId w:val="11"/>
        </w:numPr>
        <w:kinsoku w:val="0"/>
        <w:overflowPunct w:val="0"/>
        <w:spacing w:line="276" w:lineRule="auto"/>
        <w:textAlignment w:val="baseline"/>
      </w:pPr>
      <w:r w:rsidRPr="006D72A4">
        <w:rPr>
          <w:i/>
          <w:iCs/>
          <w:color w:val="000000"/>
          <w:kern w:val="24"/>
          <w:position w:val="1"/>
        </w:rPr>
        <w:t>Географическое положение Древней Индии.</w:t>
      </w:r>
    </w:p>
    <w:p w:rsidR="00E56B32" w:rsidRPr="006D72A4" w:rsidRDefault="00E56B32" w:rsidP="00341940">
      <w:pPr>
        <w:pStyle w:val="ListParagraph"/>
        <w:numPr>
          <w:ilvl w:val="0"/>
          <w:numId w:val="11"/>
        </w:numPr>
        <w:kinsoku w:val="0"/>
        <w:overflowPunct w:val="0"/>
        <w:spacing w:line="276" w:lineRule="auto"/>
        <w:textAlignment w:val="baseline"/>
      </w:pPr>
      <w:r w:rsidRPr="006D72A4">
        <w:rPr>
          <w:i/>
          <w:iCs/>
          <w:color w:val="000000"/>
          <w:kern w:val="24"/>
          <w:position w:val="1"/>
        </w:rPr>
        <w:t>Природные особенности Индии.</w:t>
      </w:r>
    </w:p>
    <w:p w:rsidR="00E56B32" w:rsidRPr="006D72A4" w:rsidRDefault="00E56B32" w:rsidP="00341940">
      <w:pPr>
        <w:pStyle w:val="ListParagraph"/>
        <w:numPr>
          <w:ilvl w:val="0"/>
          <w:numId w:val="11"/>
        </w:numPr>
        <w:kinsoku w:val="0"/>
        <w:overflowPunct w:val="0"/>
        <w:spacing w:line="276" w:lineRule="auto"/>
        <w:textAlignment w:val="baseline"/>
      </w:pPr>
      <w:r w:rsidRPr="006D72A4">
        <w:rPr>
          <w:i/>
          <w:iCs/>
          <w:color w:val="000000"/>
          <w:kern w:val="24"/>
          <w:position w:val="1"/>
        </w:rPr>
        <w:t>Занятия населения Древней Индии.</w:t>
      </w:r>
    </w:p>
    <w:p w:rsidR="00E56B32" w:rsidRPr="006D72A4" w:rsidRDefault="00E56B32" w:rsidP="00341940">
      <w:pPr>
        <w:pStyle w:val="ListParagraph"/>
        <w:numPr>
          <w:ilvl w:val="0"/>
          <w:numId w:val="11"/>
        </w:numPr>
        <w:kinsoku w:val="0"/>
        <w:overflowPunct w:val="0"/>
        <w:spacing w:line="276" w:lineRule="auto"/>
        <w:textAlignment w:val="baseline"/>
      </w:pPr>
      <w:r w:rsidRPr="006D72A4">
        <w:rPr>
          <w:i/>
          <w:iCs/>
          <w:color w:val="000000"/>
          <w:kern w:val="24"/>
          <w:position w:val="1"/>
        </w:rPr>
        <w:t>Верования индийцев.</w:t>
      </w:r>
    </w:p>
    <w:p w:rsidR="00E56B32" w:rsidRPr="006D72A4" w:rsidRDefault="00E56B32" w:rsidP="00020A24">
      <w:pPr>
        <w:kinsoku w:val="0"/>
        <w:overflowPunct w:val="0"/>
        <w:spacing w:line="276" w:lineRule="auto"/>
        <w:textAlignment w:val="baseline"/>
        <w:rPr>
          <w:b/>
        </w:rPr>
      </w:pPr>
      <w:r w:rsidRPr="006D72A4">
        <w:rPr>
          <w:b/>
          <w:iCs/>
          <w:color w:val="000000"/>
          <w:kern w:val="24"/>
          <w:position w:val="1"/>
        </w:rPr>
        <w:t>Создание проблемной ситуации</w:t>
      </w:r>
    </w:p>
    <w:p w:rsidR="00E56B32" w:rsidRPr="006D72A4" w:rsidRDefault="00E56B32" w:rsidP="00341940">
      <w:pPr>
        <w:kinsoku w:val="0"/>
        <w:overflowPunct w:val="0"/>
        <w:spacing w:line="276" w:lineRule="auto"/>
        <w:textAlignment w:val="baseline"/>
      </w:pPr>
      <w:r w:rsidRPr="006D72A4">
        <w:t>Внимание мы отправляемся в страну чудес(</w:t>
      </w:r>
      <w:r w:rsidRPr="006D72A4">
        <w:rPr>
          <w:i/>
        </w:rPr>
        <w:t>слайд №4</w:t>
      </w:r>
      <w:r w:rsidRPr="006D72A4">
        <w:t>) именно так называли её греки, а почему мы с вами попытаемся ответить в конце нашего путешествия.</w:t>
      </w:r>
    </w:p>
    <w:p w:rsidR="00E56B32" w:rsidRPr="006D72A4" w:rsidRDefault="00E56B32" w:rsidP="00341940">
      <w:pPr>
        <w:spacing w:line="276" w:lineRule="auto"/>
        <w:rPr>
          <w:b/>
          <w:iCs/>
          <w:color w:val="000000"/>
        </w:rPr>
      </w:pPr>
    </w:p>
    <w:p w:rsidR="00E56B32" w:rsidRPr="006D72A4" w:rsidRDefault="00E56B32" w:rsidP="006E3A6C">
      <w:pPr>
        <w:spacing w:line="276" w:lineRule="auto"/>
        <w:rPr>
          <w:b/>
          <w:color w:val="000000"/>
        </w:rPr>
      </w:pPr>
      <w:r w:rsidRPr="006D72A4">
        <w:rPr>
          <w:b/>
          <w:color w:val="000000"/>
        </w:rPr>
        <w:t>3. Актуализация знаний. Проверка домашнего задания.</w:t>
      </w:r>
    </w:p>
    <w:p w:rsidR="00E56B32" w:rsidRPr="006D72A4" w:rsidRDefault="00E56B32" w:rsidP="006E3A6C">
      <w:pPr>
        <w:spacing w:line="276" w:lineRule="auto"/>
        <w:rPr>
          <w:color w:val="000000"/>
        </w:rPr>
      </w:pPr>
      <w:r w:rsidRPr="006D72A4">
        <w:rPr>
          <w:color w:val="000000"/>
          <w:u w:val="single"/>
        </w:rPr>
        <w:t>Учитель:</w:t>
      </w:r>
      <w:r w:rsidRPr="006D72A4">
        <w:rPr>
          <w:color w:val="000000"/>
        </w:rPr>
        <w:t xml:space="preserve"> Ребята, прежде, чем мы  познакомимся  с древнейшей цивилизацией, давайте  вспомним, с какими государствами мы уже познакомились. Сейчас вы поработаете в парах с тестами. </w:t>
      </w:r>
    </w:p>
    <w:p w:rsidR="00E56B32" w:rsidRPr="006D72A4" w:rsidRDefault="00E56B32" w:rsidP="006E3A6C">
      <w:pPr>
        <w:spacing w:line="276" w:lineRule="auto"/>
        <w:rPr>
          <w:color w:val="000000"/>
        </w:rPr>
      </w:pPr>
    </w:p>
    <w:p w:rsidR="00E56B32" w:rsidRPr="006D72A4" w:rsidRDefault="00E56B32" w:rsidP="006E3A6C">
      <w:pPr>
        <w:spacing w:line="276" w:lineRule="auto"/>
        <w:rPr>
          <w:color w:val="000000"/>
        </w:rPr>
      </w:pPr>
      <w:r w:rsidRPr="006D72A4">
        <w:rPr>
          <w:color w:val="000000"/>
        </w:rPr>
        <w:t>Теперь мы поиграем в нашу игру «Слово- страна»:</w:t>
      </w:r>
    </w:p>
    <w:p w:rsidR="00E56B32" w:rsidRPr="006D72A4" w:rsidRDefault="00E56B32" w:rsidP="006E3A6C">
      <w:pPr>
        <w:spacing w:line="276" w:lineRule="auto"/>
        <w:rPr>
          <w:color w:val="000000"/>
        </w:rPr>
      </w:pPr>
      <w:r w:rsidRPr="006D72A4">
        <w:rPr>
          <w:color w:val="000000"/>
        </w:rPr>
        <w:t xml:space="preserve">      Нил – Египет</w:t>
      </w:r>
    </w:p>
    <w:p w:rsidR="00E56B32" w:rsidRPr="006D72A4" w:rsidRDefault="00E56B32" w:rsidP="006E3A6C">
      <w:pPr>
        <w:spacing w:line="276" w:lineRule="auto"/>
        <w:rPr>
          <w:color w:val="000000"/>
        </w:rPr>
      </w:pPr>
      <w:r w:rsidRPr="006D72A4">
        <w:rPr>
          <w:color w:val="000000"/>
        </w:rPr>
        <w:t xml:space="preserve">      Шумеры – Междуречье</w:t>
      </w:r>
    </w:p>
    <w:p w:rsidR="00E56B32" w:rsidRPr="006D72A4" w:rsidRDefault="00E56B32" w:rsidP="006E3A6C">
      <w:pPr>
        <w:spacing w:line="276" w:lineRule="auto"/>
        <w:rPr>
          <w:color w:val="000000"/>
        </w:rPr>
      </w:pPr>
      <w:r w:rsidRPr="006D72A4">
        <w:rPr>
          <w:color w:val="000000"/>
        </w:rPr>
        <w:t xml:space="preserve">      Стекло – Финикия</w:t>
      </w:r>
    </w:p>
    <w:p w:rsidR="00E56B32" w:rsidRPr="006D72A4" w:rsidRDefault="00E56B32" w:rsidP="006E3A6C">
      <w:pPr>
        <w:spacing w:line="276" w:lineRule="auto"/>
        <w:rPr>
          <w:color w:val="000000"/>
        </w:rPr>
      </w:pPr>
      <w:r w:rsidRPr="006D72A4">
        <w:rPr>
          <w:color w:val="000000"/>
        </w:rPr>
        <w:t xml:space="preserve">      Иероглиф – Египет</w:t>
      </w:r>
    </w:p>
    <w:p w:rsidR="00E56B32" w:rsidRPr="006D72A4" w:rsidRDefault="00E56B32" w:rsidP="006E3A6C">
      <w:pPr>
        <w:spacing w:line="276" w:lineRule="auto"/>
        <w:rPr>
          <w:color w:val="000000"/>
        </w:rPr>
      </w:pPr>
      <w:r w:rsidRPr="006D72A4">
        <w:rPr>
          <w:color w:val="000000"/>
        </w:rPr>
        <w:t>Хаммураппи  - Вавилонское царство</w:t>
      </w:r>
    </w:p>
    <w:p w:rsidR="00E56B32" w:rsidRPr="006D72A4" w:rsidRDefault="00E56B32" w:rsidP="006E3A6C">
      <w:pPr>
        <w:spacing w:line="276" w:lineRule="auto"/>
        <w:rPr>
          <w:color w:val="000000"/>
        </w:rPr>
      </w:pPr>
      <w:r w:rsidRPr="006D72A4">
        <w:rPr>
          <w:color w:val="000000"/>
        </w:rPr>
        <w:t xml:space="preserve">      Пирамиды  - Египет</w:t>
      </w:r>
    </w:p>
    <w:p w:rsidR="00E56B32" w:rsidRPr="006D72A4" w:rsidRDefault="00E56B32" w:rsidP="006E3A6C">
      <w:pPr>
        <w:spacing w:line="276" w:lineRule="auto"/>
        <w:rPr>
          <w:color w:val="000000"/>
        </w:rPr>
      </w:pPr>
      <w:r w:rsidRPr="006D72A4">
        <w:rPr>
          <w:color w:val="000000"/>
        </w:rPr>
        <w:t xml:space="preserve">      Клинопись – Междуречье</w:t>
      </w:r>
    </w:p>
    <w:p w:rsidR="00E56B32" w:rsidRPr="006D72A4" w:rsidRDefault="00E56B32" w:rsidP="006E3A6C">
      <w:pPr>
        <w:spacing w:line="276" w:lineRule="auto"/>
        <w:rPr>
          <w:color w:val="000000"/>
        </w:rPr>
      </w:pPr>
      <w:r w:rsidRPr="006D72A4">
        <w:rPr>
          <w:color w:val="000000"/>
        </w:rPr>
        <w:t>Яхве  - Древнееврейское царство</w:t>
      </w:r>
    </w:p>
    <w:p w:rsidR="00E56B32" w:rsidRPr="006D72A4" w:rsidRDefault="00E56B32" w:rsidP="006E3A6C">
      <w:pPr>
        <w:spacing w:line="276" w:lineRule="auto"/>
        <w:rPr>
          <w:color w:val="000000"/>
        </w:rPr>
      </w:pPr>
      <w:r w:rsidRPr="006D72A4">
        <w:rPr>
          <w:color w:val="000000"/>
        </w:rPr>
        <w:t xml:space="preserve">      Ниневия  - Ассирия</w:t>
      </w:r>
    </w:p>
    <w:p w:rsidR="00E56B32" w:rsidRPr="006D72A4" w:rsidRDefault="00E56B32" w:rsidP="006E3A6C">
      <w:pPr>
        <w:spacing w:line="276" w:lineRule="auto"/>
        <w:rPr>
          <w:color w:val="000000"/>
        </w:rPr>
      </w:pPr>
      <w:r w:rsidRPr="006D72A4">
        <w:rPr>
          <w:color w:val="000000"/>
        </w:rPr>
        <w:t xml:space="preserve">Дарий </w:t>
      </w:r>
      <w:r w:rsidRPr="006D72A4">
        <w:rPr>
          <w:color w:val="000000"/>
          <w:lang w:val="en-US"/>
        </w:rPr>
        <w:t>I</w:t>
      </w:r>
      <w:r w:rsidRPr="006D72A4">
        <w:rPr>
          <w:color w:val="000000"/>
        </w:rPr>
        <w:t xml:space="preserve">  -  Персидская держава</w:t>
      </w:r>
    </w:p>
    <w:p w:rsidR="00E56B32" w:rsidRPr="006D72A4" w:rsidRDefault="00E56B32" w:rsidP="006E3A6C">
      <w:pPr>
        <w:spacing w:line="276" w:lineRule="auto"/>
        <w:rPr>
          <w:b/>
          <w:color w:val="000000"/>
        </w:rPr>
      </w:pPr>
      <w:r w:rsidRPr="006D72A4">
        <w:rPr>
          <w:b/>
          <w:color w:val="000000"/>
        </w:rPr>
        <w:t>4. Первичное усвоение новых знаний</w:t>
      </w:r>
    </w:p>
    <w:p w:rsidR="00E56B32" w:rsidRPr="006D72A4" w:rsidRDefault="00E56B32" w:rsidP="00D17BFE">
      <w:pPr>
        <w:kinsoku w:val="0"/>
        <w:overflowPunct w:val="0"/>
        <w:spacing w:line="276" w:lineRule="auto"/>
        <w:textAlignment w:val="baseline"/>
      </w:pPr>
      <w:r w:rsidRPr="006D72A4">
        <w:t xml:space="preserve">    Государство Древняя Индия возникло в глубокой древности. Сначала это были разрозненные племена, соперничавшие между собой, но  в </w:t>
      </w:r>
      <w:r w:rsidRPr="006D72A4">
        <w:rPr>
          <w:lang w:val="en-US"/>
        </w:rPr>
        <w:t>III</w:t>
      </w:r>
      <w:r w:rsidRPr="006D72A4">
        <w:t xml:space="preserve"> тысячелетии до н.э. все индийские государства объединил под своей властью Ашока. Столица – Паталипутра.</w:t>
      </w:r>
    </w:p>
    <w:p w:rsidR="00E56B32" w:rsidRPr="006D72A4" w:rsidRDefault="00E56B32" w:rsidP="006E3A6C">
      <w:pPr>
        <w:kinsoku w:val="0"/>
        <w:overflowPunct w:val="0"/>
        <w:spacing w:line="276" w:lineRule="auto"/>
        <w:textAlignment w:val="baseline"/>
      </w:pPr>
    </w:p>
    <w:p w:rsidR="00E56B32" w:rsidRPr="006D72A4" w:rsidRDefault="00E56B32" w:rsidP="006E3A6C">
      <w:pPr>
        <w:kinsoku w:val="0"/>
        <w:overflowPunct w:val="0"/>
        <w:spacing w:line="276" w:lineRule="auto"/>
        <w:textAlignment w:val="baseline"/>
      </w:pPr>
      <w:r w:rsidRPr="006D72A4">
        <w:rPr>
          <w:color w:val="000000"/>
        </w:rPr>
        <w:t xml:space="preserve">    Итак, мы начинаем наше путешествие по Древней Индии. У каждого путешественника должна быть карта для того, чтобы не заблудиться. Нам нужно знать, где находится эта страна, и уметь находить ее основные географические объекты.</w:t>
      </w:r>
    </w:p>
    <w:p w:rsidR="00E56B32" w:rsidRPr="006D72A4" w:rsidRDefault="00E56B32" w:rsidP="006E3A6C">
      <w:pPr>
        <w:spacing w:before="100" w:beforeAutospacing="1" w:after="100" w:afterAutospacing="1" w:line="276" w:lineRule="auto"/>
        <w:rPr>
          <w:color w:val="000000"/>
        </w:rPr>
      </w:pPr>
      <w:r w:rsidRPr="006D72A4">
        <w:rPr>
          <w:color w:val="000000"/>
          <w:u w:val="single"/>
        </w:rPr>
        <w:t>Учитель:</w:t>
      </w:r>
      <w:r w:rsidRPr="006D72A4">
        <w:rPr>
          <w:color w:val="000000"/>
        </w:rPr>
        <w:t xml:space="preserve"> Карта, необходимая нам,  находится в учебнике на стр.92. А у меня на доске. Индия находится в южной части Азии. На полуострове Индостан. Найдем на карте. Полуостров - это часть суши, с трех сторон омываемая водой: морями, океанами.</w:t>
      </w:r>
      <w:r w:rsidRPr="006D72A4">
        <w:rPr>
          <w:iCs/>
          <w:color w:val="000000"/>
        </w:rPr>
        <w:t xml:space="preserve">? </w:t>
      </w:r>
      <w:r w:rsidRPr="006D72A4">
        <w:rPr>
          <w:color w:val="000000"/>
        </w:rPr>
        <w:t>Посмотрите на карту, водами какого океана омывается Индия.</w:t>
      </w:r>
      <w:r w:rsidRPr="006D72A4">
        <w:rPr>
          <w:iCs/>
          <w:color w:val="000000"/>
        </w:rPr>
        <w:t>?(Индийский океан)</w:t>
      </w:r>
      <w:r w:rsidRPr="006D72A4">
        <w:rPr>
          <w:color w:val="000000"/>
        </w:rPr>
        <w:t xml:space="preserve">.                                            </w:t>
      </w:r>
      <w:r>
        <w:rPr>
          <w:color w:val="000000"/>
        </w:rPr>
        <w:t xml:space="preserve">                                                                                                                                                                               </w:t>
      </w:r>
      <w:r w:rsidRPr="006D72A4">
        <w:rPr>
          <w:color w:val="000000"/>
        </w:rPr>
        <w:t xml:space="preserve"> -На северо-востоке Индии расположены величайшие в мире горы. Определите по карте  название этих гор.(Гималаи). Вершины Гималаев сплошь покрыты льдами и снегами (слово «Гималаи» означает «жилище из снега») Эти горы защищают Индию от холодных ветров, а в древности Гималаи служили надежной зашитой от вражеских нашествий. В Гималаях находится самая высокая на земле вершина. Называется она Джомолунгма.     Слово «Джомолунгма»-означает «поднебесное жилище богов</w:t>
      </w:r>
      <w:r w:rsidRPr="006D72A4">
        <w:rPr>
          <w:noProof/>
          <w:color w:val="000000"/>
        </w:rPr>
        <w:t>.</w:t>
      </w:r>
    </w:p>
    <w:p w:rsidR="00E56B32" w:rsidRPr="006D72A4" w:rsidRDefault="00E56B32" w:rsidP="006E3A6C">
      <w:pPr>
        <w:shd w:val="clear" w:color="auto" w:fill="FFFFFF"/>
        <w:autoSpaceDE w:val="0"/>
        <w:autoSpaceDN w:val="0"/>
        <w:adjustRightInd w:val="0"/>
        <w:spacing w:line="276" w:lineRule="auto"/>
        <w:rPr>
          <w:color w:val="000000"/>
        </w:rPr>
      </w:pPr>
      <w:r w:rsidRPr="006D72A4">
        <w:rPr>
          <w:color w:val="000000"/>
        </w:rPr>
        <w:t>-В стране имеются безводные раскаленные пустыни и могучие реки. (Инд и Ганг). Долины Инда и Ганга сходны по своим природным условиям с речными долинами Нила, Тигра и Евфрата: 1) Инд и Ганг – полноводные непересыхающие реки; 2) ежегодно они широко разливаются и несут вместе с водой плодородный ил; 3) долины Инда и Ганга расположены в жарком поясе, где много теплых, солнечных дней в году. Свое название страна получила от названия реки Инд. Воды Ганга жители Индии считают священными.</w:t>
      </w:r>
    </w:p>
    <w:p w:rsidR="00E56B32" w:rsidRPr="006D72A4" w:rsidRDefault="00E56B32" w:rsidP="006E3A6C">
      <w:pPr>
        <w:shd w:val="clear" w:color="auto" w:fill="FFFFFF"/>
        <w:autoSpaceDE w:val="0"/>
        <w:autoSpaceDN w:val="0"/>
        <w:adjustRightInd w:val="0"/>
        <w:spacing w:line="276" w:lineRule="auto"/>
        <w:rPr>
          <w:i/>
        </w:rPr>
      </w:pPr>
      <w:r w:rsidRPr="006D72A4">
        <w:rPr>
          <w:i/>
          <w:color w:val="000000"/>
        </w:rPr>
        <w:t>Дети работают с картой в учебнике и показывают названные объекты на большой карте.</w:t>
      </w:r>
    </w:p>
    <w:p w:rsidR="00E56B32" w:rsidRPr="006D72A4" w:rsidRDefault="00E56B32" w:rsidP="006E3A6C">
      <w:pPr>
        <w:spacing w:before="100" w:beforeAutospacing="1" w:after="100" w:afterAutospacing="1" w:line="276" w:lineRule="auto"/>
        <w:rPr>
          <w:color w:val="000000"/>
        </w:rPr>
      </w:pPr>
      <w:r w:rsidRPr="006D72A4">
        <w:rPr>
          <w:color w:val="000000"/>
        </w:rPr>
        <w:t>-Вы уже знаете, что люди поселяются там, где есть реки. Почему? (ответы обучающихся). Правильно в долинах рек условия благоприятные для земледелия.  Дожди в Индии идут часто, Гималаи не дают проникнуть в Индию холодным ветрам с севера. Именно поэтому в Индии влажно и очень жарко. Из-за этих особенностей климата большая часть территории страны покрыта непроходимыми лесами - джунглями. (</w:t>
      </w:r>
      <w:hyperlink r:id="rId10" w:history="1">
        <w:r w:rsidRPr="006D72A4">
          <w:rPr>
            <w:i/>
            <w:color w:val="000000"/>
            <w:u w:val="single"/>
          </w:rPr>
          <w:t>Презентация</w:t>
        </w:r>
      </w:hyperlink>
      <w:r w:rsidRPr="006D72A4">
        <w:rPr>
          <w:i/>
          <w:color w:val="000000"/>
        </w:rPr>
        <w:t>, слайд №5</w:t>
      </w:r>
      <w:r w:rsidRPr="006D72A4">
        <w:rPr>
          <w:color w:val="000000"/>
        </w:rPr>
        <w:t>).</w:t>
      </w:r>
    </w:p>
    <w:p w:rsidR="00E56B32" w:rsidRPr="006D72A4" w:rsidRDefault="00E56B32" w:rsidP="006E3A6C">
      <w:pPr>
        <w:pStyle w:val="NormalWeb"/>
        <w:spacing w:before="0" w:beforeAutospacing="0" w:after="0" w:afterAutospacing="0" w:line="276" w:lineRule="auto"/>
        <w:rPr>
          <w:i/>
        </w:rPr>
      </w:pPr>
      <w:r w:rsidRPr="006D72A4">
        <w:rPr>
          <w:i/>
        </w:rPr>
        <w:t>Самостоятельная работа учащихся с историческим источником(поэма Махабхарата)и учебником</w:t>
      </w:r>
      <w:r w:rsidRPr="006D72A4">
        <w:br/>
        <w:t>-Я приглашаю вас заглянуть в джунгли.  Работая с текстом учебника (пункт 2.стр), вы найдете информацию о растительном мире джунглей.</w:t>
      </w:r>
      <w:r w:rsidRPr="006D72A4">
        <w:br/>
      </w:r>
      <w:r w:rsidRPr="006D72A4">
        <w:rPr>
          <w:i/>
        </w:rPr>
        <w:t>Беседа с учащимися по прочитанному.</w:t>
      </w:r>
    </w:p>
    <w:p w:rsidR="00E56B32" w:rsidRPr="006D72A4" w:rsidRDefault="00E56B32" w:rsidP="006E3A6C">
      <w:pPr>
        <w:pStyle w:val="NormalWeb"/>
        <w:spacing w:before="0" w:beforeAutospacing="0" w:after="0" w:afterAutospacing="0" w:line="276" w:lineRule="auto"/>
      </w:pPr>
      <w:r w:rsidRPr="006D72A4">
        <w:rPr>
          <w:i/>
        </w:rPr>
        <w:t>- Что такое джунгли? (густые, труднопроходимые места)</w:t>
      </w:r>
      <w:r w:rsidRPr="006D72A4">
        <w:rPr>
          <w:i/>
        </w:rPr>
        <w:br/>
        <w:t xml:space="preserve"> - Какими фруктами мог питаться человек, который оставался ночевать в джунглях? Зачитайте ответ.(бананами, плодами манго, кокосовыми орехами)</w:t>
      </w:r>
      <w:r w:rsidRPr="006D72A4">
        <w:rPr>
          <w:color w:val="000000"/>
        </w:rPr>
        <w:t>.                                                                                                                                                                                        - Верно. Человек, попавший в джунгли, не боялся умереть с голода. Здесь всегда можно найти еду, ведь в джунглях растут орехи, ягоды, бананы, манго, цитрусовые.</w:t>
      </w:r>
      <w:r w:rsidRPr="006D72A4">
        <w:rPr>
          <w:b/>
          <w:i/>
        </w:rPr>
        <w:br/>
      </w:r>
      <w:r w:rsidRPr="006D72A4">
        <w:t xml:space="preserve">-А для того, чтобы узнать о животном мире джунглей  вам нужно познакомится с </w:t>
      </w:r>
      <w:r w:rsidRPr="006D72A4">
        <w:rPr>
          <w:color w:val="000000"/>
        </w:rPr>
        <w:t xml:space="preserve">отрывком из </w:t>
      </w:r>
      <w:r w:rsidRPr="006D72A4">
        <w:rPr>
          <w:kern w:val="24"/>
        </w:rPr>
        <w:t xml:space="preserve">поэмы «Махабхарата» </w:t>
      </w:r>
      <w:r w:rsidRPr="006D72A4">
        <w:t>и ответить на вопросы. Я читаю, вы следите по тексту.(</w:t>
      </w:r>
      <w:r w:rsidRPr="006D72A4">
        <w:rPr>
          <w:i/>
        </w:rPr>
        <w:t>Презентация. Слайд №6</w:t>
      </w:r>
      <w:r w:rsidRPr="006D72A4">
        <w:t xml:space="preserve">). Задание всем понятно? Работаем. </w:t>
      </w:r>
      <w:r w:rsidRPr="006D72A4">
        <w:br/>
        <w:t>В ветвях деревьев гнездились,</w:t>
      </w:r>
      <w:r w:rsidRPr="006D72A4">
        <w:br/>
        <w:t>шумели, порхали и пели</w:t>
      </w:r>
      <w:r w:rsidRPr="006D72A4">
        <w:br/>
        <w:t>Птицы лесные и всюду…</w:t>
      </w:r>
      <w:r w:rsidRPr="006D72A4">
        <w:br/>
        <w:t>в дикой глуши попадались</w:t>
      </w:r>
      <w:r w:rsidRPr="006D72A4">
        <w:br/>
        <w:t>То кабан, то шакал, то буйвол,</w:t>
      </w:r>
      <w:r w:rsidRPr="006D72A4">
        <w:br/>
        <w:t>то рысь, то пантера…</w:t>
      </w:r>
      <w:r w:rsidRPr="006D72A4">
        <w:br/>
        <w:t>И светлая влага кипела</w:t>
      </w:r>
      <w:r w:rsidRPr="006D72A4">
        <w:br/>
        <w:t>Множеством рыб, крокодилов и змей…</w:t>
      </w:r>
      <w:r w:rsidRPr="006D72A4">
        <w:br/>
        <w:t>…и ветви обвивши хвостами,</w:t>
      </w:r>
      <w:r w:rsidRPr="006D72A4">
        <w:br/>
        <w:t>С криком качались на них обезьяны,</w:t>
      </w:r>
      <w:r w:rsidRPr="006D72A4">
        <w:br/>
        <w:t>по  сучьям деревьев</w:t>
      </w:r>
      <w:r w:rsidRPr="006D72A4">
        <w:br/>
        <w:t>Ползали, перьями ярко блестя, попугаи…</w:t>
      </w:r>
    </w:p>
    <w:p w:rsidR="00E56B32" w:rsidRPr="006D72A4" w:rsidRDefault="00E56B32" w:rsidP="006E3A6C">
      <w:pPr>
        <w:spacing w:line="276" w:lineRule="auto"/>
      </w:pPr>
      <w:r w:rsidRPr="006D72A4">
        <w:rPr>
          <w:i/>
        </w:rPr>
        <w:t>Беседа по документу.</w:t>
      </w:r>
      <w:r w:rsidRPr="006D72A4">
        <w:rPr>
          <w:b/>
          <w:i/>
        </w:rPr>
        <w:br/>
      </w:r>
      <w:r w:rsidRPr="006D72A4">
        <w:t xml:space="preserve"> - Назовите представителей животного мира, обитавших в джунглях?</w:t>
      </w:r>
      <w:r w:rsidRPr="006D72A4">
        <w:br/>
        <w:t xml:space="preserve"> - Чем опасны были джунгли? (ядовитыми насекомыми, змеями, разными хищными зверями)</w:t>
      </w:r>
    </w:p>
    <w:p w:rsidR="00E56B32" w:rsidRPr="006D72A4" w:rsidRDefault="00E56B32" w:rsidP="006E3A6C">
      <w:pPr>
        <w:spacing w:line="276" w:lineRule="auto"/>
        <w:rPr>
          <w:color w:val="000000"/>
        </w:rPr>
      </w:pPr>
      <w:r w:rsidRPr="006D72A4">
        <w:rPr>
          <w:color w:val="000000"/>
        </w:rPr>
        <w:t xml:space="preserve">В джунглях человека подстерегала опасность. Там водится множество зверей и птиц. Здесь живут страшные тигры и пантеры, ловкие обезьяны, ядовитые змеи. Особенно индийцы боялись змей и старались их задобрить. Они раскладывали вокруг своих домов кусочки еды и говорили: "Угощайтесь, но нас не трогайте". Еще в Индии водился слон. </w:t>
      </w:r>
      <w:r w:rsidRPr="006D72A4">
        <w:rPr>
          <w:b/>
          <w:color w:val="000000"/>
        </w:rPr>
        <w:t>(</w:t>
      </w:r>
      <w:hyperlink r:id="rId11" w:history="1">
        <w:r w:rsidRPr="006D72A4">
          <w:rPr>
            <w:i/>
            <w:color w:val="000000"/>
            <w:u w:val="single"/>
          </w:rPr>
          <w:t>Презентация</w:t>
        </w:r>
      </w:hyperlink>
      <w:r w:rsidRPr="006D72A4">
        <w:rPr>
          <w:i/>
          <w:color w:val="000000"/>
        </w:rPr>
        <w:t>, слайд</w:t>
      </w:r>
      <w:r w:rsidRPr="006D72A4">
        <w:rPr>
          <w:color w:val="000000"/>
        </w:rPr>
        <w:t xml:space="preserve">). Индийцы приручили слона. Он переносил тяжести и даже участвовал в сражениях- воины сидели на спине у слона и осыпали противника стрелами. У индийцев слон был одним из священных животных. Даже одним из главных богов был бог Ганеша, которого изображали с головой слона. </w:t>
      </w:r>
    </w:p>
    <w:p w:rsidR="00E56B32" w:rsidRPr="006D72A4" w:rsidRDefault="00E56B32" w:rsidP="006E3A6C">
      <w:pPr>
        <w:spacing w:line="276" w:lineRule="auto"/>
      </w:pPr>
      <w:r w:rsidRPr="006D72A4">
        <w:rPr>
          <w:color w:val="000000"/>
        </w:rPr>
        <w:t xml:space="preserve">  Но самым  почитаемым и священным животным в Индии была корова. (</w:t>
      </w:r>
      <w:r w:rsidRPr="006D72A4">
        <w:rPr>
          <w:i/>
          <w:color w:val="000000"/>
        </w:rPr>
        <w:t>Презентация. Слайд №).</w:t>
      </w:r>
      <w:r w:rsidRPr="006D72A4">
        <w:rPr>
          <w:color w:val="000000"/>
        </w:rPr>
        <w:t xml:space="preserve"> Индийцы называли её матерью и  божественной кормилицей.</w:t>
      </w:r>
    </w:p>
    <w:p w:rsidR="00E56B32" w:rsidRPr="006D72A4" w:rsidRDefault="00E56B32" w:rsidP="006E3A6C">
      <w:pPr>
        <w:spacing w:before="100" w:beforeAutospacing="1" w:after="100" w:afterAutospacing="1" w:line="276" w:lineRule="auto"/>
        <w:rPr>
          <w:i/>
          <w:iCs/>
          <w:color w:val="000000"/>
        </w:rPr>
      </w:pPr>
      <w:r w:rsidRPr="006D72A4">
        <w:rPr>
          <w:color w:val="000000"/>
        </w:rPr>
        <w:t xml:space="preserve"> Ребята, есть замечательная книга, в которой рассказывается о жизни джунглей. Эта книга называется</w:t>
      </w:r>
      <w:r w:rsidRPr="006D72A4">
        <w:rPr>
          <w:i/>
          <w:iCs/>
          <w:color w:val="000000"/>
        </w:rPr>
        <w:t xml:space="preserve"> "Маугли", её автор - Киплинг, по этой книге сняты фильмы, мультфильм. Советую вам прочитать её.</w:t>
      </w:r>
    </w:p>
    <w:p w:rsidR="00E56B32" w:rsidRPr="006D72A4" w:rsidRDefault="00E56B32" w:rsidP="006E3A6C">
      <w:pPr>
        <w:spacing w:line="276" w:lineRule="auto"/>
        <w:rPr>
          <w:b/>
          <w:i/>
        </w:rPr>
      </w:pPr>
    </w:p>
    <w:p w:rsidR="00E56B32" w:rsidRPr="006D72A4" w:rsidRDefault="00E56B32" w:rsidP="00DC71B2">
      <w:pPr>
        <w:pStyle w:val="ListParagraph"/>
        <w:numPr>
          <w:ilvl w:val="0"/>
          <w:numId w:val="26"/>
        </w:numPr>
        <w:spacing w:before="100" w:beforeAutospacing="1" w:after="100" w:afterAutospacing="1" w:line="276" w:lineRule="auto"/>
        <w:rPr>
          <w:color w:val="000000"/>
        </w:rPr>
      </w:pPr>
      <w:r w:rsidRPr="006D72A4">
        <w:rPr>
          <w:b/>
          <w:color w:val="000000"/>
        </w:rPr>
        <w:t xml:space="preserve">Динамическая пауза.                                                                   </w:t>
      </w:r>
      <w:r>
        <w:rPr>
          <w:b/>
          <w:color w:val="000000"/>
        </w:rPr>
        <w:t xml:space="preserve">                                                                                                                               </w:t>
      </w:r>
      <w:r w:rsidRPr="006D72A4">
        <w:rPr>
          <w:b/>
          <w:color w:val="000000"/>
        </w:rPr>
        <w:t xml:space="preserve">    </w:t>
      </w:r>
      <w:r w:rsidRPr="006D72A4">
        <w:rPr>
          <w:color w:val="000000"/>
          <w:u w:val="single"/>
        </w:rPr>
        <w:t>Учитель:</w:t>
      </w:r>
      <w:r w:rsidRPr="006D72A4">
        <w:rPr>
          <w:color w:val="000000"/>
        </w:rPr>
        <w:t> Давайте прогуляемся по джунглям. Повторяйте за мной движения:</w:t>
      </w:r>
    </w:p>
    <w:p w:rsidR="00E56B32" w:rsidRPr="006D72A4" w:rsidRDefault="00E56B32" w:rsidP="006E3A6C">
      <w:pPr>
        <w:numPr>
          <w:ilvl w:val="0"/>
          <w:numId w:val="9"/>
        </w:numPr>
        <w:spacing w:before="100" w:beforeAutospacing="1" w:after="100" w:afterAutospacing="1" w:line="276" w:lineRule="auto"/>
        <w:rPr>
          <w:color w:val="000000"/>
        </w:rPr>
      </w:pPr>
      <w:r w:rsidRPr="006D72A4">
        <w:rPr>
          <w:color w:val="000000"/>
        </w:rPr>
        <w:t>заходим в сумерки джунглей и сначала ничего не видим, зажмуриваем глаза - открываем (несколько раз);</w:t>
      </w:r>
    </w:p>
    <w:p w:rsidR="00E56B32" w:rsidRPr="006D72A4" w:rsidRDefault="00E56B32" w:rsidP="006E3A6C">
      <w:pPr>
        <w:numPr>
          <w:ilvl w:val="0"/>
          <w:numId w:val="9"/>
        </w:numPr>
        <w:spacing w:before="100" w:beforeAutospacing="1" w:after="100" w:afterAutospacing="1" w:line="276" w:lineRule="auto"/>
        <w:rPr>
          <w:color w:val="000000"/>
        </w:rPr>
      </w:pPr>
      <w:r w:rsidRPr="006D72A4">
        <w:rPr>
          <w:color w:val="000000"/>
        </w:rPr>
        <w:t>идем по тропинке ( ходьба на месте); стараемся высоко поднимать ноги - вдруг нам встретится змея (ходьба на месте с высоким подниманием бедра);</w:t>
      </w:r>
    </w:p>
    <w:p w:rsidR="00E56B32" w:rsidRPr="006D72A4" w:rsidRDefault="00E56B32" w:rsidP="006E3A6C">
      <w:pPr>
        <w:numPr>
          <w:ilvl w:val="0"/>
          <w:numId w:val="9"/>
        </w:numPr>
        <w:spacing w:before="100" w:beforeAutospacing="1" w:after="100" w:afterAutospacing="1" w:line="276" w:lineRule="auto"/>
        <w:rPr>
          <w:color w:val="000000"/>
        </w:rPr>
      </w:pPr>
      <w:r w:rsidRPr="006D72A4">
        <w:rPr>
          <w:color w:val="000000"/>
        </w:rPr>
        <w:t>увидели птицу слева, справа (поворот головы влево вправо);</w:t>
      </w:r>
    </w:p>
    <w:p w:rsidR="00E56B32" w:rsidRPr="006D72A4" w:rsidRDefault="00E56B32" w:rsidP="006E3A6C">
      <w:pPr>
        <w:numPr>
          <w:ilvl w:val="0"/>
          <w:numId w:val="9"/>
        </w:numPr>
        <w:spacing w:before="100" w:beforeAutospacing="1" w:after="100" w:afterAutospacing="1" w:line="276" w:lineRule="auto"/>
        <w:rPr>
          <w:color w:val="000000"/>
        </w:rPr>
      </w:pPr>
      <w:r w:rsidRPr="006D72A4">
        <w:rPr>
          <w:color w:val="000000"/>
        </w:rPr>
        <w:t>впереди увидели красивый цветок, понюхаем его (вытягивая шею вперед, втягиваем воздух носом);</w:t>
      </w:r>
    </w:p>
    <w:p w:rsidR="00E56B32" w:rsidRPr="006D72A4" w:rsidRDefault="00E56B32" w:rsidP="006E3A6C">
      <w:pPr>
        <w:numPr>
          <w:ilvl w:val="0"/>
          <w:numId w:val="9"/>
        </w:numPr>
        <w:spacing w:before="100" w:beforeAutospacing="1" w:after="100" w:afterAutospacing="1" w:line="276" w:lineRule="auto"/>
        <w:rPr>
          <w:color w:val="000000"/>
        </w:rPr>
      </w:pPr>
      <w:r w:rsidRPr="006D72A4">
        <w:rPr>
          <w:color w:val="000000"/>
        </w:rPr>
        <w:t>раздвигаем лианы на пути (разводим руками: правой, левой, двумя);</w:t>
      </w:r>
    </w:p>
    <w:p w:rsidR="00E56B32" w:rsidRPr="006D72A4" w:rsidRDefault="00E56B32" w:rsidP="006E3A6C">
      <w:pPr>
        <w:numPr>
          <w:ilvl w:val="0"/>
          <w:numId w:val="9"/>
        </w:numPr>
        <w:spacing w:before="100" w:beforeAutospacing="1" w:after="100" w:afterAutospacing="1" w:line="276" w:lineRule="auto"/>
        <w:rPr>
          <w:color w:val="000000"/>
        </w:rPr>
      </w:pPr>
      <w:r w:rsidRPr="006D72A4">
        <w:rPr>
          <w:color w:val="000000"/>
        </w:rPr>
        <w:t>вот вышли из джунглей, увидели солнышко, улыбнулись ему и потянулись вверх руками (потягивания).</w:t>
      </w:r>
    </w:p>
    <w:p w:rsidR="00E56B32" w:rsidRPr="006D72A4" w:rsidRDefault="00E56B32" w:rsidP="00DC71B2">
      <w:pPr>
        <w:pStyle w:val="ListParagraph"/>
        <w:numPr>
          <w:ilvl w:val="0"/>
          <w:numId w:val="26"/>
        </w:numPr>
        <w:spacing w:before="100" w:beforeAutospacing="1" w:after="100" w:afterAutospacing="1" w:line="276" w:lineRule="auto"/>
        <w:rPr>
          <w:b/>
          <w:color w:val="000000"/>
        </w:rPr>
      </w:pPr>
      <w:r w:rsidRPr="006D72A4">
        <w:rPr>
          <w:b/>
          <w:color w:val="000000"/>
        </w:rPr>
        <w:t>Первичная проверка понимания.</w:t>
      </w:r>
    </w:p>
    <w:p w:rsidR="00E56B32" w:rsidRPr="006D72A4" w:rsidRDefault="00E56B32" w:rsidP="006E3A6C">
      <w:pPr>
        <w:spacing w:line="276" w:lineRule="auto"/>
        <w:rPr>
          <w:color w:val="000000"/>
        </w:rPr>
      </w:pPr>
      <w:r w:rsidRPr="006D72A4">
        <w:rPr>
          <w:b/>
          <w:u w:val="single"/>
          <w:lang w:val="en-US"/>
        </w:rPr>
        <w:t>III</w:t>
      </w:r>
      <w:r w:rsidRPr="006D72A4">
        <w:rPr>
          <w:b/>
          <w:u w:val="single"/>
        </w:rPr>
        <w:t xml:space="preserve">пункт </w:t>
      </w:r>
      <w:r w:rsidRPr="006D72A4">
        <w:rPr>
          <w:u w:val="single"/>
        </w:rPr>
        <w:t xml:space="preserve">Учитель: </w:t>
      </w:r>
      <w:r w:rsidRPr="006D72A4">
        <w:rPr>
          <w:color w:val="000000"/>
          <w:u w:val="single"/>
        </w:rPr>
        <w:t>:</w:t>
      </w:r>
      <w:r w:rsidRPr="006D72A4">
        <w:rPr>
          <w:color w:val="000000"/>
        </w:rPr>
        <w:t xml:space="preserve"> Шли мы по джунглям, и вышли к поселку. Основным занятием жителей Древней Индии было оседлое земледелие. Очень трудно было им  подготовить участок для пашни, им приходилось вырубать лес и выкорчевывать пни. После того, как появились железные топоры, мотыги, лопаты работать им стало легче. </w:t>
      </w:r>
      <w:r w:rsidRPr="006D72A4">
        <w:rPr>
          <w:b/>
          <w:i/>
          <w:color w:val="000000"/>
        </w:rPr>
        <w:t>(</w:t>
      </w:r>
      <w:r w:rsidRPr="006D72A4">
        <w:rPr>
          <w:i/>
          <w:color w:val="000000"/>
        </w:rPr>
        <w:t>Слайд №7).</w:t>
      </w:r>
      <w:r w:rsidRPr="006D72A4">
        <w:rPr>
          <w:color w:val="000000"/>
        </w:rPr>
        <w:t xml:space="preserve"> Посмотрите на следующий слайд и скажите, что выращивали индийцы? </w:t>
      </w:r>
      <w:r w:rsidRPr="006D72A4">
        <w:rPr>
          <w:i/>
          <w:color w:val="000000"/>
        </w:rPr>
        <w:t>(слайд №8</w:t>
      </w:r>
      <w:r w:rsidRPr="006D72A4">
        <w:rPr>
          <w:b/>
          <w:i/>
          <w:color w:val="000000"/>
        </w:rPr>
        <w:t>)</w:t>
      </w:r>
      <w:r w:rsidRPr="006D72A4">
        <w:rPr>
          <w:color w:val="000000"/>
        </w:rPr>
        <w:t>. Древние путешественники, побывавшие в Индии, рассказывали своим соотечественникам на Родине, что в далёкой стране  на кустах растёт белая шерсть, которую земледельцы срезают и делают из неё ткани. Это, конечно, хлопчатник.  А про сахар они говорили, что это белый порошок, который слаще мёда и его индийцы добывают из растений.</w:t>
      </w:r>
    </w:p>
    <w:p w:rsidR="00E56B32" w:rsidRPr="006D72A4" w:rsidRDefault="00E56B32" w:rsidP="006E3A6C">
      <w:pPr>
        <w:spacing w:line="276" w:lineRule="auto"/>
        <w:rPr>
          <w:color w:val="000000"/>
        </w:rPr>
      </w:pPr>
      <w:r w:rsidRPr="006D72A4">
        <w:rPr>
          <w:color w:val="000000"/>
        </w:rPr>
        <w:t xml:space="preserve"> Ребята, у меня есть документ, который испортился от времени. Вам нужно его восстановить, вспомните, о чем мы говорили  и вставьте слова на месте пропусков.( работа с текстом)</w:t>
      </w:r>
    </w:p>
    <w:p w:rsidR="00E56B32" w:rsidRPr="006D72A4" w:rsidRDefault="00E56B32" w:rsidP="006E3A6C">
      <w:pPr>
        <w:spacing w:line="276" w:lineRule="auto"/>
        <w:rPr>
          <w:color w:val="000000"/>
        </w:rPr>
      </w:pPr>
    </w:p>
    <w:p w:rsidR="00E56B32" w:rsidRPr="006D72A4" w:rsidRDefault="00E56B32" w:rsidP="006E3A6C">
      <w:pPr>
        <w:spacing w:line="276" w:lineRule="auto"/>
        <w:rPr>
          <w:color w:val="000000"/>
        </w:rPr>
      </w:pPr>
    </w:p>
    <w:p w:rsidR="00E56B32" w:rsidRPr="006D72A4" w:rsidRDefault="00E56B32" w:rsidP="006E3A6C">
      <w:pPr>
        <w:spacing w:line="276" w:lineRule="auto"/>
        <w:ind w:left="360"/>
        <w:rPr>
          <w:i/>
          <w:color w:val="000000"/>
        </w:rPr>
      </w:pPr>
      <w:r w:rsidRPr="006D72A4">
        <w:rPr>
          <w:i/>
          <w:color w:val="000000"/>
        </w:rPr>
        <w:t>Индия расположена на полуострове</w:t>
      </w:r>
      <w:r w:rsidRPr="006D72A4">
        <w:rPr>
          <w:b/>
          <w:bCs/>
          <w:i/>
          <w:color w:val="000000"/>
          <w:u w:val="single"/>
        </w:rPr>
        <w:t>…………..</w:t>
      </w:r>
      <w:r w:rsidRPr="006D72A4">
        <w:rPr>
          <w:i/>
          <w:color w:val="000000"/>
        </w:rPr>
        <w:t xml:space="preserve">Северной границей Индии служат горы </w:t>
      </w:r>
      <w:r w:rsidRPr="006D72A4">
        <w:rPr>
          <w:b/>
          <w:bCs/>
          <w:i/>
          <w:color w:val="000000"/>
          <w:u w:val="single"/>
        </w:rPr>
        <w:t>…………….</w:t>
      </w:r>
      <w:r w:rsidRPr="006D72A4">
        <w:rPr>
          <w:i/>
          <w:color w:val="000000"/>
        </w:rPr>
        <w:t xml:space="preserve">Самые крупные реки Индии – это </w:t>
      </w:r>
      <w:r w:rsidRPr="006D72A4">
        <w:rPr>
          <w:b/>
          <w:bCs/>
          <w:i/>
          <w:color w:val="000000"/>
          <w:u w:val="single"/>
        </w:rPr>
        <w:t>……………...</w:t>
      </w:r>
    </w:p>
    <w:p w:rsidR="00E56B32" w:rsidRPr="006D72A4" w:rsidRDefault="00E56B32" w:rsidP="006E3A6C">
      <w:pPr>
        <w:spacing w:line="276" w:lineRule="auto"/>
        <w:ind w:left="360"/>
        <w:rPr>
          <w:i/>
          <w:color w:val="000000"/>
        </w:rPr>
      </w:pPr>
      <w:r w:rsidRPr="006D72A4">
        <w:rPr>
          <w:i/>
          <w:color w:val="000000"/>
        </w:rPr>
        <w:t xml:space="preserve">Густые, непроходимые леса Индии называются </w:t>
      </w:r>
      <w:r w:rsidRPr="006D72A4">
        <w:rPr>
          <w:b/>
          <w:bCs/>
          <w:i/>
          <w:color w:val="000000"/>
          <w:u w:val="single"/>
        </w:rPr>
        <w:t>………………</w:t>
      </w:r>
    </w:p>
    <w:p w:rsidR="00E56B32" w:rsidRPr="006D72A4" w:rsidRDefault="00E56B32" w:rsidP="006E3A6C">
      <w:pPr>
        <w:spacing w:line="276" w:lineRule="auto"/>
        <w:ind w:left="360"/>
        <w:rPr>
          <w:i/>
          <w:color w:val="000000"/>
        </w:rPr>
      </w:pPr>
      <w:r w:rsidRPr="006D72A4">
        <w:rPr>
          <w:i/>
          <w:color w:val="000000"/>
        </w:rPr>
        <w:t>Жители Древней Индии выращивали</w:t>
      </w:r>
      <w:r w:rsidRPr="006D72A4">
        <w:rPr>
          <w:b/>
          <w:bCs/>
          <w:i/>
          <w:color w:val="000000"/>
          <w:u w:val="single"/>
        </w:rPr>
        <w:t>…………….</w:t>
      </w:r>
      <w:r w:rsidRPr="006D72A4">
        <w:rPr>
          <w:i/>
          <w:color w:val="000000"/>
        </w:rPr>
        <w:t>и делали из него одежду.</w:t>
      </w:r>
    </w:p>
    <w:p w:rsidR="00E56B32" w:rsidRPr="006D72A4" w:rsidRDefault="00E56B32" w:rsidP="006E3A6C">
      <w:pPr>
        <w:spacing w:line="276" w:lineRule="auto"/>
        <w:ind w:left="360"/>
        <w:rPr>
          <w:i/>
          <w:color w:val="000000"/>
        </w:rPr>
      </w:pPr>
      <w:r w:rsidRPr="006D72A4">
        <w:rPr>
          <w:i/>
          <w:color w:val="000000"/>
        </w:rPr>
        <w:t xml:space="preserve">Индийцы называли  </w:t>
      </w:r>
      <w:r w:rsidRPr="006D72A4">
        <w:rPr>
          <w:b/>
          <w:bCs/>
          <w:i/>
          <w:color w:val="000000"/>
          <w:u w:val="single"/>
        </w:rPr>
        <w:t>………………</w:t>
      </w:r>
      <w:r w:rsidRPr="006D72A4">
        <w:rPr>
          <w:i/>
          <w:color w:val="000000"/>
        </w:rPr>
        <w:t xml:space="preserve">матерью, божественной кормилицей. </w:t>
      </w:r>
    </w:p>
    <w:p w:rsidR="00E56B32" w:rsidRPr="006D72A4" w:rsidRDefault="00E56B32" w:rsidP="006E3A6C">
      <w:pPr>
        <w:spacing w:line="276" w:lineRule="auto"/>
        <w:ind w:left="360"/>
        <w:rPr>
          <w:i/>
          <w:color w:val="000000"/>
        </w:rPr>
      </w:pPr>
    </w:p>
    <w:p w:rsidR="00E56B32" w:rsidRPr="006D72A4" w:rsidRDefault="00E56B32" w:rsidP="006E3A6C">
      <w:pPr>
        <w:spacing w:line="276" w:lineRule="auto"/>
        <w:rPr>
          <w:b/>
        </w:rPr>
      </w:pPr>
      <w:r w:rsidRPr="006D72A4">
        <w:t>- Молодцы,  теперь давайте проверим по нашему эталону (</w:t>
      </w:r>
      <w:r w:rsidRPr="006D72A4">
        <w:rPr>
          <w:i/>
        </w:rPr>
        <w:t>Презентация слайд №</w:t>
      </w:r>
      <w:r w:rsidRPr="006D72A4">
        <w:rPr>
          <w:b/>
        </w:rPr>
        <w:t xml:space="preserve"> 9  ).</w:t>
      </w:r>
    </w:p>
    <w:p w:rsidR="00E56B32" w:rsidRPr="006D72A4" w:rsidRDefault="00E56B32" w:rsidP="006E3A6C">
      <w:pPr>
        <w:spacing w:line="276" w:lineRule="auto"/>
        <w:rPr>
          <w:b/>
        </w:rPr>
      </w:pPr>
    </w:p>
    <w:p w:rsidR="00E56B32" w:rsidRPr="006D72A4" w:rsidRDefault="00E56B32" w:rsidP="006E3A6C">
      <w:pPr>
        <w:spacing w:line="276" w:lineRule="auto"/>
      </w:pPr>
    </w:p>
    <w:p w:rsidR="00E56B32" w:rsidRPr="006D72A4" w:rsidRDefault="00E56B32" w:rsidP="00610F23">
      <w:pPr>
        <w:pStyle w:val="ListParagraph"/>
        <w:numPr>
          <w:ilvl w:val="0"/>
          <w:numId w:val="26"/>
        </w:numPr>
        <w:spacing w:line="276" w:lineRule="auto"/>
      </w:pPr>
      <w:r w:rsidRPr="006D72A4">
        <w:rPr>
          <w:b/>
        </w:rPr>
        <w:t>Информация о домашнем задании. Инструктаж по его выполнению.</w:t>
      </w:r>
    </w:p>
    <w:p w:rsidR="00E56B32" w:rsidRPr="006D72A4" w:rsidRDefault="00E56B32" w:rsidP="00610F23">
      <w:pPr>
        <w:pStyle w:val="ListParagraph"/>
        <w:spacing w:line="276" w:lineRule="auto"/>
        <w:rPr>
          <w:i/>
        </w:rPr>
      </w:pPr>
      <w:r w:rsidRPr="006D72A4">
        <w:t>Запишите домашнее задание. (</w:t>
      </w:r>
      <w:r w:rsidRPr="006D72A4">
        <w:rPr>
          <w:i/>
        </w:rPr>
        <w:t>Слайд № 10)</w:t>
      </w:r>
    </w:p>
    <w:p w:rsidR="00E56B32" w:rsidRPr="006D72A4" w:rsidRDefault="00E56B32" w:rsidP="00D17BFE">
      <w:pPr>
        <w:pStyle w:val="ListParagraph"/>
        <w:numPr>
          <w:ilvl w:val="0"/>
          <w:numId w:val="26"/>
        </w:numPr>
        <w:spacing w:line="276" w:lineRule="auto"/>
        <w:rPr>
          <w:b/>
        </w:rPr>
      </w:pPr>
      <w:r w:rsidRPr="006D72A4">
        <w:rPr>
          <w:b/>
        </w:rPr>
        <w:t>Итог урока .Рефлексия. Оценивание и комментарии</w:t>
      </w:r>
    </w:p>
    <w:p w:rsidR="00E56B32" w:rsidRPr="006D72A4" w:rsidRDefault="00E56B32" w:rsidP="00D17BFE">
      <w:pPr>
        <w:spacing w:line="276" w:lineRule="auto"/>
      </w:pPr>
    </w:p>
    <w:p w:rsidR="00E56B32" w:rsidRPr="006D72A4" w:rsidRDefault="00E56B32" w:rsidP="00610F23">
      <w:pPr>
        <w:spacing w:line="276" w:lineRule="auto"/>
      </w:pPr>
      <w:r w:rsidRPr="006D72A4">
        <w:t>-Ребята, как вы думаете, смогли ли мы доказать мнение греков о том, что Индия «страна чудес»? (</w:t>
      </w:r>
      <w:r w:rsidRPr="006D72A4">
        <w:rPr>
          <w:i/>
        </w:rPr>
        <w:t>Презентация слайд№11</w:t>
      </w:r>
      <w:r w:rsidRPr="006D72A4">
        <w:rPr>
          <w:b/>
        </w:rPr>
        <w:t xml:space="preserve"> </w:t>
      </w:r>
      <w:r w:rsidRPr="006D72A4">
        <w:t>)</w:t>
      </w:r>
    </w:p>
    <w:p w:rsidR="00E56B32" w:rsidRPr="006D72A4" w:rsidRDefault="00E56B32" w:rsidP="00610F23">
      <w:pPr>
        <w:spacing w:line="276" w:lineRule="auto"/>
        <w:rPr>
          <w:b/>
        </w:rPr>
      </w:pPr>
      <w:r w:rsidRPr="006D72A4">
        <w:t>-Вы сегодня все замечательно работали  на уроке, мне понравилась ваша работа, а как вы сами себя оцените?</w:t>
      </w:r>
    </w:p>
    <w:p w:rsidR="00E56B32" w:rsidRPr="006D72A4" w:rsidRDefault="00E56B32" w:rsidP="00610F23">
      <w:pPr>
        <w:spacing w:line="276" w:lineRule="auto"/>
        <w:rPr>
          <w:b/>
        </w:rPr>
      </w:pPr>
      <w:r w:rsidRPr="006D72A4">
        <w:rPr>
          <w:b/>
        </w:rPr>
        <w:t>Оценивание себя детьми.</w:t>
      </w:r>
    </w:p>
    <w:p w:rsidR="00E56B32" w:rsidRPr="006D72A4" w:rsidRDefault="00E56B32" w:rsidP="00610F23">
      <w:pPr>
        <w:spacing w:line="276" w:lineRule="auto"/>
      </w:pPr>
      <w:r w:rsidRPr="006D72A4">
        <w:t>- Вам понравилось наше путешествие?</w:t>
      </w:r>
    </w:p>
    <w:p w:rsidR="00E56B32" w:rsidRPr="006D72A4" w:rsidRDefault="00E56B32" w:rsidP="00610F23">
      <w:pPr>
        <w:spacing w:line="276" w:lineRule="auto"/>
      </w:pPr>
      <w:r w:rsidRPr="006D72A4">
        <w:t>- Что вам больше всего запомнилось?</w:t>
      </w:r>
    </w:p>
    <w:p w:rsidR="00E56B32" w:rsidRPr="006D72A4" w:rsidRDefault="00E56B32" w:rsidP="00610F23">
      <w:pPr>
        <w:spacing w:line="276" w:lineRule="auto"/>
      </w:pPr>
      <w:r w:rsidRPr="006D72A4">
        <w:t>-О чем еще вы хотели бы узнать?</w:t>
      </w:r>
    </w:p>
    <w:p w:rsidR="00E56B32" w:rsidRPr="006D72A4" w:rsidRDefault="00E56B32" w:rsidP="00610F23">
      <w:pPr>
        <w:spacing w:line="276" w:lineRule="auto"/>
      </w:pPr>
      <w:r w:rsidRPr="006D72A4">
        <w:t xml:space="preserve"> - Чтобы узнать еще больше, мы продолжим путешествие на следующем уроке. </w:t>
      </w:r>
    </w:p>
    <w:p w:rsidR="00E56B32" w:rsidRPr="006D72A4" w:rsidRDefault="00E56B32" w:rsidP="00610F23">
      <w:pPr>
        <w:spacing w:line="276" w:lineRule="auto"/>
      </w:pPr>
      <w:r w:rsidRPr="006D72A4">
        <w:t>Теперь я хотела бы, чтобы вы оценили сою работу на уроке. Для этого у вас на столах лежат разноцветные кружочки. Прочитайте, что на них написано и поднимите тот, который считаете нужным.</w:t>
      </w:r>
    </w:p>
    <w:p w:rsidR="00E56B32" w:rsidRDefault="00E56B32" w:rsidP="00D17BFE">
      <w:pPr>
        <w:spacing w:line="276" w:lineRule="auto"/>
      </w:pPr>
    </w:p>
    <w:p w:rsidR="00E56B32" w:rsidRDefault="00E56B32" w:rsidP="00D17BFE">
      <w:pPr>
        <w:spacing w:line="276" w:lineRule="auto"/>
      </w:pPr>
    </w:p>
    <w:p w:rsidR="00E56B32" w:rsidRDefault="00E56B32" w:rsidP="00D17BFE">
      <w:pPr>
        <w:spacing w:line="276" w:lineRule="auto"/>
      </w:pPr>
    </w:p>
    <w:p w:rsidR="00E56B32" w:rsidRDefault="00E56B32" w:rsidP="00D17BFE">
      <w:pPr>
        <w:spacing w:line="276" w:lineRule="auto"/>
      </w:pPr>
    </w:p>
    <w:p w:rsidR="00E56B32" w:rsidRPr="006D72A4" w:rsidRDefault="00E56B32" w:rsidP="00C96CFF">
      <w:pPr>
        <w:spacing w:line="276" w:lineRule="auto"/>
        <w:ind w:left="-709"/>
      </w:pPr>
    </w:p>
    <w:sectPr w:rsidR="00E56B32" w:rsidRPr="006D72A4" w:rsidSect="00F95CEC">
      <w:pgSz w:w="16838" w:h="11906" w:orient="landscape"/>
      <w:pgMar w:top="1701" w:right="709" w:bottom="850" w:left="56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56B32" w:rsidRDefault="00E56B32" w:rsidP="004E4FFD">
      <w:r>
        <w:separator/>
      </w:r>
    </w:p>
  </w:endnote>
  <w:endnote w:type="continuationSeparator" w:id="0">
    <w:p w:rsidR="00E56B32" w:rsidRDefault="00E56B32" w:rsidP="004E4FF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choolBookC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imesNewRoman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">
    <w:altName w:val="Arial Unicode MS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56B32" w:rsidRDefault="00E56B32" w:rsidP="004E4FFD">
      <w:r>
        <w:separator/>
      </w:r>
    </w:p>
  </w:footnote>
  <w:footnote w:type="continuationSeparator" w:id="0">
    <w:p w:rsidR="00E56B32" w:rsidRDefault="00E56B32" w:rsidP="004E4FF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11580"/>
    <w:multiLevelType w:val="hybridMultilevel"/>
    <w:tmpl w:val="F60A79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331735"/>
    <w:multiLevelType w:val="hybridMultilevel"/>
    <w:tmpl w:val="97868968"/>
    <w:lvl w:ilvl="0" w:tplc="0419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>
    <w:nsid w:val="0E370273"/>
    <w:multiLevelType w:val="multilevel"/>
    <w:tmpl w:val="33DE5A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0F3A5DC7"/>
    <w:multiLevelType w:val="hybridMultilevel"/>
    <w:tmpl w:val="D7208E6E"/>
    <w:lvl w:ilvl="0" w:tplc="9C0C0B8A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0EEA700E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6A581164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A6E4EF72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7D0EE594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20B2A418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DF705EE0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50A2AB82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375AC502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4">
    <w:nsid w:val="0FA272EE"/>
    <w:multiLevelType w:val="multilevel"/>
    <w:tmpl w:val="CAA0DC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54E146A"/>
    <w:multiLevelType w:val="hybridMultilevel"/>
    <w:tmpl w:val="EF1A63BE"/>
    <w:lvl w:ilvl="0" w:tplc="04190001">
      <w:start w:val="7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89B3841"/>
    <w:multiLevelType w:val="multilevel"/>
    <w:tmpl w:val="89C0FE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93D6203"/>
    <w:multiLevelType w:val="hybridMultilevel"/>
    <w:tmpl w:val="D062BBDE"/>
    <w:lvl w:ilvl="0" w:tplc="C124205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56EED9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5FA1C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C7EF00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A5E49A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3FA4FD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274A64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9BE0D7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54A32E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8">
    <w:nsid w:val="199F1835"/>
    <w:multiLevelType w:val="hybridMultilevel"/>
    <w:tmpl w:val="BF28D802"/>
    <w:lvl w:ilvl="0" w:tplc="5BE6FE12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9A064318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4BBAA3D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2C96E27E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4" w:tplc="BA6C62B0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5" w:tplc="99B2DE20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2084D04C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7" w:tplc="8924B3D0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8" w:tplc="A7DABF0A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>
    <w:nsid w:val="1C701FD2"/>
    <w:multiLevelType w:val="hybridMultilevel"/>
    <w:tmpl w:val="3522A4E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1D336D1F"/>
    <w:multiLevelType w:val="hybridMultilevel"/>
    <w:tmpl w:val="15301E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EA3011D"/>
    <w:multiLevelType w:val="multilevel"/>
    <w:tmpl w:val="BFDCFA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82F5B56"/>
    <w:multiLevelType w:val="hybridMultilevel"/>
    <w:tmpl w:val="987A0BA8"/>
    <w:lvl w:ilvl="0" w:tplc="929CD3A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6CC70D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696EC8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3D64A2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BAC15E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24ECBA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C4E87C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EC8772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09A471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3">
    <w:nsid w:val="28EA50FC"/>
    <w:multiLevelType w:val="multilevel"/>
    <w:tmpl w:val="B88455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AEF5C6E"/>
    <w:multiLevelType w:val="hybridMultilevel"/>
    <w:tmpl w:val="97868968"/>
    <w:lvl w:ilvl="0" w:tplc="0419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2CE93040"/>
    <w:multiLevelType w:val="multilevel"/>
    <w:tmpl w:val="6ECE6A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2F4653E3"/>
    <w:multiLevelType w:val="hybridMultilevel"/>
    <w:tmpl w:val="F88475E6"/>
    <w:lvl w:ilvl="0" w:tplc="5BC86AD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04A131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E845FB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6C0E24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952368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0504DF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A6CDFD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7C876E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34CCC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7">
    <w:nsid w:val="30892347"/>
    <w:multiLevelType w:val="hybridMultilevel"/>
    <w:tmpl w:val="1C3EE840"/>
    <w:lvl w:ilvl="0" w:tplc="72386C32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46687024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6D280BDA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5783864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4" w:tplc="B0567BFA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5" w:tplc="9322EC6A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5C34AB2A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7" w:tplc="1A5223A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8" w:tplc="C254932A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>
    <w:nsid w:val="35647DF2"/>
    <w:multiLevelType w:val="hybridMultilevel"/>
    <w:tmpl w:val="1BDC156E"/>
    <w:lvl w:ilvl="0" w:tplc="5D8C3C8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3503D8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9B4350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E543B1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A001D8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008EB6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970A2B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02C099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FE0479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9">
    <w:nsid w:val="3EA453FE"/>
    <w:multiLevelType w:val="hybridMultilevel"/>
    <w:tmpl w:val="981E49A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406A5CBF"/>
    <w:multiLevelType w:val="hybridMultilevel"/>
    <w:tmpl w:val="97868968"/>
    <w:lvl w:ilvl="0" w:tplc="0419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1">
    <w:nsid w:val="44134E49"/>
    <w:multiLevelType w:val="hybridMultilevel"/>
    <w:tmpl w:val="FA6EE7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4B63CA5"/>
    <w:multiLevelType w:val="hybridMultilevel"/>
    <w:tmpl w:val="97868968"/>
    <w:lvl w:ilvl="0" w:tplc="0419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3">
    <w:nsid w:val="45F162FA"/>
    <w:multiLevelType w:val="multilevel"/>
    <w:tmpl w:val="47C6CB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2160" w:hanging="360"/>
      </w:pPr>
      <w:rPr>
        <w:rFonts w:cs="Times New Roman"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5144764D"/>
    <w:multiLevelType w:val="hybridMultilevel"/>
    <w:tmpl w:val="513E15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C8062F4"/>
    <w:multiLevelType w:val="hybridMultilevel"/>
    <w:tmpl w:val="E99E0EB4"/>
    <w:lvl w:ilvl="0" w:tplc="800CEDB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A8EA24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362008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B646C1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920699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18CFC9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0DAF1E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B12872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218E0B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6">
    <w:nsid w:val="6AEF20B9"/>
    <w:multiLevelType w:val="hybridMultilevel"/>
    <w:tmpl w:val="2CDEB3B2"/>
    <w:lvl w:ilvl="0" w:tplc="3728568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DB4D53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24CF98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4A49F6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7AA4EB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78A8FB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5A81C3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D22CC3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1023D1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7">
    <w:nsid w:val="716452BD"/>
    <w:multiLevelType w:val="multilevel"/>
    <w:tmpl w:val="C06EDF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73014D66"/>
    <w:multiLevelType w:val="hybridMultilevel"/>
    <w:tmpl w:val="221ABE54"/>
    <w:lvl w:ilvl="0" w:tplc="1AB860C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F28CD2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9EC280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61AA3E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8CC952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D3ABE8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9E8592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D8E416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6127E6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35A21EF"/>
    <w:multiLevelType w:val="multilevel"/>
    <w:tmpl w:val="2A545B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73AB3933"/>
    <w:multiLevelType w:val="hybridMultilevel"/>
    <w:tmpl w:val="5C5E1BD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>
    <w:nsid w:val="7B8620E0"/>
    <w:multiLevelType w:val="multilevel"/>
    <w:tmpl w:val="C42AF7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7EA13FEB"/>
    <w:multiLevelType w:val="multilevel"/>
    <w:tmpl w:val="B51EC4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7"/>
  </w:num>
  <w:num w:numId="2">
    <w:abstractNumId w:val="31"/>
  </w:num>
  <w:num w:numId="3">
    <w:abstractNumId w:val="6"/>
  </w:num>
  <w:num w:numId="4">
    <w:abstractNumId w:val="4"/>
  </w:num>
  <w:num w:numId="5">
    <w:abstractNumId w:val="29"/>
  </w:num>
  <w:num w:numId="6">
    <w:abstractNumId w:val="13"/>
  </w:num>
  <w:num w:numId="7">
    <w:abstractNumId w:val="2"/>
  </w:num>
  <w:num w:numId="8">
    <w:abstractNumId w:val="32"/>
  </w:num>
  <w:num w:numId="9">
    <w:abstractNumId w:val="11"/>
  </w:num>
  <w:num w:numId="10">
    <w:abstractNumId w:val="16"/>
  </w:num>
  <w:num w:numId="11">
    <w:abstractNumId w:val="25"/>
  </w:num>
  <w:num w:numId="12">
    <w:abstractNumId w:val="19"/>
  </w:num>
  <w:num w:numId="13">
    <w:abstractNumId w:val="26"/>
  </w:num>
  <w:num w:numId="14">
    <w:abstractNumId w:val="7"/>
  </w:num>
  <w:num w:numId="15">
    <w:abstractNumId w:val="18"/>
  </w:num>
  <w:num w:numId="16">
    <w:abstractNumId w:val="12"/>
  </w:num>
  <w:num w:numId="17">
    <w:abstractNumId w:val="21"/>
  </w:num>
  <w:num w:numId="18">
    <w:abstractNumId w:val="10"/>
  </w:num>
  <w:num w:numId="19">
    <w:abstractNumId w:val="0"/>
  </w:num>
  <w:num w:numId="20">
    <w:abstractNumId w:val="24"/>
  </w:num>
  <w:num w:numId="21">
    <w:abstractNumId w:val="3"/>
  </w:num>
  <w:num w:numId="22">
    <w:abstractNumId w:val="1"/>
  </w:num>
  <w:num w:numId="23">
    <w:abstractNumId w:val="14"/>
  </w:num>
  <w:num w:numId="24">
    <w:abstractNumId w:val="20"/>
  </w:num>
  <w:num w:numId="25">
    <w:abstractNumId w:val="22"/>
  </w:num>
  <w:num w:numId="26">
    <w:abstractNumId w:val="9"/>
  </w:num>
  <w:num w:numId="27">
    <w:abstractNumId w:val="23"/>
  </w:num>
  <w:num w:numId="28">
    <w:abstractNumId w:val="15"/>
  </w:num>
  <w:num w:numId="29">
    <w:abstractNumId w:val="5"/>
  </w:num>
  <w:num w:numId="30">
    <w:abstractNumId w:val="17"/>
  </w:num>
  <w:num w:numId="31">
    <w:abstractNumId w:val="30"/>
  </w:num>
  <w:num w:numId="32">
    <w:abstractNumId w:val="8"/>
  </w:num>
  <w:num w:numId="33">
    <w:abstractNumId w:val="2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A4185"/>
    <w:rsid w:val="00020A24"/>
    <w:rsid w:val="000502E3"/>
    <w:rsid w:val="00080A14"/>
    <w:rsid w:val="000D1ACC"/>
    <w:rsid w:val="000E4840"/>
    <w:rsid w:val="00106540"/>
    <w:rsid w:val="00167371"/>
    <w:rsid w:val="001722EE"/>
    <w:rsid w:val="00197492"/>
    <w:rsid w:val="001A1178"/>
    <w:rsid w:val="001B4C63"/>
    <w:rsid w:val="001D6362"/>
    <w:rsid w:val="001F1EEC"/>
    <w:rsid w:val="00227902"/>
    <w:rsid w:val="00233AD3"/>
    <w:rsid w:val="002410A2"/>
    <w:rsid w:val="00244C87"/>
    <w:rsid w:val="0027234E"/>
    <w:rsid w:val="002806CE"/>
    <w:rsid w:val="00286CD2"/>
    <w:rsid w:val="002907F5"/>
    <w:rsid w:val="002973C0"/>
    <w:rsid w:val="002A4185"/>
    <w:rsid w:val="003026F5"/>
    <w:rsid w:val="00341940"/>
    <w:rsid w:val="003519CB"/>
    <w:rsid w:val="0035442F"/>
    <w:rsid w:val="00387CBF"/>
    <w:rsid w:val="003B09F0"/>
    <w:rsid w:val="003D17D4"/>
    <w:rsid w:val="003D52F4"/>
    <w:rsid w:val="003D588A"/>
    <w:rsid w:val="00410C64"/>
    <w:rsid w:val="004174D7"/>
    <w:rsid w:val="004C72C6"/>
    <w:rsid w:val="004E4FFD"/>
    <w:rsid w:val="0051509D"/>
    <w:rsid w:val="00517F49"/>
    <w:rsid w:val="005606A2"/>
    <w:rsid w:val="00560B63"/>
    <w:rsid w:val="005626CC"/>
    <w:rsid w:val="00590659"/>
    <w:rsid w:val="005B6FF3"/>
    <w:rsid w:val="005D014A"/>
    <w:rsid w:val="005D7176"/>
    <w:rsid w:val="005E3C18"/>
    <w:rsid w:val="00610F23"/>
    <w:rsid w:val="006435AF"/>
    <w:rsid w:val="00650D2E"/>
    <w:rsid w:val="00667422"/>
    <w:rsid w:val="00683006"/>
    <w:rsid w:val="006D641C"/>
    <w:rsid w:val="006D72A4"/>
    <w:rsid w:val="006E3A6C"/>
    <w:rsid w:val="0073674E"/>
    <w:rsid w:val="007769DF"/>
    <w:rsid w:val="007802AE"/>
    <w:rsid w:val="00786D7F"/>
    <w:rsid w:val="007B6DF2"/>
    <w:rsid w:val="007D6D7B"/>
    <w:rsid w:val="007F5A30"/>
    <w:rsid w:val="007F64C2"/>
    <w:rsid w:val="00800E76"/>
    <w:rsid w:val="00821FA9"/>
    <w:rsid w:val="00852ABF"/>
    <w:rsid w:val="008810D2"/>
    <w:rsid w:val="008D338E"/>
    <w:rsid w:val="00936032"/>
    <w:rsid w:val="00947024"/>
    <w:rsid w:val="009511FB"/>
    <w:rsid w:val="00967029"/>
    <w:rsid w:val="009945EE"/>
    <w:rsid w:val="009B5046"/>
    <w:rsid w:val="009B64A6"/>
    <w:rsid w:val="009C791C"/>
    <w:rsid w:val="009D0B56"/>
    <w:rsid w:val="009D2679"/>
    <w:rsid w:val="009E647C"/>
    <w:rsid w:val="009F5929"/>
    <w:rsid w:val="00A00D3E"/>
    <w:rsid w:val="00A332E9"/>
    <w:rsid w:val="00A51275"/>
    <w:rsid w:val="00A677C3"/>
    <w:rsid w:val="00A779A8"/>
    <w:rsid w:val="00A91A02"/>
    <w:rsid w:val="00A951CB"/>
    <w:rsid w:val="00B0174A"/>
    <w:rsid w:val="00B04D40"/>
    <w:rsid w:val="00B251F9"/>
    <w:rsid w:val="00B570FB"/>
    <w:rsid w:val="00B61CF3"/>
    <w:rsid w:val="00B91714"/>
    <w:rsid w:val="00B93B14"/>
    <w:rsid w:val="00BC0629"/>
    <w:rsid w:val="00C220A0"/>
    <w:rsid w:val="00C73B7C"/>
    <w:rsid w:val="00C87C4E"/>
    <w:rsid w:val="00C96B92"/>
    <w:rsid w:val="00C96CFF"/>
    <w:rsid w:val="00CA115F"/>
    <w:rsid w:val="00CB5FB8"/>
    <w:rsid w:val="00D17BFE"/>
    <w:rsid w:val="00D22B8B"/>
    <w:rsid w:val="00D72B45"/>
    <w:rsid w:val="00DC4CC4"/>
    <w:rsid w:val="00DC71B2"/>
    <w:rsid w:val="00DD4027"/>
    <w:rsid w:val="00DE0ED0"/>
    <w:rsid w:val="00DE4579"/>
    <w:rsid w:val="00E25438"/>
    <w:rsid w:val="00E47239"/>
    <w:rsid w:val="00E56B32"/>
    <w:rsid w:val="00E57B77"/>
    <w:rsid w:val="00E6104C"/>
    <w:rsid w:val="00ED737B"/>
    <w:rsid w:val="00EE5C56"/>
    <w:rsid w:val="00F069E1"/>
    <w:rsid w:val="00F55473"/>
    <w:rsid w:val="00F568FD"/>
    <w:rsid w:val="00F70D84"/>
    <w:rsid w:val="00F95CEC"/>
    <w:rsid w:val="00FB1687"/>
    <w:rsid w:val="00FD3805"/>
    <w:rsid w:val="00FD4A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20A0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233AD3"/>
    <w:pPr>
      <w:ind w:left="720"/>
      <w:contextualSpacing/>
    </w:pPr>
  </w:style>
  <w:style w:type="paragraph" w:styleId="NormalWeb">
    <w:name w:val="Normal (Web)"/>
    <w:basedOn w:val="Normal"/>
    <w:uiPriority w:val="99"/>
    <w:rsid w:val="00227902"/>
    <w:pPr>
      <w:spacing w:before="100" w:beforeAutospacing="1" w:after="100" w:afterAutospacing="1"/>
    </w:pPr>
  </w:style>
  <w:style w:type="paragraph" w:customStyle="1" w:styleId="texturok">
    <w:name w:val="text_urok"/>
    <w:basedOn w:val="Normal"/>
    <w:uiPriority w:val="99"/>
    <w:rsid w:val="00F95CEC"/>
    <w:pPr>
      <w:widowControl w:val="0"/>
      <w:autoSpaceDE w:val="0"/>
      <w:autoSpaceDN w:val="0"/>
      <w:adjustRightInd w:val="0"/>
      <w:spacing w:line="240" w:lineRule="atLeast"/>
      <w:ind w:firstLine="283"/>
      <w:jc w:val="both"/>
      <w:textAlignment w:val="center"/>
    </w:pPr>
    <w:rPr>
      <w:rFonts w:ascii="SchoolBookC" w:hAnsi="SchoolBookC" w:cs="SchoolBookC"/>
      <w:color w:val="000000"/>
      <w:sz w:val="22"/>
      <w:szCs w:val="22"/>
    </w:rPr>
  </w:style>
  <w:style w:type="table" w:styleId="TableGrid">
    <w:name w:val="Table Grid"/>
    <w:basedOn w:val="TableNormal"/>
    <w:uiPriority w:val="99"/>
    <w:rsid w:val="00F95CEC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99"/>
    <w:qFormat/>
    <w:rsid w:val="004E4FFD"/>
    <w:rPr>
      <w:lang w:eastAsia="en-US"/>
    </w:rPr>
  </w:style>
  <w:style w:type="paragraph" w:styleId="FootnoteText">
    <w:name w:val="footnote text"/>
    <w:basedOn w:val="Normal"/>
    <w:link w:val="FootnoteTextChar"/>
    <w:uiPriority w:val="99"/>
    <w:semiHidden/>
    <w:rsid w:val="004E4FFD"/>
    <w:rPr>
      <w:rFonts w:ascii="Calibri" w:eastAsia="Calibri" w:hAnsi="Calibri"/>
      <w:sz w:val="20"/>
      <w:szCs w:val="20"/>
      <w:lang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4E4FFD"/>
    <w:rPr>
      <w:rFonts w:ascii="Calibri" w:eastAsia="Times New Roman" w:hAnsi="Calibri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4E4FFD"/>
    <w:rPr>
      <w:rFonts w:cs="Times New Roman"/>
      <w:vertAlign w:val="superscript"/>
    </w:rPr>
  </w:style>
  <w:style w:type="character" w:styleId="Hyperlink">
    <w:name w:val="Hyperlink"/>
    <w:basedOn w:val="DefaultParagraphFont"/>
    <w:uiPriority w:val="99"/>
    <w:rsid w:val="00F70D84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6485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485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485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485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485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485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485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48510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48510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48510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48510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48511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48511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6485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485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festival.1september.ru/articles/521797/pril1.ppt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school-collection.edu.ru/catalog/res/ffc2b788-6a4d-4aa5-bd4d-8218506bd13d/?sort=order&amp;from=&amp;&amp;rubric_id%5b%5d=116729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festival.1september.ru/articles/521797/pril1.ppt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festival.1september.ru/articles/521797/pril1.pp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festival.1september.ru/articles/521797/pril1.pp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296</TotalTime>
  <Pages>13</Pages>
  <Words>3036</Words>
  <Characters>17311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Комп</cp:lastModifiedBy>
  <cp:revision>14</cp:revision>
  <cp:lastPrinted>2013-11-22T09:02:00Z</cp:lastPrinted>
  <dcterms:created xsi:type="dcterms:W3CDTF">2013-11-26T17:03:00Z</dcterms:created>
  <dcterms:modified xsi:type="dcterms:W3CDTF">2018-06-13T10:00:00Z</dcterms:modified>
</cp:coreProperties>
</file>