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F05" w:rsidRPr="00AA4DC7" w:rsidRDefault="001D5F05" w:rsidP="00AA4DC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sz w:val="28"/>
          <w:szCs w:val="28"/>
        </w:rPr>
        <w:t>Занько Елена Николаевна</w:t>
      </w:r>
    </w:p>
    <w:p w:rsidR="001D5F05" w:rsidRPr="00AA4DC7" w:rsidRDefault="001D5F05" w:rsidP="00AA4DC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sz w:val="28"/>
          <w:szCs w:val="28"/>
        </w:rPr>
        <w:t>Катасонова Ольга Анатольевна</w:t>
      </w:r>
    </w:p>
    <w:p w:rsidR="001D5F05" w:rsidRPr="00AA4DC7" w:rsidRDefault="001D5F05" w:rsidP="00AA4DC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sz w:val="28"/>
          <w:szCs w:val="28"/>
        </w:rPr>
        <w:tab/>
        <w:t>Муниципальное бюджетное общеобразовательное учреждение</w:t>
      </w:r>
    </w:p>
    <w:p w:rsidR="001D5F05" w:rsidRPr="00AA4DC7" w:rsidRDefault="001D5F05" w:rsidP="00AA4DC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sz w:val="28"/>
          <w:szCs w:val="28"/>
        </w:rPr>
        <w:t>«Средняя общеобразовательная школа №1»</w:t>
      </w:r>
    </w:p>
    <w:p w:rsidR="001D5F05" w:rsidRPr="00AA4DC7" w:rsidRDefault="001D5F05" w:rsidP="00AA4DC7">
      <w:pPr>
        <w:tabs>
          <w:tab w:val="left" w:pos="3060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1D5F05" w:rsidRPr="00AA4DC7" w:rsidRDefault="001D5F05" w:rsidP="00AA4DC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D5F05" w:rsidRPr="00AA4DC7" w:rsidRDefault="001D5F05" w:rsidP="00AA4DC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D5F05" w:rsidRPr="00AA4DC7" w:rsidRDefault="001D5F05" w:rsidP="00AA4DC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sz w:val="28"/>
          <w:szCs w:val="28"/>
        </w:rPr>
        <w:t>Внеклассное мероприятие к 300-летию Кузбасса</w:t>
      </w:r>
    </w:p>
    <w:p w:rsidR="001D5F05" w:rsidRPr="00AA4DC7" w:rsidRDefault="001D5F05" w:rsidP="00AA4DC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sz w:val="28"/>
          <w:szCs w:val="28"/>
        </w:rPr>
        <w:t>сказка «Уголек»</w:t>
      </w:r>
    </w:p>
    <w:p w:rsidR="001D5F05" w:rsidRPr="00AA4DC7" w:rsidRDefault="001D5F05" w:rsidP="00AA4DC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sz w:val="28"/>
          <w:szCs w:val="28"/>
        </w:rPr>
        <w:t>2 – 3 классы</w:t>
      </w:r>
    </w:p>
    <w:p w:rsidR="001D5F05" w:rsidRPr="00AA4DC7" w:rsidRDefault="001D5F05" w:rsidP="00AA4DC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D5F05" w:rsidRPr="00AA4DC7" w:rsidRDefault="001D5F05" w:rsidP="00AA4DC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D5F05" w:rsidRPr="00AA4DC7" w:rsidRDefault="001D5F05" w:rsidP="00AA4DC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D5F05" w:rsidRPr="00AA4DC7" w:rsidRDefault="001D5F05" w:rsidP="00AA4DC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D5F05" w:rsidRPr="00AA4DC7" w:rsidRDefault="001D5F05" w:rsidP="00AA4DC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D5F05" w:rsidRPr="00AA4DC7" w:rsidRDefault="001D5F05" w:rsidP="00AA4DC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D5F05" w:rsidRPr="00AA4DC7" w:rsidRDefault="001D5F05" w:rsidP="00AA4DC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D5F05" w:rsidRPr="00AA4DC7" w:rsidRDefault="001D5F05" w:rsidP="00AA4DC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D5F05" w:rsidRPr="00AA4DC7" w:rsidRDefault="001D5F05" w:rsidP="00AA4DC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D5F05" w:rsidRPr="00AA4DC7" w:rsidRDefault="001D5F05" w:rsidP="00AA4DC7">
      <w:pPr>
        <w:tabs>
          <w:tab w:val="left" w:pos="5805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sz w:val="28"/>
          <w:szCs w:val="28"/>
        </w:rPr>
        <w:tab/>
      </w:r>
    </w:p>
    <w:p w:rsidR="001D5F05" w:rsidRDefault="001D5F05" w:rsidP="00AA4DC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D5F05" w:rsidRDefault="001D5F05" w:rsidP="00AA4DC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D5F05" w:rsidRDefault="001D5F05" w:rsidP="00AA4DC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D5F05" w:rsidRPr="00AA4DC7" w:rsidRDefault="001D5F05" w:rsidP="00AA4DC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b/>
          <w:sz w:val="28"/>
          <w:szCs w:val="28"/>
        </w:rPr>
        <w:t>Тема:</w:t>
      </w:r>
      <w:r w:rsidRPr="00AA4DC7">
        <w:rPr>
          <w:rFonts w:ascii="Times New Roman" w:hAnsi="Times New Roman"/>
          <w:sz w:val="28"/>
          <w:szCs w:val="28"/>
        </w:rPr>
        <w:t xml:space="preserve"> Сказка  «Уголек»</w:t>
      </w:r>
    </w:p>
    <w:p w:rsidR="001D5F05" w:rsidRPr="00AA4DC7" w:rsidRDefault="001D5F05" w:rsidP="00AA4DC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b/>
          <w:sz w:val="28"/>
          <w:szCs w:val="28"/>
        </w:rPr>
        <w:t>Цель</w:t>
      </w:r>
      <w:r w:rsidRPr="00AA4DC7">
        <w:rPr>
          <w:rFonts w:ascii="Times New Roman" w:hAnsi="Times New Roman"/>
          <w:sz w:val="28"/>
          <w:szCs w:val="28"/>
        </w:rPr>
        <w:t>:  Ознакомление со значением полезных ископаемых.</w:t>
      </w:r>
    </w:p>
    <w:p w:rsidR="001D5F05" w:rsidRPr="00AA4DC7" w:rsidRDefault="001D5F05" w:rsidP="00AA4DC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A4DC7">
        <w:rPr>
          <w:rFonts w:ascii="Times New Roman" w:hAnsi="Times New Roman"/>
          <w:b/>
          <w:sz w:val="28"/>
          <w:szCs w:val="28"/>
        </w:rPr>
        <w:t>Формирование личностных УУД:</w:t>
      </w:r>
    </w:p>
    <w:p w:rsidR="001D5F05" w:rsidRPr="00AA4DC7" w:rsidRDefault="001D5F05" w:rsidP="00AA4DC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sz w:val="28"/>
          <w:szCs w:val="28"/>
        </w:rPr>
        <w:t>-  умение работать в команде, паре, группе;</w:t>
      </w:r>
    </w:p>
    <w:p w:rsidR="001D5F05" w:rsidRPr="00AA4DC7" w:rsidRDefault="001D5F05" w:rsidP="00AA4DC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sz w:val="28"/>
          <w:szCs w:val="28"/>
        </w:rPr>
        <w:t>-  умение излагать своё мнение;</w:t>
      </w:r>
    </w:p>
    <w:p w:rsidR="001D5F05" w:rsidRPr="00AA4DC7" w:rsidRDefault="001D5F05" w:rsidP="00AA4DC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sz w:val="28"/>
          <w:szCs w:val="28"/>
        </w:rPr>
        <w:t>- умение участвовать в диалоге;</w:t>
      </w:r>
    </w:p>
    <w:p w:rsidR="001D5F05" w:rsidRPr="00AA4DC7" w:rsidRDefault="001D5F05" w:rsidP="00AA4DC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sz w:val="28"/>
          <w:szCs w:val="28"/>
        </w:rPr>
        <w:t>- умение понимать и принимать позицию другого;</w:t>
      </w:r>
    </w:p>
    <w:p w:rsidR="001D5F05" w:rsidRPr="00AA4DC7" w:rsidRDefault="001D5F05" w:rsidP="00AA4DC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sz w:val="28"/>
          <w:szCs w:val="28"/>
        </w:rPr>
        <w:t>-  использовать речевые средства;</w:t>
      </w:r>
    </w:p>
    <w:p w:rsidR="001D5F05" w:rsidRPr="00AA4DC7" w:rsidRDefault="001D5F05" w:rsidP="00AA4DC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A4DC7">
        <w:rPr>
          <w:rFonts w:ascii="Times New Roman" w:hAnsi="Times New Roman"/>
          <w:b/>
          <w:sz w:val="28"/>
          <w:szCs w:val="28"/>
        </w:rPr>
        <w:t xml:space="preserve">Формирование регулятивных УУД:  </w:t>
      </w:r>
    </w:p>
    <w:p w:rsidR="001D5F05" w:rsidRPr="00AA4DC7" w:rsidRDefault="001D5F05" w:rsidP="00AA4DC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sz w:val="28"/>
          <w:szCs w:val="28"/>
        </w:rPr>
        <w:t>- умения планировать, контролировать и оценивать действия в процессе деятельности в соответствии с поставленными задачами и условиями их реализации;</w:t>
      </w:r>
    </w:p>
    <w:p w:rsidR="001D5F05" w:rsidRPr="00AA4DC7" w:rsidRDefault="001D5F05" w:rsidP="00AA4DC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sz w:val="28"/>
          <w:szCs w:val="28"/>
        </w:rPr>
        <w:t>- формировать  навыки  работы по плану, сверяясь с целью;</w:t>
      </w:r>
    </w:p>
    <w:p w:rsidR="001D5F05" w:rsidRPr="00AA4DC7" w:rsidRDefault="001D5F05" w:rsidP="00AA4DC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sz w:val="28"/>
          <w:szCs w:val="28"/>
        </w:rPr>
        <w:t>- развивать умение оценивать степень успешности достижения цели по критериям и результату.</w:t>
      </w:r>
    </w:p>
    <w:p w:rsidR="001D5F05" w:rsidRPr="00AA4DC7" w:rsidRDefault="001D5F05" w:rsidP="00AA4DC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A4DC7">
        <w:rPr>
          <w:rFonts w:ascii="Times New Roman" w:hAnsi="Times New Roman"/>
          <w:b/>
          <w:sz w:val="28"/>
          <w:szCs w:val="28"/>
        </w:rPr>
        <w:t>Формирование познавательных УУД:</w:t>
      </w:r>
    </w:p>
    <w:p w:rsidR="001D5F05" w:rsidRPr="00AA4DC7" w:rsidRDefault="001D5F05" w:rsidP="00AA4DC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sz w:val="28"/>
          <w:szCs w:val="28"/>
        </w:rPr>
        <w:t>- Развивать умение находить  способ действия при решении учебной задачи,  формировать  навыки  работы с информацией;</w:t>
      </w:r>
    </w:p>
    <w:p w:rsidR="001D5F05" w:rsidRPr="00AA4DC7" w:rsidRDefault="001D5F05" w:rsidP="00AA4DC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sz w:val="28"/>
          <w:szCs w:val="28"/>
        </w:rPr>
        <w:t>-  Развивать умение представлять информацию.</w:t>
      </w:r>
    </w:p>
    <w:p w:rsidR="001D5F05" w:rsidRPr="00AA4DC7" w:rsidRDefault="001D5F05" w:rsidP="00AA4DC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b/>
          <w:sz w:val="28"/>
          <w:szCs w:val="28"/>
        </w:rPr>
        <w:t>Методы:</w:t>
      </w:r>
      <w:r w:rsidRPr="00AA4DC7">
        <w:rPr>
          <w:rFonts w:ascii="Times New Roman" w:hAnsi="Times New Roman"/>
          <w:sz w:val="28"/>
          <w:szCs w:val="28"/>
        </w:rPr>
        <w:t xml:space="preserve"> словесный, наглядно - иллюстративный, частично-поисковый, практический.</w:t>
      </w:r>
    </w:p>
    <w:p w:rsidR="001D5F05" w:rsidRPr="00AA4DC7" w:rsidRDefault="001D5F05" w:rsidP="00AA4DC7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b/>
          <w:sz w:val="28"/>
          <w:szCs w:val="28"/>
        </w:rPr>
        <w:t xml:space="preserve">Декорации: </w:t>
      </w:r>
      <w:r w:rsidRPr="00AA4DC7">
        <w:rPr>
          <w:rFonts w:ascii="Times New Roman" w:hAnsi="Times New Roman"/>
          <w:sz w:val="28"/>
          <w:szCs w:val="28"/>
        </w:rPr>
        <w:t xml:space="preserve"> костер, деревья, бревна, царский дворец с троном. </w:t>
      </w:r>
    </w:p>
    <w:p w:rsidR="001D5F05" w:rsidRPr="00AA4DC7" w:rsidRDefault="001D5F05" w:rsidP="00AA4DC7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sz w:val="28"/>
          <w:szCs w:val="28"/>
        </w:rPr>
        <w:t>Оборудование</w:t>
      </w:r>
      <w:r>
        <w:rPr>
          <w:rFonts w:ascii="Times New Roman" w:hAnsi="Times New Roman"/>
          <w:sz w:val="28"/>
          <w:szCs w:val="28"/>
        </w:rPr>
        <w:t xml:space="preserve">: </w:t>
      </w:r>
      <w:r w:rsidRPr="00AA4DC7">
        <w:rPr>
          <w:rFonts w:ascii="Times New Roman" w:hAnsi="Times New Roman"/>
          <w:sz w:val="28"/>
          <w:szCs w:val="28"/>
        </w:rPr>
        <w:t>костюмы:</w:t>
      </w:r>
      <w:r w:rsidRPr="008628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костюм старика  и юного шорца</w:t>
      </w:r>
      <w:r w:rsidRPr="00AA4DC7">
        <w:rPr>
          <w:rFonts w:ascii="Times New Roman" w:hAnsi="Times New Roman"/>
          <w:sz w:val="28"/>
          <w:szCs w:val="28"/>
        </w:rPr>
        <w:t>,  глашатая с трубой, царя со скипетром и державой, царицы, писаря со свитком и пером, Аладдина с лампой, феи с волшебной палочкой, девочки с цветиком-семицветиком, гнома, карта Кемеровской области, таблица с картинками по использованию каменного угля.</w:t>
      </w:r>
    </w:p>
    <w:p w:rsidR="001D5F05" w:rsidRPr="00E521C0" w:rsidRDefault="001D5F05" w:rsidP="008628FD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E521C0">
        <w:rPr>
          <w:rFonts w:ascii="Times New Roman" w:hAnsi="Times New Roman"/>
          <w:i/>
          <w:sz w:val="24"/>
          <w:szCs w:val="24"/>
        </w:rPr>
        <w:t>С правой стороны сцены «костер». Около него сидит старик и рядом ходит внук. Оба одеты в шорские и телеутские одежды. Звучит шорская народная музыка.</w:t>
      </w:r>
    </w:p>
    <w:p w:rsidR="001D5F05" w:rsidRDefault="001D5F05" w:rsidP="00AA4DC7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D5F05" w:rsidRPr="00AA4DC7" w:rsidRDefault="001D5F05" w:rsidP="00AA4DC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b/>
          <w:sz w:val="28"/>
          <w:szCs w:val="28"/>
        </w:rPr>
        <w:t>Ведущий</w:t>
      </w:r>
      <w:r w:rsidRPr="00AA4DC7">
        <w:rPr>
          <w:rFonts w:ascii="Times New Roman" w:hAnsi="Times New Roman"/>
          <w:sz w:val="28"/>
          <w:szCs w:val="28"/>
        </w:rPr>
        <w:t>: Наши дни. Где-то  около села Беково и деревни Шанда, что в Горной Шории, а может быть на юге Кемеровской области.</w:t>
      </w:r>
    </w:p>
    <w:p w:rsidR="001D5F05" w:rsidRPr="00AA4DC7" w:rsidRDefault="001D5F05" w:rsidP="00AA4DC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b/>
          <w:sz w:val="28"/>
          <w:szCs w:val="28"/>
        </w:rPr>
        <w:t xml:space="preserve">Дед: </w:t>
      </w:r>
      <w:r w:rsidRPr="00AA4DC7">
        <w:rPr>
          <w:rFonts w:ascii="Times New Roman" w:hAnsi="Times New Roman"/>
          <w:sz w:val="28"/>
          <w:szCs w:val="28"/>
        </w:rPr>
        <w:t>(подпевает в такт музыки) Что ходишь, внук? Нужно устроиться на ночлег, а завтра с утра на охоту. Я научу тебя ловить зверя, как это делали наши предки – шорцы - издавна.</w:t>
      </w:r>
    </w:p>
    <w:p w:rsidR="001D5F05" w:rsidRPr="00AA4DC7" w:rsidRDefault="001D5F05" w:rsidP="00AA4DC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b/>
          <w:sz w:val="28"/>
          <w:szCs w:val="28"/>
        </w:rPr>
        <w:t xml:space="preserve">Внук: </w:t>
      </w:r>
      <w:r w:rsidRPr="00AA4DC7">
        <w:rPr>
          <w:rFonts w:ascii="Times New Roman" w:hAnsi="Times New Roman"/>
          <w:sz w:val="28"/>
          <w:szCs w:val="28"/>
        </w:rPr>
        <w:t>(бросает в костер кусочек угля и садится)</w:t>
      </w:r>
    </w:p>
    <w:p w:rsidR="001D5F05" w:rsidRPr="00AA4DC7" w:rsidRDefault="001D5F05" w:rsidP="00AA4DC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b/>
          <w:sz w:val="28"/>
          <w:szCs w:val="28"/>
        </w:rPr>
        <w:t xml:space="preserve">Дед: </w:t>
      </w:r>
      <w:r w:rsidRPr="00AA4DC7">
        <w:rPr>
          <w:rFonts w:ascii="Times New Roman" w:hAnsi="Times New Roman"/>
          <w:sz w:val="28"/>
          <w:szCs w:val="28"/>
        </w:rPr>
        <w:t>Что ж ты так непочтительно с угольком обращаешься?</w:t>
      </w:r>
    </w:p>
    <w:p w:rsidR="001D5F05" w:rsidRPr="00AA4DC7" w:rsidRDefault="001D5F05" w:rsidP="00AA4DC7">
      <w:pPr>
        <w:spacing w:line="360" w:lineRule="auto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b/>
          <w:sz w:val="28"/>
          <w:szCs w:val="28"/>
        </w:rPr>
        <w:t xml:space="preserve">Внук: </w:t>
      </w:r>
      <w:r w:rsidRPr="00AA4DC7">
        <w:rPr>
          <w:rFonts w:ascii="Times New Roman" w:hAnsi="Times New Roman"/>
          <w:sz w:val="28"/>
          <w:szCs w:val="28"/>
        </w:rPr>
        <w:t>Что Вы, дедушка, это же просто уголь.</w:t>
      </w:r>
    </w:p>
    <w:p w:rsidR="001D5F05" w:rsidRPr="008628FD" w:rsidRDefault="001D5F05" w:rsidP="008628FD">
      <w:pPr>
        <w:spacing w:line="360" w:lineRule="auto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b/>
          <w:sz w:val="28"/>
          <w:szCs w:val="28"/>
        </w:rPr>
        <w:t>Дед:</w:t>
      </w:r>
      <w:r w:rsidRPr="00AA4DC7">
        <w:rPr>
          <w:rFonts w:ascii="Times New Roman" w:hAnsi="Times New Roman"/>
          <w:sz w:val="28"/>
          <w:szCs w:val="28"/>
        </w:rPr>
        <w:t xml:space="preserve"> Просто. Да не просто. Вот послушай, что я тебе расскажу. </w:t>
      </w:r>
    </w:p>
    <w:p w:rsidR="001D5F05" w:rsidRPr="00E521C0" w:rsidRDefault="001D5F05" w:rsidP="00AA4DC7">
      <w:pPr>
        <w:spacing w:line="360" w:lineRule="auto"/>
        <w:rPr>
          <w:rFonts w:ascii="Times New Roman" w:hAnsi="Times New Roman"/>
          <w:i/>
          <w:sz w:val="24"/>
          <w:szCs w:val="24"/>
        </w:rPr>
      </w:pPr>
      <w:r w:rsidRPr="00E521C0">
        <w:rPr>
          <w:rFonts w:ascii="Times New Roman" w:hAnsi="Times New Roman"/>
          <w:i/>
          <w:sz w:val="24"/>
          <w:szCs w:val="24"/>
        </w:rPr>
        <w:t>В центре сцены стоит трон. На троне сидит царь. Около царя стоит глашатай и сидит писарь.</w:t>
      </w:r>
    </w:p>
    <w:p w:rsidR="001D5F05" w:rsidRPr="00AA4DC7" w:rsidRDefault="001D5F05" w:rsidP="00AA4DC7">
      <w:pPr>
        <w:spacing w:line="360" w:lineRule="auto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b/>
          <w:sz w:val="28"/>
          <w:szCs w:val="28"/>
        </w:rPr>
        <w:t xml:space="preserve">Ведущий: </w:t>
      </w:r>
      <w:r w:rsidRPr="00AA4DC7">
        <w:rPr>
          <w:rFonts w:ascii="Times New Roman" w:hAnsi="Times New Roman"/>
          <w:sz w:val="28"/>
          <w:szCs w:val="28"/>
        </w:rPr>
        <w:t>Примерно 300 лет назад, где-то в тридевятом царстве, в тридесятом государстве. За горами, за лесами,</w:t>
      </w:r>
    </w:p>
    <w:p w:rsidR="001D5F05" w:rsidRPr="00AA4DC7" w:rsidRDefault="001D5F05" w:rsidP="00AA4DC7">
      <w:pPr>
        <w:spacing w:line="360" w:lineRule="auto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sz w:val="28"/>
          <w:szCs w:val="28"/>
        </w:rPr>
        <w:t>Где – вообразите сами,</w:t>
      </w:r>
    </w:p>
    <w:p w:rsidR="001D5F05" w:rsidRPr="00AA4DC7" w:rsidRDefault="001D5F05" w:rsidP="00AA4DC7">
      <w:pPr>
        <w:spacing w:line="360" w:lineRule="auto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sz w:val="28"/>
          <w:szCs w:val="28"/>
        </w:rPr>
        <w:t>То ль недавно, то ли встарь</w:t>
      </w:r>
    </w:p>
    <w:p w:rsidR="001D5F05" w:rsidRPr="00AA4DC7" w:rsidRDefault="001D5F05" w:rsidP="00AA4DC7">
      <w:pPr>
        <w:spacing w:line="360" w:lineRule="auto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sz w:val="28"/>
          <w:szCs w:val="28"/>
        </w:rPr>
        <w:t>Жил да был с Царицей Царь.</w:t>
      </w:r>
    </w:p>
    <w:p w:rsidR="001D5F05" w:rsidRPr="00AA4DC7" w:rsidRDefault="001D5F05" w:rsidP="00AA4DC7">
      <w:pPr>
        <w:spacing w:line="360" w:lineRule="auto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sz w:val="28"/>
          <w:szCs w:val="28"/>
        </w:rPr>
        <w:t>Их владенье процветало</w:t>
      </w:r>
    </w:p>
    <w:p w:rsidR="001D5F05" w:rsidRPr="00AA4DC7" w:rsidRDefault="001D5F05" w:rsidP="00AA4DC7">
      <w:pPr>
        <w:spacing w:line="360" w:lineRule="auto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sz w:val="28"/>
          <w:szCs w:val="28"/>
        </w:rPr>
        <w:t>Но чего-то не хватало.</w:t>
      </w:r>
    </w:p>
    <w:p w:rsidR="001D5F05" w:rsidRPr="00AA4DC7" w:rsidRDefault="001D5F05" w:rsidP="00AA4DC7">
      <w:pPr>
        <w:spacing w:line="360" w:lineRule="auto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b/>
          <w:sz w:val="28"/>
          <w:szCs w:val="28"/>
        </w:rPr>
        <w:t>Царь:</w:t>
      </w:r>
      <w:r w:rsidRPr="00AA4DC7">
        <w:rPr>
          <w:rFonts w:ascii="Times New Roman" w:hAnsi="Times New Roman"/>
          <w:sz w:val="28"/>
          <w:szCs w:val="28"/>
        </w:rPr>
        <w:t xml:space="preserve"> Вот я царь – великий государь. Все у меня есть. Но хочется чего- то такого, чего ни у кого нет. Какую-нибудь вещичку, но такую, чтобы стать самым могущественным на всей земле!!!</w:t>
      </w:r>
    </w:p>
    <w:p w:rsidR="001D5F05" w:rsidRPr="00AA4DC7" w:rsidRDefault="001D5F05" w:rsidP="00AA4DC7">
      <w:pPr>
        <w:spacing w:line="360" w:lineRule="auto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b/>
          <w:sz w:val="28"/>
          <w:szCs w:val="28"/>
        </w:rPr>
        <w:t xml:space="preserve">Царица: </w:t>
      </w:r>
      <w:r w:rsidRPr="00AA4DC7">
        <w:rPr>
          <w:rFonts w:ascii="Times New Roman" w:hAnsi="Times New Roman"/>
          <w:sz w:val="28"/>
          <w:szCs w:val="28"/>
        </w:rPr>
        <w:t>Вот что выдумал. Ну чего тебе не хватает?</w:t>
      </w:r>
    </w:p>
    <w:p w:rsidR="001D5F05" w:rsidRPr="00E521C0" w:rsidRDefault="001D5F05" w:rsidP="00AA4DC7">
      <w:pPr>
        <w:spacing w:line="360" w:lineRule="auto"/>
        <w:rPr>
          <w:rFonts w:ascii="Times New Roman" w:hAnsi="Times New Roman"/>
          <w:i/>
          <w:sz w:val="24"/>
          <w:szCs w:val="24"/>
        </w:rPr>
      </w:pPr>
      <w:r w:rsidRPr="00E521C0">
        <w:rPr>
          <w:rFonts w:ascii="Times New Roman" w:hAnsi="Times New Roman"/>
          <w:i/>
          <w:sz w:val="24"/>
          <w:szCs w:val="24"/>
        </w:rPr>
        <w:t>Царь сердится на жену.</w:t>
      </w:r>
    </w:p>
    <w:p w:rsidR="001D5F05" w:rsidRPr="00AA4DC7" w:rsidRDefault="001D5F05" w:rsidP="00AA4DC7">
      <w:pPr>
        <w:spacing w:line="360" w:lineRule="auto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b/>
          <w:sz w:val="28"/>
          <w:szCs w:val="28"/>
        </w:rPr>
        <w:t xml:space="preserve">Царь: </w:t>
      </w:r>
      <w:r w:rsidRPr="00AA4DC7">
        <w:rPr>
          <w:rFonts w:ascii="Times New Roman" w:hAnsi="Times New Roman"/>
          <w:sz w:val="28"/>
          <w:szCs w:val="28"/>
        </w:rPr>
        <w:t>(писарю) Пиши царский указ! Повелеваю найти и принести ко двору такую вещь, которой бы ни у кого не было, и такую, которая бы прославила меня на весь белый свет! Сроку три дня. Награда – полцарства!</w:t>
      </w:r>
    </w:p>
    <w:p w:rsidR="001D5F05" w:rsidRPr="00E521C0" w:rsidRDefault="001D5F05" w:rsidP="00AA4DC7">
      <w:pPr>
        <w:spacing w:line="360" w:lineRule="auto"/>
        <w:rPr>
          <w:rFonts w:ascii="Times New Roman" w:hAnsi="Times New Roman"/>
          <w:i/>
          <w:sz w:val="24"/>
          <w:szCs w:val="24"/>
        </w:rPr>
      </w:pPr>
      <w:r w:rsidRPr="00E521C0">
        <w:rPr>
          <w:rFonts w:ascii="Times New Roman" w:hAnsi="Times New Roman"/>
          <w:i/>
          <w:sz w:val="24"/>
          <w:szCs w:val="24"/>
        </w:rPr>
        <w:t>Писарь отдает приказ ведущему. Тот берет указ и читает его со сцены.</w:t>
      </w:r>
    </w:p>
    <w:p w:rsidR="001D5F05" w:rsidRPr="008628FD" w:rsidRDefault="001D5F05" w:rsidP="00AA4DC7">
      <w:pPr>
        <w:spacing w:line="360" w:lineRule="auto"/>
        <w:rPr>
          <w:rFonts w:ascii="Times New Roman" w:hAnsi="Times New Roman"/>
          <w:b/>
          <w:i/>
          <w:sz w:val="28"/>
          <w:szCs w:val="28"/>
        </w:rPr>
      </w:pPr>
      <w:r w:rsidRPr="00AA4DC7">
        <w:rPr>
          <w:rFonts w:ascii="Times New Roman" w:hAnsi="Times New Roman"/>
          <w:b/>
          <w:sz w:val="28"/>
          <w:szCs w:val="28"/>
        </w:rPr>
        <w:t xml:space="preserve">Ведущий:  </w:t>
      </w:r>
      <w:r w:rsidRPr="00AA4DC7">
        <w:rPr>
          <w:rFonts w:ascii="Times New Roman" w:hAnsi="Times New Roman"/>
          <w:sz w:val="28"/>
          <w:szCs w:val="28"/>
        </w:rPr>
        <w:t>Прошло три дня. Гости собрались во дворце.</w:t>
      </w:r>
      <w:r w:rsidRPr="008628FD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(</w:t>
      </w:r>
      <w:r w:rsidRPr="008628FD">
        <w:rPr>
          <w:rFonts w:ascii="Times New Roman" w:hAnsi="Times New Roman"/>
          <w:b/>
          <w:i/>
          <w:sz w:val="24"/>
          <w:szCs w:val="24"/>
        </w:rPr>
        <w:t>Музыка «Сбор на бал»</w:t>
      </w:r>
      <w:r>
        <w:rPr>
          <w:rFonts w:ascii="Times New Roman" w:hAnsi="Times New Roman"/>
          <w:b/>
          <w:i/>
          <w:sz w:val="24"/>
          <w:szCs w:val="24"/>
        </w:rPr>
        <w:t>)</w:t>
      </w:r>
    </w:p>
    <w:p w:rsidR="001D5F05" w:rsidRPr="00AA4DC7" w:rsidRDefault="001D5F05" w:rsidP="00AA4DC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b/>
          <w:sz w:val="28"/>
          <w:szCs w:val="28"/>
        </w:rPr>
        <w:t>Царь:</w:t>
      </w:r>
      <w:r w:rsidRPr="00AA4DC7">
        <w:rPr>
          <w:rFonts w:ascii="Times New Roman" w:hAnsi="Times New Roman"/>
          <w:sz w:val="28"/>
          <w:szCs w:val="28"/>
        </w:rPr>
        <w:t xml:space="preserve"> Гости званые, дорогие!</w:t>
      </w:r>
    </w:p>
    <w:p w:rsidR="001D5F05" w:rsidRPr="00AA4DC7" w:rsidRDefault="001D5F05" w:rsidP="00AA4DC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sz w:val="28"/>
          <w:szCs w:val="28"/>
        </w:rPr>
        <w:t>Во дворце  большой прием!</w:t>
      </w:r>
    </w:p>
    <w:p w:rsidR="001D5F05" w:rsidRPr="00AA4DC7" w:rsidRDefault="001D5F05" w:rsidP="00AA4DC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sz w:val="28"/>
          <w:szCs w:val="28"/>
        </w:rPr>
        <w:t>Все поздравленья и дары</w:t>
      </w:r>
    </w:p>
    <w:p w:rsidR="001D5F05" w:rsidRPr="00AA4DC7" w:rsidRDefault="001D5F05" w:rsidP="00C049B3">
      <w:pPr>
        <w:spacing w:line="36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AA4DC7">
        <w:rPr>
          <w:rFonts w:ascii="Times New Roman" w:hAnsi="Times New Roman"/>
          <w:sz w:val="28"/>
          <w:szCs w:val="28"/>
        </w:rPr>
        <w:t xml:space="preserve">Должны по царски быть щедры.                               </w:t>
      </w:r>
    </w:p>
    <w:p w:rsidR="001D5F05" w:rsidRPr="00AA4DC7" w:rsidRDefault="001D5F05" w:rsidP="00AA4DC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b/>
          <w:sz w:val="28"/>
          <w:szCs w:val="28"/>
        </w:rPr>
        <w:t>Аладдин:</w:t>
      </w:r>
      <w:r w:rsidRPr="00AA4DC7">
        <w:rPr>
          <w:rFonts w:ascii="Times New Roman" w:hAnsi="Times New Roman"/>
          <w:sz w:val="28"/>
          <w:szCs w:val="28"/>
        </w:rPr>
        <w:t xml:space="preserve">  Великий государь! Вот тебе подарок – волшебная лампа. Теперь ты можешь загадать все, что угодно. Желай – и будь  по- твоему.</w:t>
      </w:r>
    </w:p>
    <w:p w:rsidR="001D5F05" w:rsidRPr="00AA4DC7" w:rsidRDefault="001D5F05" w:rsidP="00AA4DC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b/>
          <w:sz w:val="28"/>
          <w:szCs w:val="28"/>
        </w:rPr>
        <w:t xml:space="preserve">Царь: </w:t>
      </w:r>
      <w:r w:rsidRPr="00AA4DC7">
        <w:rPr>
          <w:rFonts w:ascii="Times New Roman" w:hAnsi="Times New Roman"/>
          <w:sz w:val="28"/>
          <w:szCs w:val="28"/>
        </w:rPr>
        <w:t xml:space="preserve"> ( недовольно) Ну и что это такое? Зачем мне старая лампа? Еще руки марать, да еще мозоли натру! Уйди с глаз моих вместе со своей лампой!</w:t>
      </w:r>
    </w:p>
    <w:p w:rsidR="001D5F05" w:rsidRPr="00AA4DC7" w:rsidRDefault="001D5F05" w:rsidP="00AA4DC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b/>
          <w:sz w:val="28"/>
          <w:szCs w:val="28"/>
        </w:rPr>
        <w:t xml:space="preserve">Фея: </w:t>
      </w:r>
      <w:r w:rsidRPr="00AA4DC7">
        <w:rPr>
          <w:rFonts w:ascii="Times New Roman" w:hAnsi="Times New Roman"/>
          <w:sz w:val="28"/>
          <w:szCs w:val="28"/>
        </w:rPr>
        <w:t>О, великий государь! Хочу преподнести тебе в дар  необычный предмет. Это волшебная палочка. Такой ни у кого нет.  Взмахни ей – и любое желание исполнится. Хочешь быть всемогущим – только пожелай!</w:t>
      </w:r>
    </w:p>
    <w:p w:rsidR="001D5F05" w:rsidRPr="00AA4DC7" w:rsidRDefault="001D5F05" w:rsidP="00AA4DC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b/>
          <w:sz w:val="28"/>
          <w:szCs w:val="28"/>
        </w:rPr>
        <w:t xml:space="preserve">Царь: </w:t>
      </w:r>
      <w:r w:rsidRPr="00AA4DC7">
        <w:rPr>
          <w:rFonts w:ascii="Times New Roman" w:hAnsi="Times New Roman"/>
          <w:sz w:val="28"/>
          <w:szCs w:val="28"/>
        </w:rPr>
        <w:t>Ну и что это за подарок? Я и так получу все, что пожелаю, если прикажу своим подданным. А самым могущественным должны посчитать меня другие правители без всякого волшебства.  Ой, горе, мне, горе!</w:t>
      </w:r>
    </w:p>
    <w:p w:rsidR="001D5F05" w:rsidRPr="00AA4DC7" w:rsidRDefault="001D5F05" w:rsidP="00AA4DC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b/>
          <w:sz w:val="28"/>
          <w:szCs w:val="28"/>
        </w:rPr>
        <w:t>Девочка Женя:</w:t>
      </w:r>
      <w:r w:rsidRPr="00AA4DC7">
        <w:rPr>
          <w:rFonts w:ascii="Times New Roman" w:hAnsi="Times New Roman"/>
          <w:sz w:val="28"/>
          <w:szCs w:val="28"/>
        </w:rPr>
        <w:t xml:space="preserve"> Здравствуй, великий государь. Я случайно услышала  твой указ. У меня есть то, что тебе точно понравится. Это есть только у меня - цветик-семицветик. Отрываешь лепесток, говоришь волшебные слова – и желание исполняется.</w:t>
      </w:r>
    </w:p>
    <w:p w:rsidR="001D5F05" w:rsidRPr="00AA4DC7" w:rsidRDefault="001D5F05" w:rsidP="00AA4DC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b/>
          <w:sz w:val="28"/>
          <w:szCs w:val="28"/>
        </w:rPr>
        <w:t xml:space="preserve">Царь: </w:t>
      </w:r>
      <w:r w:rsidRPr="00AA4DC7">
        <w:rPr>
          <w:rFonts w:ascii="Times New Roman" w:hAnsi="Times New Roman"/>
          <w:sz w:val="28"/>
          <w:szCs w:val="28"/>
        </w:rPr>
        <w:t>Семицветик, говоришь? А что я буду делать потом, когда лепестки закончатся? Нет, девочка, не та это вещь.</w:t>
      </w:r>
    </w:p>
    <w:p w:rsidR="001D5F05" w:rsidRPr="00E521C0" w:rsidRDefault="001D5F05" w:rsidP="00AA4DC7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</w:t>
      </w:r>
      <w:r w:rsidRPr="00E521C0">
        <w:rPr>
          <w:rFonts w:ascii="Times New Roman" w:hAnsi="Times New Roman"/>
          <w:i/>
          <w:sz w:val="24"/>
          <w:szCs w:val="24"/>
        </w:rPr>
        <w:t>Царь топает ногами и кричит.</w:t>
      </w:r>
    </w:p>
    <w:p w:rsidR="001D5F05" w:rsidRPr="00AA4DC7" w:rsidRDefault="001D5F05" w:rsidP="00AA4DC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sz w:val="28"/>
          <w:szCs w:val="28"/>
        </w:rPr>
        <w:t>И это все, что вы можете мне предложить?</w:t>
      </w:r>
    </w:p>
    <w:p w:rsidR="001D5F05" w:rsidRPr="00AA4DC7" w:rsidRDefault="001D5F05" w:rsidP="00AA4DC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b/>
          <w:sz w:val="28"/>
          <w:szCs w:val="28"/>
        </w:rPr>
        <w:t>Гном:</w:t>
      </w:r>
      <w:r w:rsidRPr="00AA4DC7">
        <w:rPr>
          <w:rFonts w:ascii="Times New Roman" w:hAnsi="Times New Roman"/>
          <w:sz w:val="28"/>
          <w:szCs w:val="28"/>
        </w:rPr>
        <w:t xml:space="preserve"> </w:t>
      </w:r>
      <w:r w:rsidRPr="00AA4DC7">
        <w:rPr>
          <w:rFonts w:ascii="Times New Roman" w:hAnsi="Times New Roman"/>
          <w:sz w:val="28"/>
          <w:szCs w:val="28"/>
        </w:rPr>
        <w:tab/>
        <w:t>Под землей, где глубоко и тихо,</w:t>
      </w:r>
    </w:p>
    <w:p w:rsidR="001D5F05" w:rsidRPr="00AA4DC7" w:rsidRDefault="001D5F05" w:rsidP="00AA4DC7">
      <w:pPr>
        <w:spacing w:line="360" w:lineRule="auto"/>
        <w:ind w:left="1416"/>
        <w:jc w:val="both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sz w:val="28"/>
          <w:szCs w:val="28"/>
        </w:rPr>
        <w:t>Где грудами сокровища лежат,</w:t>
      </w:r>
    </w:p>
    <w:p w:rsidR="001D5F05" w:rsidRPr="00AA4DC7" w:rsidRDefault="001D5F05" w:rsidP="00AA4DC7">
      <w:pPr>
        <w:spacing w:line="360" w:lineRule="auto"/>
        <w:ind w:left="1416"/>
        <w:jc w:val="both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sz w:val="28"/>
          <w:szCs w:val="28"/>
        </w:rPr>
        <w:t>Там гномы преданно и верно,</w:t>
      </w:r>
    </w:p>
    <w:p w:rsidR="001D5F05" w:rsidRPr="00AA4DC7" w:rsidRDefault="001D5F05" w:rsidP="00AA4DC7">
      <w:pPr>
        <w:spacing w:line="360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sz w:val="28"/>
          <w:szCs w:val="28"/>
        </w:rPr>
        <w:t>Богатства эти сторожат.</w:t>
      </w:r>
    </w:p>
    <w:p w:rsidR="001D5F05" w:rsidRPr="00AA4DC7" w:rsidRDefault="001D5F05" w:rsidP="00AA4DC7">
      <w:pPr>
        <w:spacing w:line="360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sz w:val="28"/>
          <w:szCs w:val="28"/>
        </w:rPr>
        <w:t>Лишь изредка выходят гномы</w:t>
      </w:r>
    </w:p>
    <w:p w:rsidR="001D5F05" w:rsidRPr="00AA4DC7" w:rsidRDefault="001D5F05" w:rsidP="00AA4DC7">
      <w:pPr>
        <w:spacing w:line="360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sz w:val="28"/>
          <w:szCs w:val="28"/>
        </w:rPr>
        <w:t xml:space="preserve"> Наверх на землю погулять,</w:t>
      </w:r>
    </w:p>
    <w:p w:rsidR="001D5F05" w:rsidRPr="00AA4DC7" w:rsidRDefault="001D5F05" w:rsidP="00AA4DC7">
      <w:pPr>
        <w:spacing w:line="360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sz w:val="28"/>
          <w:szCs w:val="28"/>
        </w:rPr>
        <w:t>И невидимками не слышно</w:t>
      </w:r>
    </w:p>
    <w:p w:rsidR="001D5F05" w:rsidRPr="00AA4DC7" w:rsidRDefault="001D5F05" w:rsidP="00AA4DC7">
      <w:pPr>
        <w:spacing w:line="360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sz w:val="28"/>
          <w:szCs w:val="28"/>
        </w:rPr>
        <w:t xml:space="preserve"> О жизни человеческой узнать.</w:t>
      </w:r>
    </w:p>
    <w:p w:rsidR="001D5F05" w:rsidRPr="00AA4DC7" w:rsidRDefault="001D5F05" w:rsidP="00AA4DC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sz w:val="28"/>
          <w:szCs w:val="28"/>
        </w:rPr>
        <w:t>Вот тебе, царь волшебный камушек. ( протягивает уголек)</w:t>
      </w:r>
    </w:p>
    <w:p w:rsidR="001D5F05" w:rsidRPr="00AA4DC7" w:rsidRDefault="001D5F05" w:rsidP="00AA4DC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b/>
          <w:sz w:val="28"/>
          <w:szCs w:val="28"/>
        </w:rPr>
        <w:t xml:space="preserve">Царь: </w:t>
      </w:r>
      <w:r w:rsidRPr="00AA4DC7">
        <w:rPr>
          <w:rFonts w:ascii="Times New Roman" w:hAnsi="Times New Roman"/>
          <w:sz w:val="28"/>
          <w:szCs w:val="28"/>
        </w:rPr>
        <w:t>Ты посмеяться надо мной решил? Ты видел, от каких подарков я отказался? А сам пронес мне камень!!! Отрубить ему голову!</w:t>
      </w:r>
    </w:p>
    <w:p w:rsidR="001D5F05" w:rsidRPr="00AA4DC7" w:rsidRDefault="001D5F05" w:rsidP="00AA4DC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b/>
          <w:sz w:val="28"/>
          <w:szCs w:val="28"/>
        </w:rPr>
        <w:t xml:space="preserve">Гном: </w:t>
      </w:r>
      <w:r w:rsidRPr="00AA4DC7">
        <w:rPr>
          <w:rFonts w:ascii="Times New Roman" w:hAnsi="Times New Roman"/>
          <w:sz w:val="28"/>
          <w:szCs w:val="28"/>
        </w:rPr>
        <w:t xml:space="preserve">Не вели казнить, вели слово молвить. Это каменный уголь. За ним будущее. Посмотри, что можно сделать из каменного угля. Бери его – и ты властелин мира. </w:t>
      </w:r>
    </w:p>
    <w:p w:rsidR="001D5F05" w:rsidRPr="00AA4DC7" w:rsidRDefault="001D5F05" w:rsidP="00AA4DC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F4110"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s://fs03.metod-kopilka.ru/images/doc/39/33913/img26.jpg" style="width:302.25pt;height:226.5pt;visibility:visible">
            <v:imagedata r:id="rId5" o:title=""/>
          </v:shape>
        </w:pict>
      </w:r>
    </w:p>
    <w:p w:rsidR="001D5F05" w:rsidRPr="00AA4DC7" w:rsidRDefault="001D5F05" w:rsidP="00AA4DC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b/>
          <w:sz w:val="28"/>
          <w:szCs w:val="28"/>
        </w:rPr>
        <w:t xml:space="preserve">Царь: </w:t>
      </w:r>
      <w:r w:rsidRPr="00AA4DC7">
        <w:rPr>
          <w:rFonts w:ascii="Times New Roman" w:hAnsi="Times New Roman"/>
          <w:sz w:val="28"/>
          <w:szCs w:val="28"/>
        </w:rPr>
        <w:t xml:space="preserve">(Оживился. Встает с трона, снова садится.) Но ведь кусочек такой маленький. </w:t>
      </w:r>
    </w:p>
    <w:p w:rsidR="001D5F05" w:rsidRPr="00AA4DC7" w:rsidRDefault="001D5F05" w:rsidP="00AA4DC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b/>
          <w:sz w:val="28"/>
          <w:szCs w:val="28"/>
        </w:rPr>
        <w:t>Гном:</w:t>
      </w:r>
      <w:r w:rsidRPr="00AA4DC7">
        <w:rPr>
          <w:rFonts w:ascii="Times New Roman" w:hAnsi="Times New Roman"/>
          <w:sz w:val="28"/>
          <w:szCs w:val="28"/>
        </w:rPr>
        <w:t xml:space="preserve"> Я дам тебе карту сокровищ. На ней крестиками помечены места, где огромные залежи каменного угля. Ты построишь там шахты и будешь его добывать в таких количествах, которые тебе необходимы. А ты обещаешь нам, гномам, что мы сможем там жить и добывать для себя алмазы. Они всегда рядом с каменным углем.</w:t>
      </w:r>
    </w:p>
    <w:p w:rsidR="001D5F05" w:rsidRPr="00E521C0" w:rsidRDefault="001D5F05" w:rsidP="00E521C0">
      <w:pPr>
        <w:spacing w:line="360" w:lineRule="auto"/>
        <w:rPr>
          <w:rFonts w:ascii="Times New Roman" w:hAnsi="Times New Roman"/>
          <w:i/>
          <w:sz w:val="24"/>
          <w:szCs w:val="24"/>
        </w:rPr>
      </w:pPr>
      <w:r w:rsidRPr="00E521C0">
        <w:rPr>
          <w:rFonts w:ascii="Times New Roman" w:hAnsi="Times New Roman"/>
          <w:i/>
          <w:sz w:val="24"/>
          <w:szCs w:val="24"/>
        </w:rPr>
        <w:t>Гном достает карту Кемеровской области.</w:t>
      </w:r>
    </w:p>
    <w:p w:rsidR="001D5F05" w:rsidRPr="00AA4DC7" w:rsidRDefault="001D5F05" w:rsidP="00AA4DC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sz w:val="28"/>
          <w:szCs w:val="28"/>
        </w:rPr>
        <w:t>Место это называется Кузнецкий угольный бассейн ил Кузбасс.</w:t>
      </w:r>
    </w:p>
    <w:p w:rsidR="001D5F05" w:rsidRPr="00E521C0" w:rsidRDefault="001D5F05" w:rsidP="00E521C0">
      <w:pPr>
        <w:spacing w:line="360" w:lineRule="auto"/>
        <w:rPr>
          <w:rFonts w:ascii="Times New Roman" w:hAnsi="Times New Roman"/>
          <w:i/>
          <w:sz w:val="24"/>
          <w:szCs w:val="24"/>
        </w:rPr>
      </w:pPr>
      <w:r w:rsidRPr="00E521C0">
        <w:rPr>
          <w:rFonts w:ascii="Times New Roman" w:hAnsi="Times New Roman"/>
          <w:i/>
          <w:sz w:val="24"/>
          <w:szCs w:val="24"/>
        </w:rPr>
        <w:t>Действие возвращается деду и внуку.</w:t>
      </w:r>
    </w:p>
    <w:p w:rsidR="001D5F05" w:rsidRPr="00AA4DC7" w:rsidRDefault="001D5F05" w:rsidP="00AA4DC7">
      <w:pPr>
        <w:spacing w:line="360" w:lineRule="auto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b/>
          <w:sz w:val="28"/>
          <w:szCs w:val="28"/>
        </w:rPr>
        <w:t xml:space="preserve">Ведущий:  </w:t>
      </w:r>
      <w:r w:rsidRPr="00AA4DC7">
        <w:rPr>
          <w:rFonts w:ascii="Times New Roman" w:hAnsi="Times New Roman"/>
          <w:sz w:val="28"/>
          <w:szCs w:val="28"/>
        </w:rPr>
        <w:t>Наши дни. Где-то  около села Беково и деревни Шанда, что в Горной Шории, а может быть на юге Кемеровской области.</w:t>
      </w:r>
    </w:p>
    <w:p w:rsidR="001D5F05" w:rsidRPr="00AA4DC7" w:rsidRDefault="001D5F05" w:rsidP="00AA4DC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b/>
          <w:sz w:val="28"/>
          <w:szCs w:val="28"/>
        </w:rPr>
        <w:t xml:space="preserve">Дед: </w:t>
      </w:r>
      <w:r w:rsidRPr="00AA4DC7">
        <w:rPr>
          <w:rFonts w:ascii="Times New Roman" w:hAnsi="Times New Roman"/>
          <w:sz w:val="28"/>
          <w:szCs w:val="28"/>
        </w:rPr>
        <w:t>Теперь понимаешь, какая сила таится в таком маленьком кусочке.</w:t>
      </w:r>
    </w:p>
    <w:p w:rsidR="001D5F05" w:rsidRPr="00AA4DC7" w:rsidRDefault="001D5F05" w:rsidP="00AA4DC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b/>
          <w:sz w:val="28"/>
          <w:szCs w:val="28"/>
        </w:rPr>
        <w:t xml:space="preserve">Внук: </w:t>
      </w:r>
      <w:r w:rsidRPr="00AA4DC7">
        <w:rPr>
          <w:rFonts w:ascii="Times New Roman" w:hAnsi="Times New Roman"/>
          <w:sz w:val="28"/>
          <w:szCs w:val="28"/>
        </w:rPr>
        <w:t>Это же сказка. Такого не было на самом деле.</w:t>
      </w:r>
    </w:p>
    <w:p w:rsidR="001D5F05" w:rsidRDefault="001D5F05" w:rsidP="00E521C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b/>
          <w:sz w:val="28"/>
          <w:szCs w:val="28"/>
        </w:rPr>
        <w:t xml:space="preserve">Дед: </w:t>
      </w:r>
      <w:r w:rsidRPr="00AA4DC7">
        <w:rPr>
          <w:rFonts w:ascii="Times New Roman" w:hAnsi="Times New Roman"/>
          <w:sz w:val="28"/>
          <w:szCs w:val="28"/>
        </w:rPr>
        <w:t>Может и сказка. Только</w:t>
      </w:r>
      <w:r w:rsidRPr="00AA4DC7">
        <w:rPr>
          <w:rFonts w:ascii="Times New Roman" w:hAnsi="Times New Roman"/>
          <w:b/>
          <w:sz w:val="28"/>
          <w:szCs w:val="28"/>
        </w:rPr>
        <w:t xml:space="preserve"> </w:t>
      </w:r>
      <w:r w:rsidRPr="00AA4DC7">
        <w:rPr>
          <w:rFonts w:ascii="Times New Roman" w:hAnsi="Times New Roman"/>
          <w:sz w:val="28"/>
          <w:szCs w:val="28"/>
        </w:rPr>
        <w:t xml:space="preserve"> по сей день уголек служит людям верой и правдой.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</w:p>
    <w:p w:rsidR="001D5F05" w:rsidRPr="00E521C0" w:rsidRDefault="001D5F05" w:rsidP="00E521C0">
      <w:pPr>
        <w:spacing w:line="360" w:lineRule="auto"/>
        <w:jc w:val="both"/>
        <w:rPr>
          <w:rFonts w:ascii="Times New Roman" w:hAnsi="Times New Roman"/>
        </w:rPr>
      </w:pPr>
      <w:r w:rsidRPr="00AA4DC7">
        <w:rPr>
          <w:rFonts w:ascii="Times New Roman" w:hAnsi="Times New Roman"/>
          <w:i/>
          <w:sz w:val="28"/>
          <w:szCs w:val="28"/>
        </w:rPr>
        <w:t xml:space="preserve"> </w:t>
      </w:r>
      <w:r w:rsidRPr="00E521C0">
        <w:rPr>
          <w:rFonts w:ascii="Times New Roman" w:hAnsi="Times New Roman"/>
          <w:i/>
          <w:sz w:val="24"/>
          <w:szCs w:val="24"/>
        </w:rPr>
        <w:t>«Артисты» уходят за кулисы.</w:t>
      </w:r>
      <w:r w:rsidRPr="00E521C0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E521C0">
        <w:rPr>
          <w:rFonts w:ascii="Times New Roman" w:hAnsi="Times New Roman"/>
          <w:b/>
          <w:i/>
          <w:sz w:val="24"/>
          <w:szCs w:val="24"/>
        </w:rPr>
        <w:tab/>
      </w:r>
      <w:r w:rsidRPr="00E521C0">
        <w:rPr>
          <w:rFonts w:ascii="Times New Roman" w:hAnsi="Times New Roman"/>
          <w:b/>
          <w:i/>
          <w:sz w:val="24"/>
          <w:szCs w:val="24"/>
        </w:rPr>
        <w:tab/>
      </w:r>
      <w:r w:rsidRPr="00E521C0">
        <w:rPr>
          <w:rFonts w:ascii="Times New Roman" w:hAnsi="Times New Roman"/>
          <w:b/>
          <w:i/>
        </w:rPr>
        <w:tab/>
      </w:r>
      <w:r w:rsidRPr="00E521C0">
        <w:rPr>
          <w:rFonts w:ascii="Times New Roman" w:hAnsi="Times New Roman"/>
          <w:b/>
          <w:i/>
        </w:rPr>
        <w:tab/>
      </w:r>
    </w:p>
    <w:p w:rsidR="001D5F05" w:rsidRPr="00AA4DC7" w:rsidRDefault="001D5F05" w:rsidP="00AA4DC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D5F05" w:rsidRPr="00AA4DC7" w:rsidRDefault="001D5F05" w:rsidP="00AA4DC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D5F05" w:rsidRPr="00AA4DC7" w:rsidRDefault="001D5F05" w:rsidP="00AA4DC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D5F05" w:rsidRPr="00AA4DC7" w:rsidRDefault="001D5F05" w:rsidP="00AA4DC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D5F05" w:rsidRPr="00AA4DC7" w:rsidRDefault="001D5F05" w:rsidP="00AA4DC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D5F05" w:rsidRPr="00AA4DC7" w:rsidRDefault="001D5F05" w:rsidP="00AA4DC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D5F05" w:rsidRPr="00AA4DC7" w:rsidRDefault="001D5F05" w:rsidP="00AA4DC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D5F05" w:rsidRPr="00AA4DC7" w:rsidRDefault="001D5F05" w:rsidP="00AA4DC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D5F05" w:rsidRPr="00AA4DC7" w:rsidRDefault="001D5F05" w:rsidP="00AA4DC7">
      <w:pPr>
        <w:spacing w:line="360" w:lineRule="auto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sz w:val="28"/>
          <w:szCs w:val="28"/>
        </w:rPr>
        <w:t>Литература</w:t>
      </w:r>
    </w:p>
    <w:p w:rsidR="001D5F05" w:rsidRPr="00AA4DC7" w:rsidRDefault="001D5F05" w:rsidP="00AA4DC7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A4DC7">
        <w:rPr>
          <w:rFonts w:ascii="Times New Roman" w:hAnsi="Times New Roman"/>
          <w:sz w:val="28"/>
          <w:szCs w:val="28"/>
        </w:rPr>
        <w:t>Интернет-ресуррсы</w:t>
      </w:r>
    </w:p>
    <w:p w:rsidR="001D5F05" w:rsidRPr="00AA4DC7" w:rsidRDefault="001D5F05" w:rsidP="00AA4DC7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hyperlink r:id="rId6" w:history="1">
        <w:r w:rsidRPr="00AA4DC7">
          <w:rPr>
            <w:rStyle w:val="Hyperlink"/>
            <w:rFonts w:ascii="Times New Roman" w:hAnsi="Times New Roman"/>
            <w:sz w:val="28"/>
            <w:szCs w:val="28"/>
          </w:rPr>
          <w:t>http://dramateshka.ru/index.php/r/3080-roshko-a-carstvo-v-kotelke</w:t>
        </w:r>
      </w:hyperlink>
    </w:p>
    <w:p w:rsidR="001D5F05" w:rsidRPr="00AA4DC7" w:rsidRDefault="001D5F05" w:rsidP="00AA4DC7">
      <w:pPr>
        <w:spacing w:line="360" w:lineRule="auto"/>
        <w:rPr>
          <w:rFonts w:ascii="Times New Roman" w:hAnsi="Times New Roman"/>
          <w:sz w:val="28"/>
          <w:szCs w:val="28"/>
        </w:rPr>
      </w:pPr>
    </w:p>
    <w:sectPr w:rsidR="001D5F05" w:rsidRPr="00AA4DC7" w:rsidSect="00E521C0">
      <w:pgSz w:w="11906" w:h="16838"/>
      <w:pgMar w:top="1134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774A4A"/>
    <w:multiLevelType w:val="hybridMultilevel"/>
    <w:tmpl w:val="FC946A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2222"/>
    <w:rsid w:val="00012D80"/>
    <w:rsid w:val="00020CC7"/>
    <w:rsid w:val="000255B3"/>
    <w:rsid w:val="000407A8"/>
    <w:rsid w:val="000673E4"/>
    <w:rsid w:val="0009032F"/>
    <w:rsid w:val="000952F9"/>
    <w:rsid w:val="00097FCD"/>
    <w:rsid w:val="000A6061"/>
    <w:rsid w:val="000E6830"/>
    <w:rsid w:val="000E6C3E"/>
    <w:rsid w:val="000F2222"/>
    <w:rsid w:val="0010047A"/>
    <w:rsid w:val="001278E6"/>
    <w:rsid w:val="00151F59"/>
    <w:rsid w:val="00171E5E"/>
    <w:rsid w:val="00173091"/>
    <w:rsid w:val="0018690F"/>
    <w:rsid w:val="00193676"/>
    <w:rsid w:val="0019377C"/>
    <w:rsid w:val="0019557C"/>
    <w:rsid w:val="001A7A89"/>
    <w:rsid w:val="001C294E"/>
    <w:rsid w:val="001D5F05"/>
    <w:rsid w:val="001E0D5C"/>
    <w:rsid w:val="001E62C7"/>
    <w:rsid w:val="001F068C"/>
    <w:rsid w:val="001F3F4E"/>
    <w:rsid w:val="001F4110"/>
    <w:rsid w:val="001F5EEF"/>
    <w:rsid w:val="00230282"/>
    <w:rsid w:val="00255785"/>
    <w:rsid w:val="00256E3B"/>
    <w:rsid w:val="00274BDD"/>
    <w:rsid w:val="002A6EAE"/>
    <w:rsid w:val="002B0410"/>
    <w:rsid w:val="002D6845"/>
    <w:rsid w:val="0031002D"/>
    <w:rsid w:val="003152A7"/>
    <w:rsid w:val="003164CF"/>
    <w:rsid w:val="0037291D"/>
    <w:rsid w:val="00387527"/>
    <w:rsid w:val="003E5DAE"/>
    <w:rsid w:val="00407784"/>
    <w:rsid w:val="0041449E"/>
    <w:rsid w:val="004154B3"/>
    <w:rsid w:val="00422FBA"/>
    <w:rsid w:val="004305D1"/>
    <w:rsid w:val="00433F5F"/>
    <w:rsid w:val="004467F3"/>
    <w:rsid w:val="00452494"/>
    <w:rsid w:val="00460527"/>
    <w:rsid w:val="00461A23"/>
    <w:rsid w:val="004676F6"/>
    <w:rsid w:val="00496DA9"/>
    <w:rsid w:val="004A11C1"/>
    <w:rsid w:val="004B19B1"/>
    <w:rsid w:val="004C1117"/>
    <w:rsid w:val="004C1FBF"/>
    <w:rsid w:val="004D790A"/>
    <w:rsid w:val="004E200C"/>
    <w:rsid w:val="004E4006"/>
    <w:rsid w:val="004F314D"/>
    <w:rsid w:val="00532984"/>
    <w:rsid w:val="00567B7C"/>
    <w:rsid w:val="00596554"/>
    <w:rsid w:val="005B33AA"/>
    <w:rsid w:val="005D5D59"/>
    <w:rsid w:val="005E65A7"/>
    <w:rsid w:val="005F1099"/>
    <w:rsid w:val="005F1A55"/>
    <w:rsid w:val="006048B0"/>
    <w:rsid w:val="00614BFA"/>
    <w:rsid w:val="00623013"/>
    <w:rsid w:val="00650C75"/>
    <w:rsid w:val="00654E20"/>
    <w:rsid w:val="00656BBD"/>
    <w:rsid w:val="00683B50"/>
    <w:rsid w:val="00693C6E"/>
    <w:rsid w:val="006957E5"/>
    <w:rsid w:val="006B044D"/>
    <w:rsid w:val="006C5FB0"/>
    <w:rsid w:val="00700F6D"/>
    <w:rsid w:val="007331AB"/>
    <w:rsid w:val="0073356F"/>
    <w:rsid w:val="00733CF3"/>
    <w:rsid w:val="00733FDF"/>
    <w:rsid w:val="00747646"/>
    <w:rsid w:val="0077559D"/>
    <w:rsid w:val="007767DF"/>
    <w:rsid w:val="007C42D2"/>
    <w:rsid w:val="007D60A0"/>
    <w:rsid w:val="007F13F4"/>
    <w:rsid w:val="007F444D"/>
    <w:rsid w:val="007F58C4"/>
    <w:rsid w:val="008338CB"/>
    <w:rsid w:val="008575F4"/>
    <w:rsid w:val="008628FD"/>
    <w:rsid w:val="00892E59"/>
    <w:rsid w:val="00894907"/>
    <w:rsid w:val="008C59A1"/>
    <w:rsid w:val="008E12C5"/>
    <w:rsid w:val="008E209D"/>
    <w:rsid w:val="0092162D"/>
    <w:rsid w:val="009333A6"/>
    <w:rsid w:val="00960653"/>
    <w:rsid w:val="0096125A"/>
    <w:rsid w:val="00962ADF"/>
    <w:rsid w:val="0097310C"/>
    <w:rsid w:val="00976FE1"/>
    <w:rsid w:val="00980724"/>
    <w:rsid w:val="00997A0F"/>
    <w:rsid w:val="009B6655"/>
    <w:rsid w:val="009C102A"/>
    <w:rsid w:val="009C154A"/>
    <w:rsid w:val="009F42C7"/>
    <w:rsid w:val="00A128A0"/>
    <w:rsid w:val="00A27B19"/>
    <w:rsid w:val="00A429DC"/>
    <w:rsid w:val="00A50B0E"/>
    <w:rsid w:val="00A72080"/>
    <w:rsid w:val="00A97100"/>
    <w:rsid w:val="00AA4DC7"/>
    <w:rsid w:val="00AB4F05"/>
    <w:rsid w:val="00B42407"/>
    <w:rsid w:val="00B42AA6"/>
    <w:rsid w:val="00B50EF7"/>
    <w:rsid w:val="00B63FA1"/>
    <w:rsid w:val="00BC0283"/>
    <w:rsid w:val="00BD433D"/>
    <w:rsid w:val="00BE106C"/>
    <w:rsid w:val="00BE7592"/>
    <w:rsid w:val="00BF3DA1"/>
    <w:rsid w:val="00C049B3"/>
    <w:rsid w:val="00C56376"/>
    <w:rsid w:val="00C93D01"/>
    <w:rsid w:val="00CC12A2"/>
    <w:rsid w:val="00CC2824"/>
    <w:rsid w:val="00CD4B5B"/>
    <w:rsid w:val="00CF1051"/>
    <w:rsid w:val="00D22695"/>
    <w:rsid w:val="00D30915"/>
    <w:rsid w:val="00D84442"/>
    <w:rsid w:val="00D92F6D"/>
    <w:rsid w:val="00D945A3"/>
    <w:rsid w:val="00DB7D04"/>
    <w:rsid w:val="00DF25C7"/>
    <w:rsid w:val="00DF2EB3"/>
    <w:rsid w:val="00E06393"/>
    <w:rsid w:val="00E24DD7"/>
    <w:rsid w:val="00E47F73"/>
    <w:rsid w:val="00E521C0"/>
    <w:rsid w:val="00E526FF"/>
    <w:rsid w:val="00E83EF7"/>
    <w:rsid w:val="00ED3BD2"/>
    <w:rsid w:val="00EF6550"/>
    <w:rsid w:val="00F04012"/>
    <w:rsid w:val="00F30E03"/>
    <w:rsid w:val="00F4409D"/>
    <w:rsid w:val="00F545D0"/>
    <w:rsid w:val="00F554BD"/>
    <w:rsid w:val="00F62704"/>
    <w:rsid w:val="00F726AE"/>
    <w:rsid w:val="00FA3527"/>
    <w:rsid w:val="00FA6B3A"/>
    <w:rsid w:val="00FC23A1"/>
    <w:rsid w:val="00FE06D3"/>
    <w:rsid w:val="00FF56DC"/>
    <w:rsid w:val="00FF6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F7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30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3091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73356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ramateshka.ru/index.php/r/3080-roshko-a-carstvo-v-kotelk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7</Pages>
  <Words>916</Words>
  <Characters>5222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Занько Елена Николаевна</dc:title>
  <dc:subject/>
  <dc:creator>internet</dc:creator>
  <cp:keywords/>
  <dc:description/>
  <cp:lastModifiedBy>user</cp:lastModifiedBy>
  <cp:revision>5</cp:revision>
  <cp:lastPrinted>2019-03-25T01:50:00Z</cp:lastPrinted>
  <dcterms:created xsi:type="dcterms:W3CDTF">2020-02-21T03:31:00Z</dcterms:created>
  <dcterms:modified xsi:type="dcterms:W3CDTF">2020-02-25T05:09:00Z</dcterms:modified>
</cp:coreProperties>
</file>