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AE" w:rsidRDefault="009F7BAE" w:rsidP="0028276B">
      <w:pPr>
        <w:pStyle w:val="50"/>
        <w:shd w:val="clear" w:color="auto" w:fill="auto"/>
        <w:spacing w:before="0" w:after="0" w:line="240" w:lineRule="exact"/>
        <w:rPr>
          <w:sz w:val="24"/>
          <w:szCs w:val="24"/>
        </w:rPr>
      </w:pPr>
      <w:r w:rsidRPr="0028276B">
        <w:rPr>
          <w:sz w:val="24"/>
          <w:szCs w:val="24"/>
        </w:rPr>
        <w:t>Начальнику управления образования</w:t>
      </w:r>
      <w:r>
        <w:rPr>
          <w:sz w:val="24"/>
          <w:szCs w:val="24"/>
        </w:rPr>
        <w:t xml:space="preserve"> администрации </w:t>
      </w:r>
    </w:p>
    <w:p w:rsidR="009F7BAE" w:rsidRPr="0028276B" w:rsidRDefault="009F7BAE" w:rsidP="0028276B">
      <w:pPr>
        <w:pStyle w:val="50"/>
        <w:shd w:val="clear" w:color="auto" w:fill="auto"/>
        <w:spacing w:before="0" w:after="0"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Санчурского муниципального округа </w:t>
      </w:r>
      <w:r w:rsidRPr="0028276B">
        <w:rPr>
          <w:sz w:val="24"/>
          <w:szCs w:val="24"/>
        </w:rPr>
        <w:t xml:space="preserve"> </w:t>
      </w:r>
    </w:p>
    <w:p w:rsidR="009F7BAE" w:rsidRPr="0028276B" w:rsidRDefault="009F7BAE" w:rsidP="0028276B">
      <w:pPr>
        <w:pStyle w:val="50"/>
        <w:shd w:val="clear" w:color="auto" w:fill="auto"/>
        <w:spacing w:before="0" w:after="0" w:line="240" w:lineRule="exact"/>
        <w:rPr>
          <w:sz w:val="24"/>
          <w:szCs w:val="24"/>
        </w:rPr>
      </w:pPr>
      <w:r>
        <w:rPr>
          <w:sz w:val="24"/>
          <w:szCs w:val="24"/>
        </w:rPr>
        <w:t>Пахмутовой Елене Юрьевне</w:t>
      </w:r>
    </w:p>
    <w:p w:rsidR="009F7BAE" w:rsidRPr="0028276B" w:rsidRDefault="009F7BAE" w:rsidP="0028276B">
      <w:pPr>
        <w:pStyle w:val="50"/>
        <w:shd w:val="clear" w:color="auto" w:fill="auto"/>
        <w:spacing w:before="0" w:after="0" w:line="240" w:lineRule="exact"/>
        <w:rPr>
          <w:sz w:val="24"/>
          <w:szCs w:val="24"/>
        </w:rPr>
      </w:pPr>
      <w:r w:rsidRPr="0028276B">
        <w:rPr>
          <w:sz w:val="24"/>
          <w:szCs w:val="24"/>
        </w:rPr>
        <w:t xml:space="preserve">Карнауховой Татьяны Юрьевны </w:t>
      </w:r>
    </w:p>
    <w:p w:rsidR="009F7BAE" w:rsidRPr="0028276B" w:rsidRDefault="009F7BAE" w:rsidP="0028276B">
      <w:pPr>
        <w:pStyle w:val="50"/>
        <w:shd w:val="clear" w:color="auto" w:fill="auto"/>
        <w:spacing w:before="0" w:after="0" w:line="240" w:lineRule="exact"/>
        <w:rPr>
          <w:sz w:val="24"/>
          <w:szCs w:val="24"/>
        </w:rPr>
      </w:pPr>
      <w:r>
        <w:rPr>
          <w:sz w:val="24"/>
          <w:szCs w:val="24"/>
        </w:rPr>
        <w:t>у</w:t>
      </w:r>
      <w:r w:rsidRPr="0028276B">
        <w:rPr>
          <w:sz w:val="24"/>
          <w:szCs w:val="24"/>
        </w:rPr>
        <w:t xml:space="preserve">чителя русского языка и литературы </w:t>
      </w:r>
    </w:p>
    <w:p w:rsidR="009F7BAE" w:rsidRPr="0028276B" w:rsidRDefault="009F7BAE" w:rsidP="0028276B">
      <w:pPr>
        <w:pStyle w:val="50"/>
        <w:shd w:val="clear" w:color="auto" w:fill="auto"/>
        <w:spacing w:before="0" w:after="0" w:line="240" w:lineRule="exact"/>
        <w:rPr>
          <w:sz w:val="24"/>
          <w:szCs w:val="24"/>
        </w:rPr>
      </w:pPr>
      <w:r w:rsidRPr="0028276B">
        <w:rPr>
          <w:sz w:val="24"/>
          <w:szCs w:val="24"/>
        </w:rPr>
        <w:t xml:space="preserve">Муниципального казенного </w:t>
      </w:r>
      <w:r>
        <w:rPr>
          <w:sz w:val="24"/>
          <w:szCs w:val="24"/>
        </w:rPr>
        <w:t>обще</w:t>
      </w:r>
      <w:r w:rsidRPr="0028276B">
        <w:rPr>
          <w:sz w:val="24"/>
          <w:szCs w:val="24"/>
        </w:rPr>
        <w:t xml:space="preserve">образовательного учреждения </w:t>
      </w:r>
    </w:p>
    <w:p w:rsidR="009F7BAE" w:rsidRPr="0028276B" w:rsidRDefault="009F7BAE" w:rsidP="0028276B">
      <w:pPr>
        <w:pStyle w:val="50"/>
        <w:shd w:val="clear" w:color="auto" w:fill="auto"/>
        <w:spacing w:before="0" w:after="0" w:line="240" w:lineRule="exact"/>
        <w:rPr>
          <w:sz w:val="24"/>
          <w:szCs w:val="24"/>
        </w:rPr>
      </w:pPr>
      <w:r w:rsidRPr="0028276B">
        <w:rPr>
          <w:sz w:val="24"/>
          <w:szCs w:val="24"/>
        </w:rPr>
        <w:t>основной общеоб</w:t>
      </w:r>
      <w:r>
        <w:rPr>
          <w:sz w:val="24"/>
          <w:szCs w:val="24"/>
        </w:rPr>
        <w:t>разовательной школы д. Большая Ш</w:t>
      </w:r>
      <w:r w:rsidRPr="0028276B">
        <w:rPr>
          <w:sz w:val="24"/>
          <w:szCs w:val="24"/>
        </w:rPr>
        <w:t>ишовка</w:t>
      </w:r>
    </w:p>
    <w:p w:rsidR="009F7BAE" w:rsidRPr="0028276B" w:rsidRDefault="009F7BAE" w:rsidP="0028276B">
      <w:pPr>
        <w:pStyle w:val="50"/>
        <w:shd w:val="clear" w:color="auto" w:fill="auto"/>
        <w:spacing w:before="0" w:after="0" w:line="240" w:lineRule="exact"/>
        <w:rPr>
          <w:sz w:val="24"/>
          <w:szCs w:val="24"/>
        </w:rPr>
      </w:pPr>
      <w:r w:rsidRPr="0028276B">
        <w:rPr>
          <w:sz w:val="24"/>
          <w:szCs w:val="24"/>
        </w:rPr>
        <w:t xml:space="preserve"> Санчурского района Кировской области </w:t>
      </w:r>
    </w:p>
    <w:p w:rsidR="009F7BAE" w:rsidRPr="0028276B" w:rsidRDefault="009F7BAE" w:rsidP="0028276B">
      <w:pPr>
        <w:pStyle w:val="50"/>
        <w:shd w:val="clear" w:color="auto" w:fill="auto"/>
        <w:spacing w:before="0" w:after="0" w:line="240" w:lineRule="exact"/>
        <w:rPr>
          <w:sz w:val="24"/>
          <w:szCs w:val="24"/>
        </w:rPr>
      </w:pPr>
    </w:p>
    <w:p w:rsidR="009F7BAE" w:rsidRPr="00413A08" w:rsidRDefault="009F7BAE" w:rsidP="0028276B">
      <w:pPr>
        <w:pStyle w:val="21"/>
        <w:shd w:val="clear" w:color="auto" w:fill="auto"/>
        <w:spacing w:after="244" w:line="280" w:lineRule="exact"/>
        <w:ind w:left="20"/>
        <w:jc w:val="right"/>
        <w:rPr>
          <w:sz w:val="24"/>
          <w:szCs w:val="24"/>
        </w:rPr>
      </w:pPr>
    </w:p>
    <w:p w:rsidR="009F7BAE" w:rsidRPr="00413A08" w:rsidRDefault="009F7BAE" w:rsidP="0028276B">
      <w:pPr>
        <w:pStyle w:val="21"/>
        <w:shd w:val="clear" w:color="auto" w:fill="auto"/>
        <w:spacing w:after="244" w:line="280" w:lineRule="exact"/>
        <w:ind w:left="20"/>
        <w:jc w:val="center"/>
        <w:rPr>
          <w:sz w:val="24"/>
          <w:szCs w:val="24"/>
        </w:rPr>
      </w:pPr>
      <w:r w:rsidRPr="00413A08">
        <w:rPr>
          <w:sz w:val="24"/>
          <w:szCs w:val="24"/>
        </w:rPr>
        <w:t>ЗАЯВЛЕНИЕ.</w:t>
      </w:r>
    </w:p>
    <w:p w:rsidR="009F7BAE" w:rsidRPr="00413A08" w:rsidRDefault="009F7BAE" w:rsidP="0028276B">
      <w:pPr>
        <w:pStyle w:val="21"/>
        <w:shd w:val="clear" w:color="auto" w:fill="auto"/>
        <w:ind w:firstLine="580"/>
        <w:rPr>
          <w:sz w:val="24"/>
          <w:szCs w:val="24"/>
        </w:rPr>
      </w:pPr>
      <w:r w:rsidRPr="00413A08">
        <w:rPr>
          <w:sz w:val="24"/>
          <w:szCs w:val="24"/>
        </w:rPr>
        <w:t xml:space="preserve">Прошу допустить меня к участию в </w:t>
      </w:r>
      <w:r>
        <w:rPr>
          <w:sz w:val="24"/>
          <w:szCs w:val="24"/>
        </w:rPr>
        <w:t>м</w:t>
      </w:r>
      <w:r w:rsidRPr="00413A08">
        <w:rPr>
          <w:sz w:val="24"/>
          <w:szCs w:val="24"/>
        </w:rPr>
        <w:t>униципальном конкурсе методических разработок по развитию функциональной грамотности обучающихся</w:t>
      </w:r>
      <w:r>
        <w:rPr>
          <w:sz w:val="24"/>
          <w:szCs w:val="24"/>
        </w:rPr>
        <w:t xml:space="preserve"> ОО Санчурского муниципального округа </w:t>
      </w:r>
      <w:r w:rsidRPr="00413A08">
        <w:rPr>
          <w:sz w:val="24"/>
          <w:szCs w:val="24"/>
        </w:rPr>
        <w:t xml:space="preserve"> «Секреты мастерства» </w:t>
      </w:r>
    </w:p>
    <w:p w:rsidR="009F7BAE" w:rsidRPr="00413A08" w:rsidRDefault="009F7BAE" w:rsidP="0028276B">
      <w:pPr>
        <w:pStyle w:val="21"/>
        <w:shd w:val="clear" w:color="auto" w:fill="auto"/>
        <w:spacing w:after="364"/>
        <w:ind w:firstLine="580"/>
        <w:rPr>
          <w:sz w:val="24"/>
          <w:szCs w:val="24"/>
        </w:rPr>
      </w:pPr>
      <w:r w:rsidRPr="00413A08">
        <w:rPr>
          <w:sz w:val="24"/>
          <w:szCs w:val="24"/>
        </w:rPr>
        <w:t>С Положением о Конкурсе ознакомлен(а).</w:t>
      </w:r>
    </w:p>
    <w:p w:rsidR="009F7BAE" w:rsidRPr="00413A08" w:rsidRDefault="009F7BAE" w:rsidP="0028276B">
      <w:pPr>
        <w:pStyle w:val="21"/>
        <w:shd w:val="clear" w:color="auto" w:fill="auto"/>
        <w:spacing w:line="317" w:lineRule="exact"/>
        <w:ind w:firstLine="580"/>
        <w:rPr>
          <w:sz w:val="24"/>
          <w:szCs w:val="24"/>
        </w:rPr>
      </w:pPr>
      <w:r w:rsidRPr="00413A08">
        <w:rPr>
          <w:sz w:val="24"/>
          <w:szCs w:val="24"/>
        </w:rPr>
        <w:t>Для осуществления связи со мной предоставляю следующие контактные данные:</w:t>
      </w:r>
    </w:p>
    <w:p w:rsidR="009F7BAE" w:rsidRPr="00413A08" w:rsidRDefault="009F7BAE" w:rsidP="0028276B">
      <w:pPr>
        <w:pStyle w:val="21"/>
        <w:shd w:val="clear" w:color="auto" w:fill="auto"/>
        <w:tabs>
          <w:tab w:val="left" w:leader="underscore" w:pos="7038"/>
        </w:tabs>
        <w:spacing w:line="317" w:lineRule="exact"/>
        <w:ind w:firstLine="580"/>
        <w:rPr>
          <w:sz w:val="24"/>
          <w:szCs w:val="24"/>
        </w:rPr>
      </w:pPr>
    </w:p>
    <w:p w:rsidR="009F7BAE" w:rsidRPr="0028276B" w:rsidRDefault="009F7BAE" w:rsidP="0028276B">
      <w:pPr>
        <w:pStyle w:val="21"/>
        <w:shd w:val="clear" w:color="auto" w:fill="auto"/>
        <w:tabs>
          <w:tab w:val="left" w:leader="underscore" w:pos="7038"/>
        </w:tabs>
        <w:spacing w:line="317" w:lineRule="exact"/>
        <w:ind w:firstLine="580"/>
        <w:rPr>
          <w:sz w:val="24"/>
          <w:szCs w:val="24"/>
        </w:rPr>
      </w:pPr>
      <w:r>
        <w:rPr>
          <w:sz w:val="24"/>
          <w:szCs w:val="24"/>
        </w:rPr>
        <w:t>Мобильный телефон: 89877023404</w:t>
      </w:r>
    </w:p>
    <w:p w:rsidR="009F7BAE" w:rsidRPr="00413A08" w:rsidRDefault="009F7BAE" w:rsidP="0028276B">
      <w:pPr>
        <w:pStyle w:val="21"/>
        <w:shd w:val="clear" w:color="auto" w:fill="auto"/>
        <w:tabs>
          <w:tab w:val="left" w:leader="underscore" w:pos="7038"/>
        </w:tabs>
        <w:spacing w:after="390" w:line="317" w:lineRule="exact"/>
        <w:ind w:firstLine="580"/>
        <w:rPr>
          <w:sz w:val="24"/>
          <w:szCs w:val="24"/>
        </w:rPr>
      </w:pPr>
    </w:p>
    <w:p w:rsidR="009F7BAE" w:rsidRPr="00C15069" w:rsidRDefault="009F7BAE" w:rsidP="0028276B">
      <w:pPr>
        <w:pStyle w:val="21"/>
        <w:shd w:val="clear" w:color="auto" w:fill="auto"/>
        <w:tabs>
          <w:tab w:val="left" w:leader="underscore" w:pos="7038"/>
        </w:tabs>
        <w:spacing w:after="390" w:line="317" w:lineRule="exact"/>
        <w:ind w:firstLine="580"/>
        <w:rPr>
          <w:sz w:val="24"/>
          <w:szCs w:val="24"/>
        </w:rPr>
      </w:pPr>
      <w:r>
        <w:rPr>
          <w:sz w:val="24"/>
          <w:szCs w:val="24"/>
        </w:rPr>
        <w:t xml:space="preserve">Адрес электронной почты: </w:t>
      </w:r>
      <w:r>
        <w:rPr>
          <w:sz w:val="24"/>
          <w:szCs w:val="24"/>
          <w:lang w:val="en-US"/>
        </w:rPr>
        <w:t>ktu</w:t>
      </w:r>
      <w:r w:rsidRPr="00C15069">
        <w:rPr>
          <w:sz w:val="24"/>
          <w:szCs w:val="24"/>
        </w:rPr>
        <w:t>68@</w:t>
      </w:r>
      <w:r>
        <w:rPr>
          <w:sz w:val="24"/>
          <w:szCs w:val="24"/>
          <w:lang w:val="en-US"/>
        </w:rPr>
        <w:t>yandex</w:t>
      </w:r>
      <w:r w:rsidRPr="00C15069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</w:p>
    <w:p w:rsidR="009F7BAE" w:rsidRPr="00413A08" w:rsidRDefault="009F7BAE" w:rsidP="0028276B">
      <w:pPr>
        <w:pStyle w:val="21"/>
        <w:shd w:val="clear" w:color="auto" w:fill="auto"/>
        <w:spacing w:line="280" w:lineRule="exact"/>
        <w:ind w:firstLine="580"/>
        <w:rPr>
          <w:sz w:val="24"/>
          <w:szCs w:val="24"/>
        </w:rPr>
      </w:pPr>
      <w:r w:rsidRPr="00413A08">
        <w:rPr>
          <w:sz w:val="24"/>
          <w:szCs w:val="24"/>
        </w:rPr>
        <w:t>Подпись:</w:t>
      </w:r>
    </w:p>
    <w:p w:rsidR="009F7BAE" w:rsidRPr="00413A08" w:rsidRDefault="009F7BAE" w:rsidP="0028276B">
      <w:pPr>
        <w:pStyle w:val="21"/>
        <w:shd w:val="clear" w:color="auto" w:fill="auto"/>
        <w:spacing w:line="280" w:lineRule="exact"/>
        <w:ind w:firstLine="580"/>
        <w:rPr>
          <w:sz w:val="24"/>
          <w:szCs w:val="24"/>
        </w:rPr>
      </w:pPr>
    </w:p>
    <w:p w:rsidR="009F7BAE" w:rsidRPr="00C15069" w:rsidRDefault="009F7BAE" w:rsidP="00C15069">
      <w:pPr>
        <w:pStyle w:val="21"/>
        <w:shd w:val="clear" w:color="auto" w:fill="auto"/>
        <w:spacing w:line="280" w:lineRule="exact"/>
        <w:ind w:firstLine="580"/>
        <w:jc w:val="left"/>
        <w:sectPr w:rsidR="009F7BAE" w:rsidRPr="00C15069" w:rsidSect="0019798A">
          <w:pgSz w:w="11900" w:h="16840"/>
          <w:pgMar w:top="567" w:right="740" w:bottom="709" w:left="1800" w:header="0" w:footer="3" w:gutter="0"/>
          <w:cols w:space="720"/>
          <w:noEndnote/>
          <w:docGrid w:linePitch="360"/>
        </w:sectPr>
      </w:pPr>
      <w:r w:rsidRPr="00413A08">
        <w:rPr>
          <w:sz w:val="24"/>
          <w:szCs w:val="24"/>
        </w:rPr>
        <w:t>Дата:</w:t>
      </w:r>
      <w:r w:rsidRPr="00DB75DE">
        <w:rPr>
          <w:sz w:val="24"/>
          <w:szCs w:val="24"/>
        </w:rPr>
        <w:t xml:space="preserve">    </w:t>
      </w:r>
      <w:r>
        <w:rPr>
          <w:sz w:val="24"/>
          <w:szCs w:val="24"/>
        </w:rPr>
        <w:t>09.12.2022</w:t>
      </w:r>
    </w:p>
    <w:p w:rsidR="009F7BAE" w:rsidRPr="00413A08" w:rsidRDefault="009F7BAE" w:rsidP="0028276B">
      <w:pPr>
        <w:pStyle w:val="10"/>
        <w:keepNext/>
        <w:keepLines/>
        <w:shd w:val="clear" w:color="auto" w:fill="auto"/>
        <w:rPr>
          <w:sz w:val="24"/>
          <w:szCs w:val="24"/>
        </w:rPr>
      </w:pPr>
      <w:bookmarkStart w:id="0" w:name="bookmark12"/>
      <w:r w:rsidRPr="00413A08">
        <w:rPr>
          <w:sz w:val="24"/>
          <w:szCs w:val="24"/>
        </w:rPr>
        <w:t>Согласие</w:t>
      </w:r>
      <w:bookmarkEnd w:id="0"/>
    </w:p>
    <w:p w:rsidR="009F7BAE" w:rsidRPr="00413A08" w:rsidRDefault="009F7BAE" w:rsidP="0028276B">
      <w:pPr>
        <w:pStyle w:val="30"/>
        <w:shd w:val="clear" w:color="auto" w:fill="auto"/>
        <w:jc w:val="right"/>
        <w:rPr>
          <w:sz w:val="24"/>
          <w:szCs w:val="24"/>
        </w:rPr>
      </w:pPr>
      <w:r w:rsidRPr="00413A08">
        <w:rPr>
          <w:sz w:val="24"/>
          <w:szCs w:val="24"/>
        </w:rPr>
        <w:t>субъекта персональных данных (Претендента) на обработку персональных</w:t>
      </w:r>
    </w:p>
    <w:p w:rsidR="009F7BAE" w:rsidRPr="00413A08" w:rsidRDefault="009F7BAE" w:rsidP="0028276B">
      <w:pPr>
        <w:pStyle w:val="10"/>
        <w:keepNext/>
        <w:keepLines/>
        <w:shd w:val="clear" w:color="auto" w:fill="auto"/>
        <w:rPr>
          <w:sz w:val="24"/>
          <w:szCs w:val="24"/>
        </w:rPr>
      </w:pPr>
      <w:bookmarkStart w:id="1" w:name="bookmark13"/>
      <w:r w:rsidRPr="00413A08">
        <w:rPr>
          <w:sz w:val="24"/>
          <w:szCs w:val="24"/>
        </w:rPr>
        <w:t>данных</w:t>
      </w:r>
      <w:bookmarkEnd w:id="1"/>
    </w:p>
    <w:p w:rsidR="009F7BAE" w:rsidRPr="00413A08" w:rsidRDefault="009F7BAE" w:rsidP="0028276B">
      <w:pPr>
        <w:pStyle w:val="21"/>
        <w:shd w:val="clear" w:color="auto" w:fill="auto"/>
        <w:tabs>
          <w:tab w:val="left" w:leader="underscore" w:pos="9574"/>
        </w:tabs>
        <w:rPr>
          <w:sz w:val="24"/>
          <w:szCs w:val="24"/>
        </w:rPr>
      </w:pPr>
      <w:r>
        <w:rPr>
          <w:sz w:val="24"/>
          <w:szCs w:val="24"/>
        </w:rPr>
        <w:t xml:space="preserve">Я, </w:t>
      </w:r>
      <w:r w:rsidRPr="00026B83">
        <w:rPr>
          <w:sz w:val="24"/>
          <w:szCs w:val="24"/>
          <w:u w:val="single"/>
        </w:rPr>
        <w:t>Карнаухова Татьяна Юрьевна</w:t>
      </w:r>
      <w:r>
        <w:rPr>
          <w:sz w:val="24"/>
          <w:szCs w:val="24"/>
        </w:rPr>
        <w:t xml:space="preserve">, </w:t>
      </w:r>
    </w:p>
    <w:p w:rsidR="009F7BAE" w:rsidRPr="00026B83" w:rsidRDefault="009F7BAE" w:rsidP="0028276B">
      <w:pPr>
        <w:pStyle w:val="21"/>
        <w:shd w:val="clear" w:color="auto" w:fill="auto"/>
        <w:tabs>
          <w:tab w:val="left" w:leader="underscore" w:pos="9574"/>
        </w:tabs>
        <w:rPr>
          <w:sz w:val="24"/>
          <w:szCs w:val="24"/>
          <w:u w:val="single"/>
        </w:rPr>
      </w:pPr>
      <w:r w:rsidRPr="00413A08">
        <w:rPr>
          <w:sz w:val="24"/>
          <w:szCs w:val="24"/>
        </w:rPr>
        <w:t>зарегистрированный(ая) по адрес</w:t>
      </w:r>
      <w:r>
        <w:rPr>
          <w:sz w:val="24"/>
          <w:szCs w:val="24"/>
        </w:rPr>
        <w:t>у:</w:t>
      </w:r>
      <w:r w:rsidRPr="00026B83">
        <w:rPr>
          <w:sz w:val="24"/>
          <w:szCs w:val="24"/>
          <w:u w:val="single"/>
        </w:rPr>
        <w:t>д. Малая Шишовка, ул. Набережная д.15 кв.2, Санчурского района Кировской области</w:t>
      </w:r>
    </w:p>
    <w:p w:rsidR="009F7BAE" w:rsidRPr="00413A08" w:rsidRDefault="009F7BAE" w:rsidP="0028276B">
      <w:pPr>
        <w:pStyle w:val="21"/>
        <w:shd w:val="clear" w:color="auto" w:fill="auto"/>
        <w:tabs>
          <w:tab w:val="left" w:leader="underscore" w:pos="2875"/>
          <w:tab w:val="left" w:leader="underscore" w:pos="4795"/>
        </w:tabs>
        <w:rPr>
          <w:sz w:val="24"/>
          <w:szCs w:val="24"/>
        </w:rPr>
      </w:pPr>
      <w:r w:rsidRPr="00413A08">
        <w:rPr>
          <w:sz w:val="24"/>
          <w:szCs w:val="24"/>
        </w:rPr>
        <w:t xml:space="preserve">паспорт </w:t>
      </w:r>
      <w:r>
        <w:rPr>
          <w:sz w:val="24"/>
          <w:szCs w:val="24"/>
        </w:rPr>
        <w:t xml:space="preserve">серия </w:t>
      </w:r>
      <w:r w:rsidRPr="00026B83">
        <w:rPr>
          <w:sz w:val="24"/>
          <w:szCs w:val="24"/>
          <w:u w:val="single"/>
        </w:rPr>
        <w:t>3313 № 244519</w:t>
      </w:r>
    </w:p>
    <w:p w:rsidR="009F7BAE" w:rsidRPr="00026B83" w:rsidRDefault="009F7BAE" w:rsidP="000F19F6">
      <w:pPr>
        <w:pStyle w:val="21"/>
        <w:shd w:val="clear" w:color="auto" w:fill="auto"/>
        <w:tabs>
          <w:tab w:val="left" w:leader="underscore" w:pos="4795"/>
        </w:tabs>
        <w:spacing w:after="296"/>
        <w:rPr>
          <w:sz w:val="24"/>
          <w:szCs w:val="24"/>
          <w:u w:val="single"/>
        </w:rPr>
      </w:pPr>
      <w:r w:rsidRPr="00026B83">
        <w:rPr>
          <w:sz w:val="24"/>
          <w:szCs w:val="24"/>
        </w:rPr>
        <w:t xml:space="preserve">выдан </w:t>
      </w:r>
      <w:r w:rsidRPr="00026B83">
        <w:rPr>
          <w:sz w:val="24"/>
          <w:szCs w:val="24"/>
          <w:u w:val="single"/>
        </w:rPr>
        <w:t>ОУФМС России по  Кировской области в городе Яранске</w:t>
      </w:r>
      <w:r>
        <w:rPr>
          <w:sz w:val="24"/>
          <w:szCs w:val="24"/>
          <w:u w:val="single"/>
        </w:rPr>
        <w:t xml:space="preserve"> 17.04.2014 года.</w:t>
      </w:r>
    </w:p>
    <w:p w:rsidR="009F7BAE" w:rsidRPr="00413A08" w:rsidRDefault="009F7BAE" w:rsidP="000F19F6">
      <w:pPr>
        <w:pStyle w:val="41"/>
        <w:shd w:val="clear" w:color="auto" w:fill="auto"/>
        <w:spacing w:line="326" w:lineRule="exact"/>
        <w:ind w:right="-190"/>
        <w:jc w:val="left"/>
      </w:pPr>
      <w:r w:rsidRPr="00413A08">
        <w:rPr>
          <w:rStyle w:val="40"/>
          <w:i/>
          <w:iCs/>
          <w:noProof w:val="0"/>
          <w:sz w:val="24"/>
          <w:szCs w:val="24"/>
        </w:rPr>
        <w:t>являясь работником</w:t>
      </w:r>
      <w:r>
        <w:rPr>
          <w:rStyle w:val="40"/>
          <w:i/>
          <w:iCs/>
          <w:noProof w:val="0"/>
          <w:sz w:val="24"/>
          <w:szCs w:val="24"/>
        </w:rPr>
        <w:t xml:space="preserve"> </w:t>
      </w:r>
      <w:r w:rsidRPr="001D2301">
        <w:rPr>
          <w:rStyle w:val="40"/>
          <w:iCs/>
          <w:noProof w:val="0"/>
          <w:sz w:val="24"/>
          <w:szCs w:val="24"/>
        </w:rPr>
        <w:t xml:space="preserve">МКОУ ООШ д. Большая Шишовка Санчурского района Кировской области </w:t>
      </w:r>
      <w:r w:rsidRPr="001D2301">
        <w:t xml:space="preserve"> </w:t>
      </w:r>
      <w:r w:rsidRPr="001D2301">
        <w:rPr>
          <w:rStyle w:val="2"/>
          <w:i w:val="0"/>
          <w:sz w:val="24"/>
          <w:szCs w:val="24"/>
        </w:rPr>
        <w:t>выражаю свое согласие на обработку следующих персональных данных</w:t>
      </w:r>
      <w:r w:rsidRPr="001D2301">
        <w:rPr>
          <w:rStyle w:val="2"/>
          <w:sz w:val="24"/>
          <w:szCs w:val="24"/>
        </w:rPr>
        <w:t>: фам</w:t>
      </w:r>
      <w:r w:rsidRPr="000F19F6">
        <w:rPr>
          <w:rStyle w:val="2"/>
          <w:i w:val="0"/>
          <w:sz w:val="24"/>
          <w:szCs w:val="24"/>
        </w:rPr>
        <w:t xml:space="preserve">илия, имя, отчество, число, месяц, год рождения, пол; адрес и дата регистрации по месту жительства; адрес фактического проживания; номер контактного телефона или сведения о других способах связи; реквизиты документа, удостоверяющего личность (паспорт); иная информация, связанная с участием в </w:t>
      </w:r>
      <w:r w:rsidRPr="000F19F6">
        <w:rPr>
          <w:rStyle w:val="2"/>
          <w:i w:val="0"/>
          <w:iCs w:val="0"/>
          <w:sz w:val="24"/>
          <w:szCs w:val="24"/>
        </w:rPr>
        <w:t>м</w:t>
      </w:r>
      <w:r w:rsidRPr="000F19F6">
        <w:rPr>
          <w:i w:val="0"/>
          <w:sz w:val="24"/>
          <w:szCs w:val="24"/>
        </w:rPr>
        <w:t xml:space="preserve">униципальном конкурсе методических разработок по развитию функциональной грамотности обучающихся ОО Санчурского муниципального округа  «Секреты мастерства» </w:t>
      </w:r>
      <w:r w:rsidRPr="000F19F6">
        <w:rPr>
          <w:rStyle w:val="2"/>
          <w:i w:val="0"/>
          <w:sz w:val="24"/>
          <w:szCs w:val="24"/>
        </w:rPr>
        <w:t>(далее - Конкурс).</w:t>
      </w:r>
    </w:p>
    <w:p w:rsidR="009F7BAE" w:rsidRPr="00413A08" w:rsidRDefault="009F7BAE" w:rsidP="0028276B">
      <w:pPr>
        <w:pStyle w:val="21"/>
        <w:shd w:val="clear" w:color="auto" w:fill="auto"/>
        <w:spacing w:after="333"/>
        <w:rPr>
          <w:sz w:val="24"/>
          <w:szCs w:val="24"/>
        </w:rPr>
      </w:pPr>
      <w:r w:rsidRPr="00413A08">
        <w:rPr>
          <w:sz w:val="24"/>
          <w:szCs w:val="24"/>
        </w:rPr>
        <w:t xml:space="preserve">В соответствии с требованиями статьи 9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413A08">
          <w:rPr>
            <w:sz w:val="24"/>
            <w:szCs w:val="24"/>
          </w:rPr>
          <w:t>2006 г</w:t>
        </w:r>
      </w:smartTag>
      <w:r w:rsidRPr="00413A08">
        <w:rPr>
          <w:sz w:val="24"/>
          <w:szCs w:val="24"/>
        </w:rPr>
        <w:t>. № 152-ФЗ «О персональных данных» подтверждаю свое согласие на осуществление всех действий (операций)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уничтожение, обработку персональных данных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 (документов), и передачу их уполномоченным органам.</w:t>
      </w:r>
    </w:p>
    <w:p w:rsidR="009F7BAE" w:rsidRPr="00413A08" w:rsidRDefault="009F7BAE" w:rsidP="0028276B">
      <w:pPr>
        <w:pStyle w:val="21"/>
        <w:shd w:val="clear" w:color="auto" w:fill="auto"/>
        <w:tabs>
          <w:tab w:val="left" w:pos="696"/>
        </w:tabs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«09» декабря </w:t>
      </w:r>
      <w:r w:rsidRPr="00413A08">
        <w:rPr>
          <w:sz w:val="24"/>
          <w:szCs w:val="24"/>
        </w:rPr>
        <w:t xml:space="preserve">2022  </w:t>
      </w:r>
      <w:r>
        <w:rPr>
          <w:sz w:val="24"/>
          <w:szCs w:val="24"/>
        </w:rPr>
        <w:t xml:space="preserve">г. _______________Карнаухова Татьяна Юрьевна </w:t>
      </w:r>
    </w:p>
    <w:p w:rsidR="009F7BAE" w:rsidRPr="00413A08" w:rsidRDefault="009F7BAE" w:rsidP="000F19F6">
      <w:pPr>
        <w:pStyle w:val="21"/>
        <w:shd w:val="clear" w:color="auto" w:fill="auto"/>
        <w:rPr>
          <w:sz w:val="24"/>
          <w:szCs w:val="24"/>
        </w:rPr>
      </w:pPr>
    </w:p>
    <w:p w:rsidR="009F7BAE" w:rsidRPr="00413A08" w:rsidRDefault="009F7BAE" w:rsidP="0028276B">
      <w:pPr>
        <w:pStyle w:val="21"/>
        <w:shd w:val="clear" w:color="auto" w:fill="auto"/>
        <w:jc w:val="right"/>
        <w:rPr>
          <w:sz w:val="24"/>
          <w:szCs w:val="24"/>
        </w:rPr>
      </w:pPr>
    </w:p>
    <w:p w:rsidR="009F7BAE" w:rsidRPr="00413A08" w:rsidRDefault="009F7BAE" w:rsidP="0028276B">
      <w:pPr>
        <w:pStyle w:val="21"/>
        <w:shd w:val="clear" w:color="auto" w:fill="auto"/>
        <w:jc w:val="right"/>
        <w:rPr>
          <w:sz w:val="24"/>
          <w:szCs w:val="24"/>
        </w:rPr>
      </w:pPr>
    </w:p>
    <w:p w:rsidR="009F7BAE" w:rsidRPr="00413A08" w:rsidRDefault="009F7BAE" w:rsidP="0028276B">
      <w:pPr>
        <w:pStyle w:val="21"/>
        <w:shd w:val="clear" w:color="auto" w:fill="auto"/>
        <w:jc w:val="right"/>
        <w:rPr>
          <w:sz w:val="24"/>
          <w:szCs w:val="24"/>
        </w:rPr>
      </w:pPr>
    </w:p>
    <w:p w:rsidR="009F7BAE" w:rsidRPr="00413A08" w:rsidRDefault="009F7BAE" w:rsidP="0028276B">
      <w:pPr>
        <w:pStyle w:val="21"/>
        <w:shd w:val="clear" w:color="auto" w:fill="auto"/>
        <w:jc w:val="right"/>
        <w:rPr>
          <w:sz w:val="24"/>
          <w:szCs w:val="24"/>
        </w:rPr>
      </w:pPr>
    </w:p>
    <w:p w:rsidR="009F7BAE" w:rsidRPr="00413A08" w:rsidRDefault="009F7BAE" w:rsidP="0028276B">
      <w:pPr>
        <w:pStyle w:val="21"/>
        <w:shd w:val="clear" w:color="auto" w:fill="auto"/>
        <w:jc w:val="right"/>
        <w:rPr>
          <w:sz w:val="24"/>
          <w:szCs w:val="24"/>
        </w:rPr>
      </w:pPr>
    </w:p>
    <w:p w:rsidR="009F7BAE" w:rsidRPr="00413A08" w:rsidRDefault="009F7BAE" w:rsidP="0028276B">
      <w:pPr>
        <w:pStyle w:val="21"/>
        <w:shd w:val="clear" w:color="auto" w:fill="auto"/>
        <w:jc w:val="right"/>
        <w:rPr>
          <w:sz w:val="24"/>
          <w:szCs w:val="24"/>
        </w:rPr>
      </w:pPr>
    </w:p>
    <w:p w:rsidR="009F7BAE" w:rsidRPr="00413A08" w:rsidRDefault="009F7BAE" w:rsidP="0028276B">
      <w:pPr>
        <w:pStyle w:val="21"/>
        <w:shd w:val="clear" w:color="auto" w:fill="auto"/>
        <w:jc w:val="right"/>
        <w:rPr>
          <w:sz w:val="24"/>
          <w:szCs w:val="24"/>
        </w:rPr>
      </w:pPr>
    </w:p>
    <w:p w:rsidR="009F7BAE" w:rsidRPr="00413A08" w:rsidRDefault="009F7BAE" w:rsidP="0028276B">
      <w:pPr>
        <w:pStyle w:val="21"/>
        <w:shd w:val="clear" w:color="auto" w:fill="auto"/>
        <w:tabs>
          <w:tab w:val="left" w:pos="696"/>
          <w:tab w:val="left" w:pos="2875"/>
        </w:tabs>
        <w:spacing w:line="280" w:lineRule="exact"/>
        <w:rPr>
          <w:sz w:val="24"/>
          <w:szCs w:val="24"/>
        </w:rPr>
        <w:sectPr w:rsidR="009F7BAE" w:rsidRPr="00413A08">
          <w:footerReference w:type="even" r:id="rId7"/>
          <w:footerReference w:type="first" r:id="rId8"/>
          <w:pgSz w:w="11900" w:h="16840"/>
          <w:pgMar w:top="1162" w:right="532" w:bottom="2846" w:left="1658" w:header="0" w:footer="3" w:gutter="0"/>
          <w:cols w:space="720"/>
          <w:noEndnote/>
          <w:titlePg/>
          <w:docGrid w:linePitch="360"/>
        </w:sectPr>
      </w:pPr>
    </w:p>
    <w:p w:rsidR="009F7BAE" w:rsidRPr="00C15069" w:rsidRDefault="009F7BAE" w:rsidP="00C15069">
      <w:pPr>
        <w:pStyle w:val="50"/>
        <w:shd w:val="clear" w:color="auto" w:fill="auto"/>
        <w:spacing w:before="0" w:after="0" w:line="240" w:lineRule="exact"/>
        <w:jc w:val="center"/>
        <w:rPr>
          <w:b/>
          <w:sz w:val="28"/>
          <w:szCs w:val="28"/>
        </w:rPr>
      </w:pPr>
      <w:r w:rsidRPr="00C15069">
        <w:rPr>
          <w:b/>
          <w:sz w:val="28"/>
          <w:szCs w:val="28"/>
        </w:rPr>
        <w:t>Муниципального казенного общеобразовательного учреждения</w:t>
      </w:r>
    </w:p>
    <w:p w:rsidR="009F7BAE" w:rsidRPr="00C15069" w:rsidRDefault="009F7BAE" w:rsidP="00C15069">
      <w:pPr>
        <w:pStyle w:val="50"/>
        <w:shd w:val="clear" w:color="auto" w:fill="auto"/>
        <w:spacing w:before="0" w:after="0" w:line="240" w:lineRule="exact"/>
        <w:jc w:val="center"/>
        <w:rPr>
          <w:b/>
          <w:sz w:val="28"/>
          <w:szCs w:val="28"/>
        </w:rPr>
      </w:pPr>
      <w:r w:rsidRPr="00C15069">
        <w:rPr>
          <w:b/>
          <w:sz w:val="28"/>
          <w:szCs w:val="28"/>
        </w:rPr>
        <w:t>основной общеобразовательной школы д. Большая Шишовка</w:t>
      </w:r>
    </w:p>
    <w:p w:rsidR="009F7BAE" w:rsidRPr="00C15069" w:rsidRDefault="009F7BAE" w:rsidP="00C15069">
      <w:pPr>
        <w:pStyle w:val="50"/>
        <w:shd w:val="clear" w:color="auto" w:fill="auto"/>
        <w:spacing w:before="0" w:after="0" w:line="240" w:lineRule="exact"/>
        <w:jc w:val="center"/>
        <w:rPr>
          <w:b/>
          <w:sz w:val="28"/>
          <w:szCs w:val="28"/>
        </w:rPr>
      </w:pPr>
      <w:r w:rsidRPr="00C15069">
        <w:rPr>
          <w:b/>
          <w:sz w:val="28"/>
          <w:szCs w:val="28"/>
        </w:rPr>
        <w:t>Санчурского района Кировской области</w:t>
      </w:r>
    </w:p>
    <w:p w:rsidR="009F7BAE" w:rsidRPr="00C15069" w:rsidRDefault="009F7BAE" w:rsidP="00C15069">
      <w:pPr>
        <w:pStyle w:val="21"/>
        <w:shd w:val="clear" w:color="auto" w:fill="auto"/>
        <w:jc w:val="center"/>
        <w:rPr>
          <w:b/>
        </w:rPr>
      </w:pPr>
    </w:p>
    <w:p w:rsidR="009F7BAE" w:rsidRDefault="009F7BAE" w:rsidP="00092B77">
      <w:pPr>
        <w:pStyle w:val="21"/>
        <w:shd w:val="clear" w:color="auto" w:fill="auto"/>
        <w:ind w:firstLine="580"/>
        <w:jc w:val="center"/>
        <w:rPr>
          <w:b/>
        </w:rPr>
      </w:pPr>
    </w:p>
    <w:p w:rsidR="009F7BAE" w:rsidRDefault="009F7BAE" w:rsidP="00092B77">
      <w:pPr>
        <w:pStyle w:val="21"/>
        <w:shd w:val="clear" w:color="auto" w:fill="auto"/>
        <w:ind w:firstLine="580"/>
        <w:jc w:val="center"/>
        <w:rPr>
          <w:b/>
        </w:rPr>
      </w:pPr>
    </w:p>
    <w:p w:rsidR="009F7BAE" w:rsidRPr="000E1818" w:rsidRDefault="009F7BAE" w:rsidP="00092B77">
      <w:pPr>
        <w:pStyle w:val="21"/>
        <w:shd w:val="clear" w:color="auto" w:fill="auto"/>
        <w:ind w:firstLine="580"/>
        <w:jc w:val="center"/>
        <w:rPr>
          <w:b/>
        </w:rPr>
      </w:pPr>
      <w:r w:rsidRPr="000E1818">
        <w:rPr>
          <w:b/>
        </w:rPr>
        <w:t>Конкурс методических разработок</w:t>
      </w:r>
    </w:p>
    <w:p w:rsidR="009F7BAE" w:rsidRPr="000E1818" w:rsidRDefault="009F7BAE" w:rsidP="00092B77">
      <w:pPr>
        <w:pStyle w:val="21"/>
        <w:shd w:val="clear" w:color="auto" w:fill="auto"/>
        <w:ind w:firstLine="580"/>
        <w:jc w:val="center"/>
        <w:rPr>
          <w:b/>
        </w:rPr>
      </w:pPr>
      <w:r w:rsidRPr="000E1818">
        <w:rPr>
          <w:b/>
        </w:rPr>
        <w:t>по развитию функциональной грамотности обучающихся ОО Санчурского муниципального округа  «Секреты мастерства»</w:t>
      </w:r>
    </w:p>
    <w:p w:rsidR="009F7BAE" w:rsidRPr="000E1818" w:rsidRDefault="009F7BAE" w:rsidP="0028276B">
      <w:pPr>
        <w:pStyle w:val="21"/>
        <w:shd w:val="clear" w:color="auto" w:fill="auto"/>
        <w:jc w:val="right"/>
      </w:pPr>
    </w:p>
    <w:p w:rsidR="009F7BAE" w:rsidRPr="000E1818" w:rsidRDefault="009F7BAE" w:rsidP="0028276B">
      <w:pPr>
        <w:pStyle w:val="21"/>
        <w:shd w:val="clear" w:color="auto" w:fill="auto"/>
        <w:jc w:val="right"/>
      </w:pPr>
    </w:p>
    <w:p w:rsidR="009F7BAE" w:rsidRPr="000E1818" w:rsidRDefault="009F7BAE" w:rsidP="0028276B">
      <w:pPr>
        <w:pStyle w:val="21"/>
        <w:shd w:val="clear" w:color="auto" w:fill="auto"/>
        <w:jc w:val="right"/>
      </w:pPr>
    </w:p>
    <w:p w:rsidR="009F7BAE" w:rsidRPr="000E1818" w:rsidRDefault="009F7BAE" w:rsidP="0028276B">
      <w:pPr>
        <w:pStyle w:val="21"/>
        <w:shd w:val="clear" w:color="auto" w:fill="auto"/>
        <w:jc w:val="right"/>
      </w:pPr>
    </w:p>
    <w:p w:rsidR="009F7BAE" w:rsidRPr="000E1818" w:rsidRDefault="009F7BAE" w:rsidP="000E1818">
      <w:pPr>
        <w:pStyle w:val="21"/>
        <w:shd w:val="clear" w:color="auto" w:fill="auto"/>
        <w:tabs>
          <w:tab w:val="left" w:pos="3564"/>
        </w:tabs>
        <w:jc w:val="center"/>
        <w:rPr>
          <w:b/>
        </w:rPr>
      </w:pPr>
      <w:r w:rsidRPr="000E1818">
        <w:rPr>
          <w:b/>
        </w:rPr>
        <w:t>Номинация: читательская грамотность</w:t>
      </w:r>
    </w:p>
    <w:p w:rsidR="009F7BAE" w:rsidRPr="000E1818" w:rsidRDefault="009F7BAE" w:rsidP="000E1818">
      <w:pPr>
        <w:pStyle w:val="21"/>
        <w:shd w:val="clear" w:color="auto" w:fill="auto"/>
        <w:jc w:val="center"/>
      </w:pPr>
    </w:p>
    <w:p w:rsidR="009F7BAE" w:rsidRPr="00C15069" w:rsidRDefault="009F7BAE" w:rsidP="000E1818">
      <w:pPr>
        <w:pStyle w:val="21"/>
        <w:shd w:val="clear" w:color="auto" w:fill="auto"/>
        <w:jc w:val="center"/>
        <w:rPr>
          <w:sz w:val="36"/>
          <w:szCs w:val="36"/>
        </w:rPr>
      </w:pPr>
      <w:r w:rsidRPr="00C15069">
        <w:rPr>
          <w:sz w:val="36"/>
          <w:szCs w:val="36"/>
        </w:rPr>
        <w:t>Метод</w:t>
      </w:r>
      <w:r>
        <w:rPr>
          <w:sz w:val="36"/>
          <w:szCs w:val="36"/>
        </w:rPr>
        <w:t>ическая разработка  внеурочного</w:t>
      </w:r>
      <w:r w:rsidRPr="00C15069">
        <w:rPr>
          <w:sz w:val="36"/>
          <w:szCs w:val="36"/>
        </w:rPr>
        <w:t xml:space="preserve">  занятия</w:t>
      </w:r>
    </w:p>
    <w:p w:rsidR="009F7BAE" w:rsidRPr="000E1818" w:rsidRDefault="009F7BAE" w:rsidP="000E1818">
      <w:pPr>
        <w:pStyle w:val="21"/>
        <w:shd w:val="clear" w:color="auto" w:fill="auto"/>
        <w:jc w:val="center"/>
      </w:pPr>
    </w:p>
    <w:p w:rsidR="009F7BAE" w:rsidRDefault="009F7BAE" w:rsidP="000E1818">
      <w:pPr>
        <w:pStyle w:val="21"/>
        <w:shd w:val="clear" w:color="auto" w:fill="auto"/>
        <w:tabs>
          <w:tab w:val="left" w:pos="905"/>
        </w:tabs>
        <w:jc w:val="center"/>
        <w:rPr>
          <w:sz w:val="36"/>
          <w:szCs w:val="36"/>
        </w:rPr>
      </w:pPr>
    </w:p>
    <w:p w:rsidR="009F7BAE" w:rsidRDefault="009F7BAE" w:rsidP="000E1818">
      <w:pPr>
        <w:pStyle w:val="21"/>
        <w:shd w:val="clear" w:color="auto" w:fill="auto"/>
        <w:tabs>
          <w:tab w:val="left" w:pos="905"/>
        </w:tabs>
        <w:jc w:val="center"/>
        <w:rPr>
          <w:sz w:val="36"/>
          <w:szCs w:val="36"/>
        </w:rPr>
      </w:pPr>
      <w:r w:rsidRPr="00C15069">
        <w:rPr>
          <w:sz w:val="36"/>
          <w:szCs w:val="36"/>
        </w:rPr>
        <w:t xml:space="preserve">Тема конкурсной работы </w:t>
      </w:r>
    </w:p>
    <w:p w:rsidR="009F7BAE" w:rsidRDefault="009F7BAE" w:rsidP="000E1818">
      <w:pPr>
        <w:pStyle w:val="21"/>
        <w:shd w:val="clear" w:color="auto" w:fill="auto"/>
        <w:tabs>
          <w:tab w:val="left" w:pos="905"/>
        </w:tabs>
        <w:jc w:val="center"/>
        <w:rPr>
          <w:sz w:val="36"/>
          <w:szCs w:val="36"/>
        </w:rPr>
      </w:pPr>
    </w:p>
    <w:p w:rsidR="009F7BAE" w:rsidRPr="00C15069" w:rsidRDefault="009F7BAE" w:rsidP="000E1818">
      <w:pPr>
        <w:pStyle w:val="21"/>
        <w:shd w:val="clear" w:color="auto" w:fill="auto"/>
        <w:tabs>
          <w:tab w:val="left" w:pos="905"/>
        </w:tabs>
        <w:jc w:val="center"/>
        <w:rPr>
          <w:sz w:val="36"/>
          <w:szCs w:val="36"/>
        </w:rPr>
      </w:pPr>
    </w:p>
    <w:p w:rsidR="009F7BAE" w:rsidRPr="00C15069" w:rsidRDefault="009F7BAE" w:rsidP="000E1818">
      <w:pPr>
        <w:pStyle w:val="21"/>
        <w:shd w:val="clear" w:color="auto" w:fill="auto"/>
        <w:tabs>
          <w:tab w:val="left" w:pos="905"/>
        </w:tabs>
        <w:jc w:val="center"/>
        <w:rPr>
          <w:b/>
          <w:sz w:val="52"/>
          <w:szCs w:val="52"/>
        </w:rPr>
      </w:pPr>
      <w:r w:rsidRPr="00C15069">
        <w:rPr>
          <w:sz w:val="52"/>
          <w:szCs w:val="52"/>
        </w:rPr>
        <w:t xml:space="preserve">  </w:t>
      </w:r>
      <w:r w:rsidRPr="00C15069">
        <w:rPr>
          <w:b/>
          <w:sz w:val="52"/>
          <w:szCs w:val="52"/>
        </w:rPr>
        <w:t>«Это благородное чувство»</w:t>
      </w:r>
    </w:p>
    <w:p w:rsidR="009F7BAE" w:rsidRPr="00C15069" w:rsidRDefault="009F7BAE" w:rsidP="000E1818">
      <w:pPr>
        <w:pStyle w:val="21"/>
        <w:shd w:val="clear" w:color="auto" w:fill="auto"/>
        <w:jc w:val="center"/>
        <w:rPr>
          <w:sz w:val="36"/>
          <w:szCs w:val="36"/>
        </w:rPr>
      </w:pPr>
    </w:p>
    <w:p w:rsidR="009F7BAE" w:rsidRPr="00C15069" w:rsidRDefault="009F7BAE" w:rsidP="000E1818">
      <w:pPr>
        <w:pStyle w:val="21"/>
        <w:shd w:val="clear" w:color="auto" w:fill="auto"/>
        <w:jc w:val="center"/>
        <w:rPr>
          <w:sz w:val="36"/>
          <w:szCs w:val="36"/>
        </w:rPr>
      </w:pPr>
    </w:p>
    <w:p w:rsidR="009F7BAE" w:rsidRPr="00C15069" w:rsidRDefault="009F7BAE" w:rsidP="000E1818">
      <w:pPr>
        <w:pStyle w:val="21"/>
        <w:shd w:val="clear" w:color="auto" w:fill="auto"/>
        <w:jc w:val="center"/>
        <w:rPr>
          <w:sz w:val="36"/>
          <w:szCs w:val="36"/>
        </w:rPr>
      </w:pPr>
    </w:p>
    <w:p w:rsidR="009F7BAE" w:rsidRPr="000E1818" w:rsidRDefault="009F7BAE" w:rsidP="000E1818">
      <w:pPr>
        <w:pStyle w:val="21"/>
        <w:shd w:val="clear" w:color="auto" w:fill="auto"/>
        <w:jc w:val="center"/>
      </w:pPr>
    </w:p>
    <w:p w:rsidR="009F7BAE" w:rsidRPr="000E1818" w:rsidRDefault="009F7BAE" w:rsidP="000E1818">
      <w:pPr>
        <w:pStyle w:val="21"/>
        <w:shd w:val="clear" w:color="auto" w:fill="auto"/>
        <w:jc w:val="center"/>
      </w:pPr>
    </w:p>
    <w:p w:rsidR="009F7BAE" w:rsidRPr="000E1818" w:rsidRDefault="009F7BAE" w:rsidP="0028276B">
      <w:pPr>
        <w:pStyle w:val="21"/>
        <w:shd w:val="clear" w:color="auto" w:fill="auto"/>
        <w:jc w:val="right"/>
      </w:pPr>
    </w:p>
    <w:p w:rsidR="009F7BAE" w:rsidRPr="000E1818" w:rsidRDefault="009F7BAE" w:rsidP="000E1818">
      <w:pPr>
        <w:pStyle w:val="21"/>
        <w:shd w:val="clear" w:color="auto" w:fill="auto"/>
        <w:tabs>
          <w:tab w:val="left" w:pos="5760"/>
        </w:tabs>
        <w:jc w:val="left"/>
      </w:pPr>
      <w:r w:rsidRPr="000E1818">
        <w:t xml:space="preserve">                                            </w:t>
      </w:r>
      <w:r>
        <w:t xml:space="preserve">           </w:t>
      </w:r>
      <w:r w:rsidRPr="000E1818">
        <w:t xml:space="preserve">    </w:t>
      </w:r>
      <w:r>
        <w:t xml:space="preserve"> </w:t>
      </w:r>
      <w:r w:rsidRPr="000E1818">
        <w:t xml:space="preserve">Карнаухова Татьяна Юрьевна </w:t>
      </w:r>
    </w:p>
    <w:p w:rsidR="009F7BAE" w:rsidRDefault="009F7BAE" w:rsidP="000E1818">
      <w:pPr>
        <w:pStyle w:val="21"/>
        <w:shd w:val="clear" w:color="auto" w:fill="auto"/>
        <w:tabs>
          <w:tab w:val="left" w:pos="5748"/>
        </w:tabs>
        <w:jc w:val="left"/>
      </w:pPr>
      <w:r w:rsidRPr="000E1818">
        <w:t xml:space="preserve">                                                       </w:t>
      </w:r>
      <w:r>
        <w:t xml:space="preserve"> </w:t>
      </w:r>
      <w:r w:rsidRPr="000E1818">
        <w:t xml:space="preserve"> </w:t>
      </w:r>
      <w:r>
        <w:t xml:space="preserve"> </w:t>
      </w:r>
      <w:r w:rsidRPr="000E1818">
        <w:t xml:space="preserve">  учитель русского языка и литературы </w:t>
      </w:r>
      <w:r>
        <w:t xml:space="preserve"> </w:t>
      </w:r>
    </w:p>
    <w:p w:rsidR="009F7BAE" w:rsidRPr="000E1818" w:rsidRDefault="009F7BAE" w:rsidP="000E1818">
      <w:pPr>
        <w:pStyle w:val="21"/>
        <w:shd w:val="clear" w:color="auto" w:fill="auto"/>
        <w:tabs>
          <w:tab w:val="left" w:pos="5748"/>
        </w:tabs>
        <w:jc w:val="left"/>
      </w:pPr>
      <w:r>
        <w:t xml:space="preserve">                                                             </w:t>
      </w:r>
      <w:r w:rsidRPr="000E1818">
        <w:t xml:space="preserve">МКОУ ООШ д. Большая Шишовка </w:t>
      </w:r>
    </w:p>
    <w:p w:rsidR="009F7BAE" w:rsidRPr="000E1818" w:rsidRDefault="009F7BAE" w:rsidP="000E1818">
      <w:pPr>
        <w:pStyle w:val="21"/>
        <w:shd w:val="clear" w:color="auto" w:fill="auto"/>
        <w:tabs>
          <w:tab w:val="left" w:pos="5136"/>
        </w:tabs>
        <w:jc w:val="left"/>
      </w:pPr>
      <w:r w:rsidRPr="000E1818">
        <w:t xml:space="preserve">                                           </w:t>
      </w:r>
      <w:r>
        <w:t xml:space="preserve">               </w:t>
      </w:r>
      <w:r w:rsidRPr="000E1818">
        <w:t xml:space="preserve">  Санчурского района Кировской области</w:t>
      </w:r>
    </w:p>
    <w:p w:rsidR="009F7BAE" w:rsidRPr="000E1818" w:rsidRDefault="009F7BAE" w:rsidP="000E1818">
      <w:pPr>
        <w:pStyle w:val="21"/>
        <w:shd w:val="clear" w:color="auto" w:fill="auto"/>
        <w:tabs>
          <w:tab w:val="left" w:pos="5016"/>
        </w:tabs>
        <w:jc w:val="left"/>
      </w:pPr>
      <w:r>
        <w:t xml:space="preserve">                                                             </w:t>
      </w:r>
      <w:r w:rsidRPr="000E1818">
        <w:t>Телефон: 89877023404</w:t>
      </w:r>
    </w:p>
    <w:p w:rsidR="009F7BAE" w:rsidRPr="00DB75DE" w:rsidRDefault="009F7BAE" w:rsidP="000E1818">
      <w:pPr>
        <w:pStyle w:val="21"/>
        <w:shd w:val="clear" w:color="auto" w:fill="auto"/>
        <w:tabs>
          <w:tab w:val="left" w:pos="5112"/>
        </w:tabs>
        <w:jc w:val="left"/>
      </w:pPr>
      <w:r w:rsidRPr="00DB75DE">
        <w:t xml:space="preserve">                                                              </w:t>
      </w:r>
      <w:r w:rsidRPr="00C15069">
        <w:rPr>
          <w:lang w:val="en-US"/>
        </w:rPr>
        <w:t>e</w:t>
      </w:r>
      <w:r w:rsidRPr="00DB75DE">
        <w:t>-</w:t>
      </w:r>
      <w:r w:rsidRPr="00C15069">
        <w:rPr>
          <w:lang w:val="en-US"/>
        </w:rPr>
        <w:t>mail</w:t>
      </w:r>
      <w:r w:rsidRPr="00DB75DE">
        <w:t xml:space="preserve">: </w:t>
      </w:r>
      <w:r>
        <w:t xml:space="preserve"> </w:t>
      </w:r>
      <w:r w:rsidRPr="00C15069">
        <w:rPr>
          <w:lang w:val="en-US"/>
        </w:rPr>
        <w:t>ktu</w:t>
      </w:r>
      <w:r w:rsidRPr="00DB75DE">
        <w:t>68@</w:t>
      </w:r>
      <w:r w:rsidRPr="00C15069">
        <w:rPr>
          <w:lang w:val="en-US"/>
        </w:rPr>
        <w:t>yandex</w:t>
      </w:r>
      <w:r w:rsidRPr="00DB75DE">
        <w:t>.</w:t>
      </w:r>
      <w:r w:rsidRPr="00C15069">
        <w:rPr>
          <w:lang w:val="en-US"/>
        </w:rPr>
        <w:t>ru</w:t>
      </w:r>
    </w:p>
    <w:p w:rsidR="009F7BAE" w:rsidRPr="00DB75DE" w:rsidRDefault="009F7BAE" w:rsidP="0028276B">
      <w:pPr>
        <w:pStyle w:val="21"/>
        <w:shd w:val="clear" w:color="auto" w:fill="auto"/>
        <w:jc w:val="right"/>
      </w:pPr>
    </w:p>
    <w:p w:rsidR="009F7BAE" w:rsidRPr="00DB75DE" w:rsidRDefault="009F7BAE" w:rsidP="0028276B">
      <w:pPr>
        <w:pStyle w:val="21"/>
        <w:shd w:val="clear" w:color="auto" w:fill="auto"/>
        <w:jc w:val="right"/>
      </w:pPr>
    </w:p>
    <w:p w:rsidR="009F7BAE" w:rsidRPr="00DB75DE" w:rsidRDefault="009F7BAE" w:rsidP="0028276B">
      <w:pPr>
        <w:pStyle w:val="21"/>
        <w:shd w:val="clear" w:color="auto" w:fill="auto"/>
        <w:jc w:val="right"/>
      </w:pPr>
    </w:p>
    <w:p w:rsidR="009F7BAE" w:rsidRPr="00DB75DE" w:rsidRDefault="009F7BAE" w:rsidP="0028276B">
      <w:pPr>
        <w:pStyle w:val="21"/>
        <w:shd w:val="clear" w:color="auto" w:fill="auto"/>
        <w:jc w:val="right"/>
      </w:pPr>
    </w:p>
    <w:p w:rsidR="009F7BAE" w:rsidRPr="00DB75DE" w:rsidRDefault="009F7BAE" w:rsidP="0028276B">
      <w:pPr>
        <w:pStyle w:val="21"/>
        <w:shd w:val="clear" w:color="auto" w:fill="auto"/>
        <w:jc w:val="right"/>
      </w:pPr>
    </w:p>
    <w:p w:rsidR="009F7BAE" w:rsidRPr="00DB75DE" w:rsidRDefault="009F7BAE" w:rsidP="0028276B">
      <w:pPr>
        <w:pStyle w:val="21"/>
        <w:shd w:val="clear" w:color="auto" w:fill="auto"/>
        <w:jc w:val="right"/>
      </w:pPr>
    </w:p>
    <w:p w:rsidR="009F7BAE" w:rsidRPr="00DB75DE" w:rsidRDefault="009F7BAE" w:rsidP="0028276B">
      <w:pPr>
        <w:pStyle w:val="21"/>
        <w:shd w:val="clear" w:color="auto" w:fill="auto"/>
        <w:jc w:val="right"/>
      </w:pPr>
    </w:p>
    <w:p w:rsidR="009F7BAE" w:rsidRPr="00DB75DE" w:rsidRDefault="009F7BAE" w:rsidP="0028276B">
      <w:pPr>
        <w:pStyle w:val="21"/>
        <w:shd w:val="clear" w:color="auto" w:fill="auto"/>
        <w:jc w:val="right"/>
      </w:pPr>
    </w:p>
    <w:p w:rsidR="009F7BAE" w:rsidRPr="00DB75DE" w:rsidRDefault="009F7BAE" w:rsidP="0028276B">
      <w:pPr>
        <w:pStyle w:val="21"/>
        <w:shd w:val="clear" w:color="auto" w:fill="auto"/>
        <w:jc w:val="right"/>
      </w:pPr>
    </w:p>
    <w:p w:rsidR="009F7BAE" w:rsidRPr="00DB75DE" w:rsidRDefault="009F7BAE" w:rsidP="0028276B">
      <w:pPr>
        <w:pStyle w:val="21"/>
        <w:shd w:val="clear" w:color="auto" w:fill="auto"/>
        <w:jc w:val="right"/>
      </w:pPr>
    </w:p>
    <w:p w:rsidR="009F7BAE" w:rsidRPr="00DB75DE" w:rsidRDefault="009F7BAE" w:rsidP="00C15069">
      <w:pPr>
        <w:pStyle w:val="21"/>
        <w:shd w:val="clear" w:color="auto" w:fill="auto"/>
        <w:jc w:val="center"/>
        <w:rPr>
          <w:b/>
        </w:rPr>
      </w:pPr>
      <w:r w:rsidRPr="00DB75DE">
        <w:rPr>
          <w:b/>
        </w:rPr>
        <w:t xml:space="preserve"> 2022</w:t>
      </w:r>
    </w:p>
    <w:p w:rsidR="009F7BAE" w:rsidRPr="00DB75DE" w:rsidRDefault="009F7BAE" w:rsidP="0028276B">
      <w:pPr>
        <w:pStyle w:val="21"/>
        <w:shd w:val="clear" w:color="auto" w:fill="auto"/>
        <w:jc w:val="right"/>
      </w:pPr>
    </w:p>
    <w:p w:rsidR="009F7BAE" w:rsidRPr="00C15069" w:rsidRDefault="009F7BAE" w:rsidP="00C15069">
      <w:pPr>
        <w:tabs>
          <w:tab w:val="left" w:pos="3960"/>
        </w:tabs>
        <w:spacing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AF65C8">
        <w:rPr>
          <w:rFonts w:ascii="Times New Roman" w:hAnsi="Times New Roman"/>
          <w:bCs/>
          <w:sz w:val="28"/>
          <w:szCs w:val="28"/>
        </w:rPr>
        <w:t xml:space="preserve">Тема мероприятия: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AF65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F65C8">
        <w:rPr>
          <w:rFonts w:ascii="Times New Roman" w:hAnsi="Times New Roman"/>
          <w:b/>
          <w:sz w:val="28"/>
          <w:szCs w:val="28"/>
        </w:rPr>
        <w:t xml:space="preserve">«Это благородное </w:t>
      </w:r>
      <w:r w:rsidRPr="00A56CEB">
        <w:rPr>
          <w:rFonts w:ascii="Times New Roman" w:hAnsi="Times New Roman"/>
          <w:b/>
          <w:sz w:val="28"/>
          <w:szCs w:val="28"/>
        </w:rPr>
        <w:t>чувство</w:t>
      </w:r>
      <w:r w:rsidRPr="00C15069">
        <w:rPr>
          <w:rFonts w:ascii="Times New Roman" w:hAnsi="Times New Roman"/>
          <w:sz w:val="28"/>
          <w:szCs w:val="28"/>
        </w:rPr>
        <w:t>…."</w:t>
      </w:r>
    </w:p>
    <w:p w:rsidR="009F7BAE" w:rsidRPr="00C15069" w:rsidRDefault="009F7BAE" w:rsidP="00C15069">
      <w:pPr>
        <w:tabs>
          <w:tab w:val="left" w:pos="3960"/>
        </w:tabs>
        <w:spacing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C15069">
        <w:rPr>
          <w:rFonts w:ascii="Times New Roman" w:hAnsi="Times New Roman"/>
          <w:sz w:val="28"/>
          <w:szCs w:val="28"/>
        </w:rPr>
        <w:t>для обучающихся 8-9 классов</w:t>
      </w:r>
    </w:p>
    <w:p w:rsidR="009F7BAE" w:rsidRPr="00AF65C8" w:rsidRDefault="009F7BAE" w:rsidP="001D230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F65C8">
        <w:rPr>
          <w:rFonts w:ascii="Times New Roman" w:hAnsi="Times New Roman"/>
          <w:b/>
          <w:bCs/>
          <w:sz w:val="28"/>
          <w:szCs w:val="28"/>
        </w:rPr>
        <w:t>Цел</w:t>
      </w:r>
      <w:r>
        <w:rPr>
          <w:rFonts w:ascii="Times New Roman" w:hAnsi="Times New Roman"/>
          <w:b/>
          <w:bCs/>
          <w:sz w:val="28"/>
          <w:szCs w:val="28"/>
        </w:rPr>
        <w:t xml:space="preserve">ь: </w:t>
      </w:r>
      <w:r w:rsidRPr="00AF65C8">
        <w:rPr>
          <w:rFonts w:ascii="Times New Roman" w:hAnsi="Times New Roman"/>
          <w:bCs/>
          <w:sz w:val="28"/>
          <w:szCs w:val="28"/>
        </w:rPr>
        <w:t xml:space="preserve">выявить уровень понимания учащимися понятия «любовь», </w:t>
      </w: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AF65C8">
        <w:rPr>
          <w:rFonts w:ascii="Times New Roman" w:hAnsi="Times New Roman"/>
          <w:sz w:val="28"/>
          <w:szCs w:val="28"/>
        </w:rPr>
        <w:t>сформировать чувство толерантности, терпимости, уважения к чувствам и эмоциям других людей.</w:t>
      </w:r>
    </w:p>
    <w:p w:rsidR="009F7BAE" w:rsidRPr="00AF65C8" w:rsidRDefault="009F7BAE" w:rsidP="00AF65C8">
      <w:pPr>
        <w:spacing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AF65C8">
        <w:rPr>
          <w:rFonts w:ascii="Times New Roman" w:hAnsi="Times New Roman"/>
          <w:b/>
          <w:bCs/>
          <w:sz w:val="28"/>
          <w:szCs w:val="28"/>
        </w:rPr>
        <w:t xml:space="preserve">Задачи: </w:t>
      </w:r>
    </w:p>
    <w:p w:rsidR="009F7BAE" w:rsidRDefault="009F7BAE" w:rsidP="001D230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F65C8">
        <w:rPr>
          <w:rFonts w:ascii="Times New Roman" w:hAnsi="Times New Roman"/>
          <w:sz w:val="28"/>
          <w:szCs w:val="28"/>
        </w:rPr>
        <w:t>Стать более внимательным к себе и осознавать свои мысли, действия, чувства, т. к. на основани</w:t>
      </w:r>
      <w:r>
        <w:rPr>
          <w:rFonts w:ascii="Times New Roman" w:hAnsi="Times New Roman"/>
          <w:sz w:val="28"/>
          <w:szCs w:val="28"/>
        </w:rPr>
        <w:t>и их строится собственная жизнь.</w:t>
      </w:r>
      <w:r w:rsidRPr="00AF65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2. </w:t>
      </w:r>
      <w:r w:rsidRPr="00AF65C8">
        <w:rPr>
          <w:rFonts w:ascii="Times New Roman" w:hAnsi="Times New Roman"/>
          <w:sz w:val="28"/>
          <w:szCs w:val="28"/>
        </w:rPr>
        <w:t>Развивать способность анализировать ситуации</w:t>
      </w:r>
      <w:r>
        <w:rPr>
          <w:rFonts w:ascii="Times New Roman" w:hAnsi="Times New Roman"/>
          <w:sz w:val="28"/>
          <w:szCs w:val="28"/>
        </w:rPr>
        <w:t xml:space="preserve">, чтобы управлять своей жизнью.                                                                                                                              3. </w:t>
      </w:r>
      <w:r w:rsidRPr="00AF65C8">
        <w:rPr>
          <w:rFonts w:ascii="Times New Roman" w:hAnsi="Times New Roman"/>
          <w:sz w:val="28"/>
          <w:szCs w:val="28"/>
        </w:rPr>
        <w:t>Перенимать различные способы поведения, повысить возможность выборов в жизни.</w:t>
      </w:r>
    </w:p>
    <w:p w:rsidR="009F7BAE" w:rsidRPr="006024A5" w:rsidRDefault="009F7BAE" w:rsidP="006024A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iCs/>
          <w:sz w:val="28"/>
          <w:szCs w:val="28"/>
          <w:lang w:eastAsia="ru-RU"/>
        </w:rPr>
        <w:t xml:space="preserve">       </w:t>
      </w:r>
      <w:r w:rsidRPr="00682C6B">
        <w:rPr>
          <w:rFonts w:ascii="Times New Roman" w:hAnsi="Times New Roman"/>
          <w:b/>
          <w:iCs/>
          <w:sz w:val="28"/>
          <w:szCs w:val="28"/>
          <w:lang w:eastAsia="ru-RU"/>
        </w:rPr>
        <w:t>Ожидаемые результаты:</w:t>
      </w:r>
    </w:p>
    <w:p w:rsidR="009F7BAE" w:rsidRPr="00AF65C8" w:rsidRDefault="009F7BAE" w:rsidP="007177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82C6B">
        <w:rPr>
          <w:rFonts w:ascii="Times New Roman" w:hAnsi="Times New Roman"/>
          <w:b/>
          <w:i/>
          <w:iCs/>
          <w:sz w:val="28"/>
          <w:szCs w:val="28"/>
          <w:lang w:eastAsia="ru-RU"/>
        </w:rPr>
        <w:t>-личностные</w:t>
      </w:r>
      <w:r w:rsidRPr="00682C6B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AF65C8">
        <w:rPr>
          <w:rFonts w:ascii="Times New Roman" w:hAnsi="Times New Roman"/>
          <w:sz w:val="28"/>
          <w:szCs w:val="28"/>
          <w:lang w:eastAsia="ru-RU"/>
        </w:rPr>
        <w:t xml:space="preserve"> осваивать  социальные  правила,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65C8">
        <w:rPr>
          <w:rFonts w:ascii="Times New Roman" w:hAnsi="Times New Roman"/>
          <w:sz w:val="28"/>
          <w:szCs w:val="28"/>
          <w:lang w:eastAsia="ru-RU"/>
        </w:rPr>
        <w:t>проявлять в конкретных ситуациях доброжелательность, доверие, внимательность, помощь</w:t>
      </w:r>
      <w:r>
        <w:rPr>
          <w:rFonts w:ascii="Times New Roman" w:hAnsi="Times New Roman"/>
          <w:sz w:val="28"/>
          <w:szCs w:val="28"/>
          <w:lang w:eastAsia="ru-RU"/>
        </w:rPr>
        <w:t xml:space="preserve"> окружающим людям.</w:t>
      </w:r>
    </w:p>
    <w:p w:rsidR="009F7BAE" w:rsidRPr="00AF65C8" w:rsidRDefault="009F7BAE" w:rsidP="00AF65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82C6B">
        <w:rPr>
          <w:rFonts w:ascii="Times New Roman" w:hAnsi="Times New Roman"/>
          <w:b/>
          <w:i/>
          <w:iCs/>
          <w:sz w:val="28"/>
          <w:szCs w:val="28"/>
          <w:lang w:eastAsia="ru-RU"/>
        </w:rPr>
        <w:t>- метапредметные: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F65C8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F65C8">
        <w:rPr>
          <w:rFonts w:ascii="Times New Roman" w:hAnsi="Times New Roman"/>
          <w:sz w:val="28"/>
          <w:szCs w:val="28"/>
          <w:lang w:eastAsia="ru-RU"/>
        </w:rPr>
        <w:t>владеть смысловым чтением, , умение планировать</w:t>
      </w:r>
    </w:p>
    <w:p w:rsidR="009F7BAE" w:rsidRDefault="009F7BAE" w:rsidP="00AF65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F65C8">
        <w:rPr>
          <w:rFonts w:ascii="Times New Roman" w:hAnsi="Times New Roman"/>
          <w:sz w:val="28"/>
          <w:szCs w:val="28"/>
          <w:lang w:eastAsia="ru-RU"/>
        </w:rPr>
        <w:t>деятельность, умение излагать своё мнение, организовывать рабо</w:t>
      </w:r>
      <w:r>
        <w:rPr>
          <w:rFonts w:ascii="Times New Roman" w:hAnsi="Times New Roman"/>
          <w:sz w:val="28"/>
          <w:szCs w:val="28"/>
          <w:lang w:eastAsia="ru-RU"/>
        </w:rPr>
        <w:t>ту в группе, умение анализировать свою точку зрения.</w:t>
      </w:r>
    </w:p>
    <w:p w:rsidR="009F7BAE" w:rsidRDefault="009F7BAE" w:rsidP="00AF65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F7BAE" w:rsidRDefault="009F7BAE" w:rsidP="00AF65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Pr="00042D9C">
        <w:rPr>
          <w:rFonts w:ascii="Times New Roman" w:hAnsi="Times New Roman"/>
          <w:b/>
          <w:sz w:val="28"/>
          <w:szCs w:val="28"/>
          <w:lang w:eastAsia="ru-RU"/>
        </w:rPr>
        <w:t>Формирующие ценности</w:t>
      </w:r>
      <w:r>
        <w:rPr>
          <w:rFonts w:ascii="Times New Roman" w:hAnsi="Times New Roman"/>
          <w:sz w:val="28"/>
          <w:szCs w:val="28"/>
          <w:lang w:eastAsia="ru-RU"/>
        </w:rPr>
        <w:t>: самореализация, развитие, дружба.</w:t>
      </w:r>
    </w:p>
    <w:p w:rsidR="009F7BAE" w:rsidRDefault="009F7BAE" w:rsidP="00AF65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Pr="00042D9C">
        <w:rPr>
          <w:rFonts w:ascii="Times New Roman" w:hAnsi="Times New Roman"/>
          <w:b/>
          <w:sz w:val="28"/>
          <w:szCs w:val="28"/>
          <w:lang w:eastAsia="ru-RU"/>
        </w:rPr>
        <w:t>Продолжительность занятия</w:t>
      </w:r>
      <w:r>
        <w:rPr>
          <w:rFonts w:ascii="Times New Roman" w:hAnsi="Times New Roman"/>
          <w:sz w:val="28"/>
          <w:szCs w:val="28"/>
          <w:lang w:eastAsia="ru-RU"/>
        </w:rPr>
        <w:t>: 30 минут.</w:t>
      </w:r>
    </w:p>
    <w:p w:rsidR="009F7BAE" w:rsidRPr="00042D9C" w:rsidRDefault="009F7BAE" w:rsidP="00AF65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42D9C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 Форма проведения занятия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Pr="00042D9C">
        <w:rPr>
          <w:rFonts w:ascii="Times New Roman" w:hAnsi="Times New Roman"/>
          <w:iCs/>
          <w:sz w:val="28"/>
          <w:szCs w:val="28"/>
          <w:lang w:eastAsia="ru-RU"/>
        </w:rPr>
        <w:t xml:space="preserve">- эвристическая беседа </w:t>
      </w:r>
    </w:p>
    <w:p w:rsidR="009F7BAE" w:rsidRDefault="009F7BAE" w:rsidP="00092B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 </w:t>
      </w:r>
      <w:r w:rsidRPr="00042D9C">
        <w:rPr>
          <w:rFonts w:ascii="Times New Roman" w:hAnsi="Times New Roman"/>
          <w:b/>
          <w:bCs/>
          <w:iCs/>
          <w:sz w:val="28"/>
          <w:szCs w:val="28"/>
          <w:lang w:eastAsia="ru-RU"/>
        </w:rPr>
        <w:t>Форма организации деятельности обучающихся</w:t>
      </w:r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- </w:t>
      </w:r>
      <w:r w:rsidRPr="002B54C2">
        <w:rPr>
          <w:rFonts w:ascii="Times New Roman" w:hAnsi="Times New Roman"/>
          <w:iCs/>
          <w:sz w:val="28"/>
          <w:szCs w:val="28"/>
          <w:lang w:eastAsia="ru-RU"/>
        </w:rPr>
        <w:t xml:space="preserve">индивидуальная работа, </w:t>
      </w:r>
      <w:r w:rsidRPr="002B54C2">
        <w:rPr>
          <w:rFonts w:ascii="Times New Roman" w:hAnsi="Times New Roman"/>
          <w:sz w:val="28"/>
          <w:szCs w:val="28"/>
          <w:lang w:eastAsia="ru-RU"/>
        </w:rPr>
        <w:t>работа в группа</w:t>
      </w:r>
      <w:r>
        <w:rPr>
          <w:rFonts w:ascii="Times New Roman" w:hAnsi="Times New Roman"/>
          <w:sz w:val="28"/>
          <w:szCs w:val="28"/>
          <w:lang w:eastAsia="ru-RU"/>
        </w:rPr>
        <w:t>, парах.</w:t>
      </w:r>
    </w:p>
    <w:p w:rsidR="009F7BAE" w:rsidRPr="002B54C2" w:rsidRDefault="009F7BAE" w:rsidP="00042D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42D9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42D9C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 </w:t>
      </w:r>
      <w:r w:rsidRPr="00042D9C">
        <w:rPr>
          <w:rFonts w:ascii="Times New Roman" w:hAnsi="Times New Roman"/>
          <w:b/>
          <w:sz w:val="28"/>
          <w:szCs w:val="28"/>
        </w:rPr>
        <w:t>О</w:t>
      </w:r>
      <w:r w:rsidRPr="00042D9C">
        <w:rPr>
          <w:rFonts w:ascii="Times New Roman" w:hAnsi="Times New Roman"/>
          <w:b/>
          <w:bCs/>
          <w:sz w:val="28"/>
          <w:szCs w:val="28"/>
        </w:rPr>
        <w:t>борудование</w:t>
      </w:r>
      <w:r w:rsidRPr="00AF65C8">
        <w:rPr>
          <w:rFonts w:ascii="Times New Roman" w:hAnsi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видеофрагмента сказки Антуана </w:t>
      </w:r>
      <w:r w:rsidRPr="00385CFD">
        <w:rPr>
          <w:rFonts w:ascii="Times New Roman" w:hAnsi="Times New Roman"/>
          <w:sz w:val="28"/>
          <w:szCs w:val="28"/>
        </w:rPr>
        <w:t xml:space="preserve">де </w:t>
      </w:r>
      <w:r>
        <w:rPr>
          <w:rFonts w:ascii="Times New Roman" w:hAnsi="Times New Roman"/>
          <w:sz w:val="28"/>
          <w:szCs w:val="28"/>
        </w:rPr>
        <w:t>Сент-Э</w:t>
      </w:r>
      <w:r w:rsidRPr="00385CFD">
        <w:rPr>
          <w:rFonts w:ascii="Times New Roman" w:hAnsi="Times New Roman"/>
          <w:sz w:val="28"/>
          <w:szCs w:val="28"/>
        </w:rPr>
        <w:t>кзюпери «Маленький принц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презентационные материалы, толковый словарь С.И. Ожегова.</w:t>
      </w:r>
    </w:p>
    <w:p w:rsidR="009F7BAE" w:rsidRDefault="009F7BAE" w:rsidP="001E4E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F7BAE" w:rsidRPr="00682C6B" w:rsidRDefault="009F7BAE" w:rsidP="5F7151A0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Pr="00682C6B">
        <w:rPr>
          <w:rFonts w:ascii="Times New Roman" w:hAnsi="Times New Roman"/>
          <w:b/>
          <w:sz w:val="28"/>
          <w:szCs w:val="28"/>
        </w:rPr>
        <w:t>Оформление доски: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508"/>
        <w:gridCol w:w="4140"/>
      </w:tblGrid>
      <w:tr w:rsidR="009F7BAE" w:rsidTr="00042D9C">
        <w:trPr>
          <w:trHeight w:val="3418"/>
        </w:trPr>
        <w:tc>
          <w:tcPr>
            <w:tcW w:w="5508" w:type="dxa"/>
          </w:tcPr>
          <w:p w:rsidR="009F7BAE" w:rsidRPr="001B5A6A" w:rsidRDefault="009F7BAE" w:rsidP="001B5A6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_x0000_s1027" type="#_x0000_t183" style="position:absolute;left:0;text-align:left;margin-left:27pt;margin-top:8.25pt;width:198pt;height:157.85pt;z-index:251658240">
                  <v:textbox>
                    <w:txbxContent>
                      <w:p w:rsidR="009F7BAE" w:rsidRPr="001B5A6A" w:rsidRDefault="009F7BAE" w:rsidP="001B5A6A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1B5A6A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Кого                        я                   люблю</w:t>
                        </w:r>
                      </w:p>
                      <w:p w:rsidR="009F7BAE" w:rsidRDefault="009F7BAE"/>
                      <w:p w:rsidR="009F7BAE" w:rsidRDefault="009F7BAE">
                        <w:r>
                          <w:t xml:space="preserve">люблю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140" w:type="dxa"/>
          </w:tcPr>
          <w:p w:rsidR="009F7BAE" w:rsidRDefault="009F7BAE" w:rsidP="005F377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005F3779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Любовь придает благородство даже и тем, которым природа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>отказала в нем.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</w:t>
            </w:r>
          </w:p>
          <w:p w:rsidR="009F7BAE" w:rsidRPr="00385CFD" w:rsidRDefault="009F7BAE" w:rsidP="005F37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В. Шекспир</w:t>
            </w:r>
          </w:p>
          <w:p w:rsidR="009F7BAE" w:rsidRPr="00F12B33" w:rsidRDefault="009F7BAE" w:rsidP="00F12B33">
            <w:pPr>
              <w:jc w:val="both"/>
              <w:rPr>
                <w:rFonts w:cs="Calibri"/>
                <w:sz w:val="24"/>
                <w:szCs w:val="24"/>
              </w:rPr>
            </w:pPr>
          </w:p>
        </w:tc>
      </w:tr>
    </w:tbl>
    <w:p w:rsidR="009F7BAE" w:rsidRDefault="009F7BAE" w:rsidP="00092B77">
      <w:pPr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2160"/>
        <w:gridCol w:w="4860"/>
        <w:gridCol w:w="1800"/>
      </w:tblGrid>
      <w:tr w:rsidR="009F7BAE" w:rsidRPr="00E543AA" w:rsidTr="00026B83">
        <w:trPr>
          <w:trHeight w:val="578"/>
        </w:trPr>
        <w:tc>
          <w:tcPr>
            <w:tcW w:w="720" w:type="dxa"/>
          </w:tcPr>
          <w:p w:rsidR="009F7BAE" w:rsidRPr="00E543AA" w:rsidRDefault="009F7BAE" w:rsidP="001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43A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F7BAE" w:rsidRPr="00E543AA" w:rsidRDefault="009F7BAE" w:rsidP="001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43A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160" w:type="dxa"/>
          </w:tcPr>
          <w:p w:rsidR="009F7BAE" w:rsidRPr="00E543AA" w:rsidRDefault="009F7BAE" w:rsidP="001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Структура меропри</w:t>
            </w:r>
            <w:r w:rsidRPr="00E543AA">
              <w:rPr>
                <w:rFonts w:ascii="Times New Roman" w:hAnsi="Times New Roman"/>
                <w:sz w:val="28"/>
                <w:szCs w:val="28"/>
              </w:rPr>
              <w:t>ятия</w:t>
            </w:r>
          </w:p>
        </w:tc>
        <w:tc>
          <w:tcPr>
            <w:tcW w:w="4860" w:type="dxa"/>
          </w:tcPr>
          <w:p w:rsidR="009F7BAE" w:rsidRPr="00E543AA" w:rsidRDefault="009F7BAE" w:rsidP="001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43AA">
              <w:rPr>
                <w:rFonts w:ascii="Times New Roman" w:hAnsi="Times New Roman"/>
                <w:sz w:val="28"/>
                <w:szCs w:val="28"/>
              </w:rPr>
              <w:t>Содержание мероприятия</w:t>
            </w:r>
          </w:p>
        </w:tc>
        <w:tc>
          <w:tcPr>
            <w:tcW w:w="1800" w:type="dxa"/>
          </w:tcPr>
          <w:p w:rsidR="009F7BAE" w:rsidRPr="00E543AA" w:rsidRDefault="009F7BAE" w:rsidP="001B74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43AA">
              <w:rPr>
                <w:rFonts w:ascii="Times New Roman" w:hAnsi="Times New Roman"/>
                <w:sz w:val="28"/>
                <w:szCs w:val="28"/>
              </w:rPr>
              <w:t>Примечания</w:t>
            </w:r>
          </w:p>
        </w:tc>
      </w:tr>
      <w:tr w:rsidR="009F7BAE" w:rsidRPr="00E543AA" w:rsidTr="00026B83">
        <w:trPr>
          <w:trHeight w:val="578"/>
        </w:trPr>
        <w:tc>
          <w:tcPr>
            <w:tcW w:w="720" w:type="dxa"/>
          </w:tcPr>
          <w:p w:rsidR="009F7BAE" w:rsidRPr="005F3779" w:rsidRDefault="009F7BAE" w:rsidP="001B74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377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9F7BAE" w:rsidRPr="005F3779" w:rsidRDefault="009F7BAE" w:rsidP="001E4E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F377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Организационно-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</w:t>
            </w:r>
            <w:r w:rsidRPr="005F377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отивацион - ный  этап</w:t>
            </w:r>
          </w:p>
        </w:tc>
        <w:tc>
          <w:tcPr>
            <w:tcW w:w="4860" w:type="dxa"/>
          </w:tcPr>
          <w:p w:rsidR="009F7BAE" w:rsidRPr="003C2591" w:rsidRDefault="009F7BAE" w:rsidP="00607BAF">
            <w:pPr>
              <w:rPr>
                <w:rFonts w:ascii="Times New Roman" w:hAnsi="Times New Roman"/>
                <w:sz w:val="28"/>
                <w:szCs w:val="28"/>
              </w:rPr>
            </w:pPr>
            <w:r w:rsidRPr="003C2591">
              <w:rPr>
                <w:rFonts w:ascii="Times New Roman" w:hAnsi="Times New Roman"/>
                <w:sz w:val="28"/>
                <w:szCs w:val="28"/>
              </w:rPr>
              <w:t>Добрый день! Сегодня  я предлагаю поразмышлять о самом светлом и благородном чувстве…</w:t>
            </w:r>
            <w:r w:rsidRPr="003C259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Любовь… Это слово мы часто слышим.  Любовь воспета поэтами и художниками, о любви написаны тысячи книг и стихов, о любви сняты   фильмы и поставлены спектакли.</w:t>
            </w:r>
            <w:r w:rsidRPr="003C259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7BAE" w:rsidRPr="003C2591" w:rsidRDefault="009F7BAE" w:rsidP="00607BA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C2591">
              <w:rPr>
                <w:rFonts w:ascii="Times New Roman" w:hAnsi="Times New Roman"/>
                <w:bCs/>
                <w:sz w:val="28"/>
                <w:szCs w:val="28"/>
              </w:rPr>
              <w:t>Мы любим себя и хотим, чтобы нас любили окружающие. Вы сейчас в таком возрасте, когда к вам приходит это прекрасное чувство- любовь. Какую проблему поставим на сегодняшнем занятии?</w:t>
            </w:r>
          </w:p>
          <w:p w:rsidR="009F7BAE" w:rsidRPr="003C2591" w:rsidRDefault="009F7BAE" w:rsidP="00607BA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C2591">
              <w:rPr>
                <w:rFonts w:ascii="Times New Roman" w:hAnsi="Times New Roman"/>
                <w:sz w:val="28"/>
                <w:szCs w:val="28"/>
              </w:rPr>
              <w:t>-Как вы думаете, кого легче любить - себя или другого?</w:t>
            </w:r>
          </w:p>
          <w:p w:rsidR="009F7BAE" w:rsidRPr="00607BAF" w:rsidRDefault="009F7BAE" w:rsidP="00607BA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07BA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 Если хочешь быть любимым- люби!» -сказал философ Сенека.</w:t>
            </w:r>
          </w:p>
          <w:p w:rsidR="009F7BAE" w:rsidRPr="00607BAF" w:rsidRDefault="009F7BAE" w:rsidP="00607BAF">
            <w:pPr>
              <w:rPr>
                <w:rStyle w:val="Strong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07BAF">
              <w:rPr>
                <w:rFonts w:ascii="Times New Roman" w:hAnsi="Times New Roman"/>
                <w:sz w:val="28"/>
                <w:szCs w:val="28"/>
              </w:rPr>
              <w:t xml:space="preserve">Как просто!  Как просто и как мудро! А.Блок  сто лет назад воскликнул: </w:t>
            </w:r>
            <w:r w:rsidRPr="00607BAF">
              <w:rPr>
                <w:rFonts w:ascii="Times New Roman" w:hAnsi="Times New Roman"/>
                <w:b/>
                <w:sz w:val="28"/>
                <w:szCs w:val="28"/>
              </w:rPr>
              <w:t>«Только влюбленный имеет право на  звание человека»…Любите же так, чтобы  тепло вашей любви согревало любимых, не бойтесь отдавать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607BAF">
              <w:rPr>
                <w:rFonts w:ascii="Times New Roman" w:hAnsi="Times New Roman"/>
                <w:b/>
                <w:sz w:val="28"/>
                <w:szCs w:val="28"/>
              </w:rPr>
              <w:t xml:space="preserve"> и тогда вы будете вознаграждены за  щедрость.»</w:t>
            </w:r>
          </w:p>
          <w:p w:rsidR="009F7BAE" w:rsidRPr="00385CFD" w:rsidRDefault="009F7BAE" w:rsidP="001D23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E543AA" w:rsidRDefault="009F7BAE" w:rsidP="001B7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9F7BAE" w:rsidRDefault="009F7BAE" w:rsidP="001B74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607BAF" w:rsidRDefault="009F7BAE" w:rsidP="00607BA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607BAF" w:rsidRDefault="009F7BAE" w:rsidP="00607BA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607BAF" w:rsidRDefault="009F7BAE" w:rsidP="00607BA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607BAF" w:rsidRDefault="009F7BAE" w:rsidP="00607BA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607BAF" w:rsidRDefault="009F7BAE" w:rsidP="00607BA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607BAF" w:rsidRDefault="009F7BAE" w:rsidP="00607BA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607BAF" w:rsidRDefault="009F7BAE" w:rsidP="00607BA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00607BA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00607BA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607BAF" w:rsidRDefault="009F7BAE" w:rsidP="00607B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Проблемный вопрос.</w:t>
            </w:r>
          </w:p>
          <w:p w:rsidR="009F7BAE" w:rsidRDefault="009F7BAE" w:rsidP="00607B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Рассуждение</w:t>
            </w:r>
          </w:p>
          <w:p w:rsidR="009F7BAE" w:rsidRPr="00607BAF" w:rsidRDefault="009F7BAE" w:rsidP="00607B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ответы уч-ся </w:t>
            </w:r>
          </w:p>
        </w:tc>
      </w:tr>
      <w:tr w:rsidR="009F7BAE" w:rsidRPr="00E543AA" w:rsidTr="00026B83">
        <w:tc>
          <w:tcPr>
            <w:tcW w:w="720" w:type="dxa"/>
          </w:tcPr>
          <w:p w:rsidR="009F7BAE" w:rsidRPr="005F3779" w:rsidRDefault="009F7BAE" w:rsidP="003414A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779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60" w:type="dxa"/>
          </w:tcPr>
          <w:p w:rsidR="009F7BAE" w:rsidRPr="005F3779" w:rsidRDefault="009F7BAE" w:rsidP="00602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F377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</w:t>
            </w:r>
          </w:p>
          <w:p w:rsidR="009F7BAE" w:rsidRPr="005F3779" w:rsidRDefault="009F7BAE" w:rsidP="00602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F377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актуализации</w:t>
            </w:r>
          </w:p>
          <w:p w:rsidR="009F7BAE" w:rsidRPr="005F3779" w:rsidRDefault="009F7BAE" w:rsidP="00602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F377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знаний</w:t>
            </w:r>
          </w:p>
          <w:p w:rsidR="009F7BAE" w:rsidRPr="005F3779" w:rsidRDefault="009F7BAE" w:rsidP="006024A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60" w:type="dxa"/>
          </w:tcPr>
          <w:p w:rsidR="009F7BAE" w:rsidRPr="00385CFD" w:rsidRDefault="009F7BAE" w:rsidP="0020319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-Что вы чувствуете, когда слышите это слово? Какие мысли возникают?</w:t>
            </w:r>
          </w:p>
          <w:p w:rsidR="009F7BAE" w:rsidRPr="00385CFD" w:rsidRDefault="009F7BAE" w:rsidP="0020319D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 xml:space="preserve">(Слова ребят:  </w:t>
            </w:r>
            <w:r w:rsidRPr="00385CFD">
              <w:rPr>
                <w:rFonts w:ascii="Times New Roman" w:hAnsi="Times New Roman"/>
                <w:bCs/>
                <w:sz w:val="28"/>
                <w:szCs w:val="28"/>
              </w:rPr>
              <w:t xml:space="preserve">становится тепло в груди, вспоминаю маму, сердце бьётся сильнее, это хорошее чувство.)  </w:t>
            </w:r>
          </w:p>
          <w:p w:rsidR="009F7BAE" w:rsidRPr="00385CFD" w:rsidRDefault="009F7BAE" w:rsidP="003414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>Объяснить, что такое любовь не так-то просто. Одна девочка, например, это сделала так: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Любовь-это такое чувство, когда чувствуешь такое чувство, такое чувство, которое раньше не чувствовал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0" w:type="dxa"/>
          </w:tcPr>
          <w:p w:rsidR="009F7BAE" w:rsidRPr="00385CFD" w:rsidRDefault="009F7BAE" w:rsidP="003414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003414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003414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Обсуждение</w:t>
            </w:r>
          </w:p>
        </w:tc>
      </w:tr>
      <w:tr w:rsidR="009F7BAE" w:rsidRPr="00E543AA" w:rsidTr="00026B83">
        <w:trPr>
          <w:trHeight w:val="10053"/>
        </w:trPr>
        <w:tc>
          <w:tcPr>
            <w:tcW w:w="720" w:type="dxa"/>
          </w:tcPr>
          <w:p w:rsidR="009F7BAE" w:rsidRPr="00E543AA" w:rsidRDefault="009F7BAE" w:rsidP="003414A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60" w:type="dxa"/>
          </w:tcPr>
          <w:p w:rsidR="009F7BAE" w:rsidRPr="005F3779" w:rsidRDefault="009F7BAE" w:rsidP="00602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F377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 открытия</w:t>
            </w:r>
          </w:p>
          <w:p w:rsidR="009F7BAE" w:rsidRPr="00E543AA" w:rsidRDefault="009F7BAE" w:rsidP="006024A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77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новых знан</w:t>
            </w:r>
            <w:r w:rsidRPr="005F37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ий</w:t>
            </w:r>
          </w:p>
        </w:tc>
        <w:tc>
          <w:tcPr>
            <w:tcW w:w="4860" w:type="dxa"/>
          </w:tcPr>
          <w:p w:rsidR="009F7BAE" w:rsidRPr="00385CFD" w:rsidRDefault="009F7BAE" w:rsidP="00FB2B7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Великие моралисты тоже по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разному определяют это понятие,  прокомментируйте их высказывания: </w:t>
            </w:r>
          </w:p>
          <w:p w:rsidR="009F7BAE" w:rsidRPr="0019798A" w:rsidRDefault="009F7BAE" w:rsidP="00FB2B75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9798A">
              <w:rPr>
                <w:rFonts w:ascii="Times New Roman" w:hAnsi="Times New Roman"/>
                <w:b/>
                <w:sz w:val="28"/>
                <w:szCs w:val="28"/>
              </w:rPr>
              <w:t>«Любовь есть склонность находить удовольствие 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19798A">
              <w:rPr>
                <w:rFonts w:ascii="Times New Roman" w:hAnsi="Times New Roman"/>
                <w:b/>
                <w:sz w:val="28"/>
                <w:szCs w:val="28"/>
              </w:rPr>
              <w:t xml:space="preserve"> благе другого человека»- вот выдающиеся слова Г. Лейбница. </w:t>
            </w:r>
          </w:p>
          <w:p w:rsidR="009F7BAE" w:rsidRPr="0019798A" w:rsidRDefault="009F7BAE" w:rsidP="00FB2B75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9798A">
              <w:rPr>
                <w:rFonts w:ascii="Times New Roman" w:hAnsi="Times New Roman"/>
                <w:b/>
                <w:sz w:val="28"/>
                <w:szCs w:val="28"/>
              </w:rPr>
              <w:t>Д Лихачев так писал:  «Детство начинается с любви к матери. Это самое святое чувство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19798A">
              <w:rPr>
                <w:rFonts w:ascii="Times New Roman" w:hAnsi="Times New Roman"/>
                <w:b/>
                <w:sz w:val="28"/>
                <w:szCs w:val="28"/>
              </w:rPr>
              <w:t xml:space="preserve"> если в твоей душе его нет, значит, когда ты станешь взрослым - не будет у тебя любви к другу, ни любви к Родине. Все будет для тебя безразлично, кроме собственного покоя и удобства»</w:t>
            </w:r>
          </w:p>
          <w:p w:rsidR="009F7BAE" w:rsidRPr="0019798A" w:rsidRDefault="009F7BAE" w:rsidP="0019798A">
            <w:pPr>
              <w:spacing w:line="240" w:lineRule="auto"/>
              <w:ind w:firstLine="72"/>
              <w:rPr>
                <w:rFonts w:ascii="Times New Roman" w:hAnsi="Times New Roman"/>
                <w:b/>
                <w:sz w:val="28"/>
                <w:szCs w:val="28"/>
              </w:rPr>
            </w:pPr>
            <w:r w:rsidRPr="0019798A">
              <w:rPr>
                <w:rFonts w:ascii="Times New Roman" w:hAnsi="Times New Roman"/>
                <w:b/>
                <w:sz w:val="28"/>
                <w:szCs w:val="28"/>
              </w:rPr>
              <w:t xml:space="preserve">«В душе померк бы день,                                                 И тьма настала вновь,                                       Когда бы из нее изгнали мы любовь» </w:t>
            </w:r>
          </w:p>
          <w:p w:rsidR="009F7BAE" w:rsidRPr="00F92205" w:rsidRDefault="009F7BAE" w:rsidP="0019798A">
            <w:pPr>
              <w:spacing w:line="240" w:lineRule="auto"/>
              <w:ind w:firstLine="7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Pr="00F92205">
              <w:rPr>
                <w:rFonts w:ascii="Times New Roman" w:hAnsi="Times New Roman"/>
                <w:b/>
                <w:sz w:val="28"/>
                <w:szCs w:val="28"/>
              </w:rPr>
              <w:t>( Мольер)</w:t>
            </w:r>
          </w:p>
          <w:p w:rsidR="009F7BAE" w:rsidRPr="00385CFD" w:rsidRDefault="009F7BAE" w:rsidP="00FB2B75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- Выпишите о</w:t>
            </w:r>
            <w:r>
              <w:rPr>
                <w:rFonts w:ascii="Times New Roman" w:hAnsi="Times New Roman"/>
                <w:sz w:val="28"/>
                <w:szCs w:val="28"/>
              </w:rPr>
              <w:t>пределение из толкового словаря, что такое «любовь»</w:t>
            </w:r>
          </w:p>
          <w:p w:rsidR="009F7BAE" w:rsidRPr="00385CFD" w:rsidRDefault="009F7BAE" w:rsidP="00FB2B75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- Нарисуйте солнышко любви и по его лучикам перечислите всех, кого вы любите.</w:t>
            </w:r>
          </w:p>
          <w:p w:rsidR="009F7BAE" w:rsidRPr="00385CFD" w:rsidRDefault="009F7BAE" w:rsidP="001E4EE3">
            <w:pPr>
              <w:ind w:firstLine="7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>Нельзя человеку прожить без любви, потому что она сама в нем просыпается и им овладевает</w:t>
            </w:r>
            <w:r>
              <w:rPr>
                <w:rFonts w:ascii="Times New Roman" w:hAnsi="Times New Roman"/>
                <w:sz w:val="28"/>
                <w:szCs w:val="28"/>
              </w:rPr>
              <w:t>. Н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>ам не дано произвольно распоряжаться  в нашем внутреннем мире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удалять одни душевные силы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заменять их другими и насаждать новые, нам не свойственные. Можно воспитывать себя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 но нельзя сломать себя и построить заново по своему усмотрению .</w:t>
            </w:r>
          </w:p>
          <w:p w:rsidR="009F7BAE" w:rsidRPr="00385CFD" w:rsidRDefault="009F7BAE" w:rsidP="001E4EE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85CFD">
              <w:rPr>
                <w:rFonts w:ascii="Times New Roman" w:hAnsi="Times New Roman"/>
                <w:b/>
                <w:sz w:val="28"/>
                <w:szCs w:val="28"/>
              </w:rPr>
              <w:t>Нет,  нам нельзя без любви: оно есть великий дар - увидеть лучшее, избрать его и жить  им. (И.Ильин)</w:t>
            </w:r>
          </w:p>
          <w:p w:rsidR="009F7BAE" w:rsidRPr="00385CFD" w:rsidRDefault="009F7BAE" w:rsidP="001E4E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Мы 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>часто слышим такие слова :  «Любви все возрасты покорны»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Но каждый ли человек способен любить? Одинаково ли у всех проявляется эта способность, нужно ли ее развивать, как мы развиваем другие  способности? </w:t>
            </w:r>
          </w:p>
          <w:p w:rsidR="009F7BAE" w:rsidRPr="00385CFD" w:rsidRDefault="009F7BAE" w:rsidP="001E4E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>Как вы понимаете эти слова?</w:t>
            </w:r>
          </w:p>
          <w:p w:rsidR="009F7BAE" w:rsidRPr="001E4EE3" w:rsidRDefault="009F7BAE" w:rsidP="00A7612D">
            <w:pPr>
              <w:ind w:firstLine="708"/>
              <w:rPr>
                <w:rFonts w:ascii="Times New Roman" w:hAnsi="Times New Roman"/>
                <w:b/>
                <w:sz w:val="28"/>
                <w:szCs w:val="28"/>
              </w:rPr>
            </w:pPr>
            <w:r w:rsidRPr="001E4EE3">
              <w:rPr>
                <w:rFonts w:ascii="Times New Roman" w:hAnsi="Times New Roman"/>
                <w:b/>
                <w:sz w:val="28"/>
                <w:szCs w:val="28"/>
              </w:rPr>
              <w:t xml:space="preserve">Любовь- это неведомая страна и мы все плывем туда каждый на своем корабле и каждый из нас на своем корабле капитан и ведет корабль своим собственным путем (М.Пришвин) </w:t>
            </w:r>
          </w:p>
          <w:p w:rsidR="009F7BAE" w:rsidRDefault="009F7BAE" w:rsidP="00A7612D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- Что несет человеку любовь?</w:t>
            </w:r>
          </w:p>
          <w:p w:rsidR="009F7BAE" w:rsidRPr="00385CFD" w:rsidRDefault="009F7BAE" w:rsidP="00A761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Что несет любовь человечеству? </w:t>
            </w:r>
          </w:p>
          <w:p w:rsidR="009F7BAE" w:rsidRPr="001E4EE3" w:rsidRDefault="009F7BAE" w:rsidP="00AC46A4">
            <w:pPr>
              <w:tabs>
                <w:tab w:val="left" w:pos="188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1E4EE3">
              <w:rPr>
                <w:rFonts w:ascii="Times New Roman" w:hAnsi="Times New Roman"/>
                <w:b/>
                <w:sz w:val="28"/>
                <w:szCs w:val="28"/>
              </w:rPr>
              <w:t>Моя любовь без дна, а доброта как ширь морская . чем больше трачу, тем становлюсь безбрежней и богаче. (В. Шекспир)</w:t>
            </w:r>
          </w:p>
          <w:p w:rsidR="009F7BAE" w:rsidRPr="00385CFD" w:rsidRDefault="009F7BAE" w:rsidP="00A7612D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 xml:space="preserve">Объяснение эпиграфа на доске </w:t>
            </w:r>
          </w:p>
          <w:p w:rsidR="009F7BAE" w:rsidRPr="005F3779" w:rsidRDefault="009F7BAE" w:rsidP="00A7612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F3779">
              <w:rPr>
                <w:rFonts w:ascii="Times New Roman" w:hAnsi="Times New Roman"/>
                <w:b/>
                <w:sz w:val="28"/>
                <w:szCs w:val="28"/>
              </w:rPr>
              <w:t xml:space="preserve">Любовь придает благородство даже и тем, которым природа отказала в нем.(В Шекспир) </w:t>
            </w:r>
          </w:p>
          <w:p w:rsidR="009F7BAE" w:rsidRPr="00385CFD" w:rsidRDefault="009F7BAE" w:rsidP="00A7612D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Как вы понимаете эти слова?</w:t>
            </w:r>
          </w:p>
          <w:p w:rsidR="009F7BAE" w:rsidRPr="00385CFD" w:rsidRDefault="009F7BAE" w:rsidP="00A7612D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- Любовь облагораживает человека , заставляет совершать подвиги, творить жизнь и самого себя.</w:t>
            </w:r>
          </w:p>
          <w:p w:rsidR="009F7BAE" w:rsidRPr="005F3779" w:rsidRDefault="009F7BAE" w:rsidP="00A7612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F3779">
              <w:rPr>
                <w:rFonts w:ascii="Times New Roman" w:hAnsi="Times New Roman"/>
                <w:b/>
                <w:sz w:val="28"/>
                <w:szCs w:val="28"/>
              </w:rPr>
              <w:t>«Тот человек, которого ты любишь во мне, конечно, лучше меня: я не такой. Но ты люби , и я постараюсь быть лучше себя»   М. ПРИШВИН.</w:t>
            </w:r>
          </w:p>
          <w:p w:rsidR="009F7BAE" w:rsidRPr="00385CFD" w:rsidRDefault="009F7BAE" w:rsidP="00A7612D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 xml:space="preserve">- Да, главным законом семьи, человечества, конкретного человека была и остается любовь. Человек, бережно хранящий. Имеющий и проносящий через всю жизнь и дела свою любовь к окружающему миру, людям и себе , не совершит зла. </w:t>
            </w:r>
          </w:p>
          <w:p w:rsidR="009F7BAE" w:rsidRDefault="009F7BAE" w:rsidP="003414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Обращение к солнышку на доске.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>Кого вы любите?</w:t>
            </w:r>
          </w:p>
          <w:p w:rsidR="009F7BAE" w:rsidRPr="00385CFD" w:rsidRDefault="009F7BAE" w:rsidP="003414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Что вы любите?  </w:t>
            </w:r>
          </w:p>
          <w:p w:rsidR="009F7BAE" w:rsidRPr="00385CFD" w:rsidRDefault="009F7BAE" w:rsidP="003414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00A7612D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- Любовь начинается с близких людей, матери, отца, бабушки, дедушки, братьев. Сестер. Близких родственников. Семья, основанная на любви не  впустит в дом ненависти. Человечество может сохранят себя только тогда, когда каждый человек поймет и внутренне почувствует, что он может жить только в любви.</w:t>
            </w:r>
          </w:p>
          <w:p w:rsidR="009F7BAE" w:rsidRPr="00385CFD" w:rsidRDefault="009F7BAE" w:rsidP="00D97C54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 xml:space="preserve">Выразительное чтение стихотворения </w:t>
            </w:r>
          </w:p>
          <w:p w:rsidR="009F7BAE" w:rsidRPr="00385CFD" w:rsidRDefault="009F7BAE" w:rsidP="003414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7BAE" w:rsidRPr="00385CFD" w:rsidRDefault="009F7BAE" w:rsidP="005F3779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textAlignment w:val="top"/>
              <w:rPr>
                <w:color w:val="000000"/>
                <w:sz w:val="28"/>
                <w:szCs w:val="28"/>
              </w:rPr>
            </w:pPr>
            <w:r w:rsidRPr="00385CFD">
              <w:rPr>
                <w:b/>
                <w:bCs/>
                <w:color w:val="000000"/>
                <w:sz w:val="28"/>
                <w:szCs w:val="28"/>
              </w:rPr>
              <w:t>Взгляд любви</w:t>
            </w:r>
            <w:r w:rsidRPr="00385CFD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  </w:t>
            </w:r>
            <w:r w:rsidRPr="00385CFD">
              <w:rPr>
                <w:i/>
                <w:iCs/>
                <w:color w:val="000000"/>
                <w:sz w:val="28"/>
                <w:szCs w:val="28"/>
              </w:rPr>
              <w:t>Э. Балашов</w:t>
            </w:r>
          </w:p>
          <w:p w:rsidR="009F7BAE" w:rsidRPr="00385CFD" w:rsidRDefault="009F7BAE" w:rsidP="00C26997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textAlignment w:val="top"/>
              <w:rPr>
                <w:color w:val="000000"/>
                <w:sz w:val="28"/>
                <w:szCs w:val="28"/>
              </w:rPr>
            </w:pPr>
          </w:p>
          <w:p w:rsidR="009F7BAE" w:rsidRPr="00385CFD" w:rsidRDefault="009F7BAE" w:rsidP="005F3779">
            <w:pPr>
              <w:pStyle w:val="NormalWeb"/>
              <w:shd w:val="clear" w:color="auto" w:fill="FFFFFF"/>
              <w:spacing w:before="0" w:beforeAutospacing="0" w:after="0" w:afterAutospacing="0"/>
              <w:textAlignment w:val="top"/>
              <w:rPr>
                <w:color w:val="000000"/>
                <w:sz w:val="28"/>
                <w:szCs w:val="28"/>
              </w:rPr>
            </w:pPr>
            <w:r w:rsidRPr="00385CFD">
              <w:rPr>
                <w:color w:val="000000"/>
                <w:sz w:val="28"/>
                <w:szCs w:val="28"/>
              </w:rPr>
              <w:t>Все, что ни есть, до капельки вместить,</w:t>
            </w:r>
          </w:p>
          <w:p w:rsidR="009F7BAE" w:rsidRPr="00385CFD" w:rsidRDefault="009F7BAE" w:rsidP="005F3779">
            <w:pPr>
              <w:pStyle w:val="NormalWeb"/>
              <w:shd w:val="clear" w:color="auto" w:fill="FFFFFF"/>
              <w:spacing w:before="0" w:beforeAutospacing="0" w:after="0" w:afterAutospacing="0"/>
              <w:textAlignment w:val="top"/>
              <w:rPr>
                <w:color w:val="000000"/>
                <w:sz w:val="28"/>
                <w:szCs w:val="28"/>
              </w:rPr>
            </w:pPr>
            <w:r w:rsidRPr="00385CFD">
              <w:rPr>
                <w:color w:val="000000"/>
                <w:sz w:val="28"/>
                <w:szCs w:val="28"/>
              </w:rPr>
              <w:t>Располагая сердце на доверье.</w:t>
            </w:r>
          </w:p>
          <w:p w:rsidR="009F7BAE" w:rsidRPr="00385CFD" w:rsidRDefault="009F7BAE" w:rsidP="005F3779">
            <w:pPr>
              <w:pStyle w:val="NormalWeb"/>
              <w:shd w:val="clear" w:color="auto" w:fill="FFFFFF"/>
              <w:spacing w:before="0" w:beforeAutospacing="0" w:after="0" w:afterAutospacing="0"/>
              <w:textAlignment w:val="top"/>
              <w:rPr>
                <w:color w:val="000000"/>
                <w:sz w:val="28"/>
                <w:szCs w:val="28"/>
              </w:rPr>
            </w:pPr>
            <w:r w:rsidRPr="00385CFD">
              <w:rPr>
                <w:color w:val="000000"/>
                <w:sz w:val="28"/>
                <w:szCs w:val="28"/>
              </w:rPr>
              <w:t>Любить, любить, на всех путях любить —</w:t>
            </w:r>
          </w:p>
          <w:p w:rsidR="009F7BAE" w:rsidRPr="00385CFD" w:rsidRDefault="009F7BAE" w:rsidP="005F3779">
            <w:pPr>
              <w:pStyle w:val="NormalWeb"/>
              <w:shd w:val="clear" w:color="auto" w:fill="FFFFFF"/>
              <w:spacing w:before="0" w:beforeAutospacing="0" w:after="0" w:afterAutospacing="0"/>
              <w:textAlignment w:val="top"/>
              <w:rPr>
                <w:color w:val="000000"/>
                <w:sz w:val="28"/>
                <w:szCs w:val="28"/>
              </w:rPr>
            </w:pPr>
            <w:r w:rsidRPr="00385CFD">
              <w:rPr>
                <w:color w:val="000000"/>
                <w:sz w:val="28"/>
                <w:szCs w:val="28"/>
              </w:rPr>
              <w:t>Протягивать упавшим милосердье.</w:t>
            </w:r>
          </w:p>
          <w:p w:rsidR="009F7BAE" w:rsidRPr="00385CFD" w:rsidRDefault="009F7BAE" w:rsidP="005F3779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textAlignment w:val="top"/>
              <w:rPr>
                <w:color w:val="000000"/>
                <w:sz w:val="28"/>
                <w:szCs w:val="28"/>
              </w:rPr>
            </w:pPr>
            <w:r w:rsidRPr="00385CFD">
              <w:rPr>
                <w:color w:val="000000"/>
                <w:sz w:val="28"/>
                <w:szCs w:val="28"/>
              </w:rPr>
              <w:t> </w:t>
            </w:r>
          </w:p>
          <w:p w:rsidR="009F7BAE" w:rsidRPr="00385CFD" w:rsidRDefault="009F7BAE" w:rsidP="005F3779">
            <w:pPr>
              <w:pStyle w:val="NormalWeb"/>
              <w:shd w:val="clear" w:color="auto" w:fill="FFFFFF"/>
              <w:spacing w:before="0" w:beforeAutospacing="0" w:after="0" w:afterAutospacing="0"/>
              <w:textAlignment w:val="top"/>
              <w:rPr>
                <w:color w:val="000000"/>
                <w:sz w:val="28"/>
                <w:szCs w:val="28"/>
              </w:rPr>
            </w:pPr>
            <w:r w:rsidRPr="00385CFD">
              <w:rPr>
                <w:color w:val="000000"/>
                <w:sz w:val="28"/>
                <w:szCs w:val="28"/>
              </w:rPr>
              <w:t>Вернуть зверей на расстоянье глаз,</w:t>
            </w:r>
          </w:p>
          <w:p w:rsidR="009F7BAE" w:rsidRPr="00385CFD" w:rsidRDefault="009F7BAE" w:rsidP="005F3779">
            <w:pPr>
              <w:pStyle w:val="NormalWeb"/>
              <w:shd w:val="clear" w:color="auto" w:fill="FFFFFF"/>
              <w:spacing w:before="0" w:beforeAutospacing="0" w:after="0" w:afterAutospacing="0"/>
              <w:textAlignment w:val="top"/>
              <w:rPr>
                <w:color w:val="000000"/>
                <w:sz w:val="28"/>
                <w:szCs w:val="28"/>
              </w:rPr>
            </w:pPr>
            <w:r w:rsidRPr="00385CFD">
              <w:rPr>
                <w:color w:val="000000"/>
                <w:sz w:val="28"/>
                <w:szCs w:val="28"/>
              </w:rPr>
              <w:t>Вернуть себе обличье человека.</w:t>
            </w:r>
          </w:p>
          <w:p w:rsidR="009F7BAE" w:rsidRPr="00385CFD" w:rsidRDefault="009F7BAE" w:rsidP="005F3779">
            <w:pPr>
              <w:pStyle w:val="NormalWeb"/>
              <w:shd w:val="clear" w:color="auto" w:fill="FFFFFF"/>
              <w:spacing w:before="0" w:beforeAutospacing="0" w:after="0" w:afterAutospacing="0"/>
              <w:textAlignment w:val="top"/>
              <w:rPr>
                <w:color w:val="000000"/>
                <w:sz w:val="28"/>
                <w:szCs w:val="28"/>
              </w:rPr>
            </w:pPr>
            <w:r w:rsidRPr="00385CFD">
              <w:rPr>
                <w:color w:val="000000"/>
                <w:sz w:val="28"/>
                <w:szCs w:val="28"/>
              </w:rPr>
              <w:t>Любить, да так, чтоб полюбили нас</w:t>
            </w:r>
          </w:p>
          <w:p w:rsidR="009F7BAE" w:rsidRPr="00385CFD" w:rsidRDefault="009F7BAE" w:rsidP="005F3779">
            <w:pPr>
              <w:pStyle w:val="NormalWeb"/>
              <w:shd w:val="clear" w:color="auto" w:fill="FFFFFF"/>
              <w:spacing w:before="0" w:beforeAutospacing="0" w:after="0" w:afterAutospacing="0"/>
              <w:textAlignment w:val="top"/>
              <w:rPr>
                <w:color w:val="000000"/>
                <w:sz w:val="28"/>
                <w:szCs w:val="28"/>
              </w:rPr>
            </w:pPr>
            <w:r w:rsidRPr="00385CFD">
              <w:rPr>
                <w:color w:val="000000"/>
                <w:sz w:val="28"/>
                <w:szCs w:val="28"/>
              </w:rPr>
              <w:t>Все твари предстоящего ковчега.</w:t>
            </w:r>
          </w:p>
          <w:p w:rsidR="009F7BAE" w:rsidRPr="00385CFD" w:rsidRDefault="009F7BAE" w:rsidP="003414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00D97C5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>Какова осно</w:t>
            </w:r>
            <w:r>
              <w:rPr>
                <w:rFonts w:ascii="Times New Roman" w:hAnsi="Times New Roman"/>
                <w:sz w:val="28"/>
                <w:szCs w:val="28"/>
              </w:rPr>
              <w:t>вная мысль этого стихотворения?</w:t>
            </w:r>
          </w:p>
          <w:p w:rsidR="009F7BAE" w:rsidRDefault="009F7BAE" w:rsidP="00C269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Предлагаю посмотреть отрывок из сказки А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нтуана де </w:t>
            </w:r>
            <w:r>
              <w:rPr>
                <w:rFonts w:ascii="Times New Roman" w:hAnsi="Times New Roman"/>
                <w:sz w:val="28"/>
                <w:szCs w:val="28"/>
              </w:rPr>
              <w:t>Сент-Э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>кзюпери «Маленький принц» и ответьте на вопросы</w:t>
            </w:r>
          </w:p>
          <w:p w:rsidR="009F7BAE" w:rsidRPr="006A2069" w:rsidRDefault="009F7BAE" w:rsidP="00C2699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A2069">
              <w:rPr>
                <w:rFonts w:ascii="Times New Roman" w:hAnsi="Times New Roman"/>
                <w:b/>
                <w:sz w:val="28"/>
                <w:szCs w:val="28"/>
              </w:rPr>
              <w:t>Последний разговор между Лисом и Маленьким Принцем</w:t>
            </w:r>
          </w:p>
          <w:p w:rsidR="009F7BAE" w:rsidRPr="006A2069" w:rsidRDefault="009F7BAE" w:rsidP="006A2069">
            <w:pPr>
              <w:pStyle w:val="NormalWeb"/>
              <w:shd w:val="clear" w:color="auto" w:fill="FFFFFF"/>
              <w:spacing w:before="0" w:beforeAutospacing="0" w:after="160" w:afterAutospacing="0"/>
              <w:rPr>
                <w:sz w:val="28"/>
                <w:szCs w:val="28"/>
              </w:rPr>
            </w:pPr>
            <w:r w:rsidRPr="00385CFD">
              <w:rPr>
                <w:color w:val="333333"/>
                <w:sz w:val="28"/>
                <w:szCs w:val="28"/>
              </w:rPr>
              <w:t>-</w:t>
            </w:r>
            <w:r w:rsidRPr="006A2069">
              <w:rPr>
                <w:sz w:val="28"/>
                <w:szCs w:val="28"/>
              </w:rPr>
              <w:t>Пойди, взгляни ещё раз на эти розы, - предложил Лис маленькому принцу. – Ты поймёшь, что твоя роза – единственная в мире. А когда вернёшься, я открою тебе один секрет. Это будет мой тебе подарок.</w:t>
            </w:r>
          </w:p>
          <w:p w:rsidR="009F7BAE" w:rsidRPr="006A2069" w:rsidRDefault="009F7BAE" w:rsidP="006A2069">
            <w:pPr>
              <w:pStyle w:val="NormalWeb"/>
              <w:shd w:val="clear" w:color="auto" w:fill="FFFFFF"/>
              <w:spacing w:before="0" w:beforeAutospacing="0" w:after="160" w:afterAutospacing="0"/>
              <w:rPr>
                <w:sz w:val="28"/>
                <w:szCs w:val="28"/>
              </w:rPr>
            </w:pPr>
            <w:r w:rsidRPr="006A2069">
              <w:rPr>
                <w:sz w:val="28"/>
                <w:szCs w:val="28"/>
              </w:rPr>
              <w:t>Маленький принц пошёл взглянуть на розы.</w:t>
            </w:r>
          </w:p>
          <w:p w:rsidR="009F7BAE" w:rsidRPr="006A2069" w:rsidRDefault="009F7BAE" w:rsidP="006A2069">
            <w:pPr>
              <w:pStyle w:val="NormalWeb"/>
              <w:shd w:val="clear" w:color="auto" w:fill="FFFFFF"/>
              <w:spacing w:before="0" w:beforeAutospacing="0" w:after="160" w:afterAutospacing="0"/>
              <w:rPr>
                <w:sz w:val="28"/>
                <w:szCs w:val="28"/>
              </w:rPr>
            </w:pPr>
            <w:r w:rsidRPr="006A2069">
              <w:rPr>
                <w:sz w:val="28"/>
                <w:szCs w:val="28"/>
              </w:rPr>
              <w:t>-Вы ничуть не похожи на мою розу, - сказал он им. – Вы ещё ничто. Никто вас не приручил, и вы никого не приручили. Таким был прежде мой Лис. Он ничем не отличался от ста тысяч других лисиц. Но я с ним подружился, и теперь он единственный в целом свете. Конечно, случайный прохожий, поглядев на мою розу, скажет, что она точно такая же, как вы, но мне она дороже всех вас. Ведь это её я поливал каждый день, её, а не вас, накрывал стеклянным колпаком, её загораживал ширмой, оберегая от ветра. Я слушал, как она жаловалась и как хвастала, я прислушивался к ней, даже когда она умолкала. Она - моя.</w:t>
            </w:r>
          </w:p>
          <w:p w:rsidR="009F7BAE" w:rsidRPr="006A2069" w:rsidRDefault="009F7BAE" w:rsidP="006A2069">
            <w:pPr>
              <w:pStyle w:val="NormalWeb"/>
              <w:shd w:val="clear" w:color="auto" w:fill="FFFFFF"/>
              <w:spacing w:before="0" w:beforeAutospacing="0" w:after="160" w:afterAutospacing="0"/>
              <w:rPr>
                <w:sz w:val="28"/>
                <w:szCs w:val="28"/>
              </w:rPr>
            </w:pPr>
            <w:r w:rsidRPr="006A2069">
              <w:rPr>
                <w:sz w:val="28"/>
                <w:szCs w:val="28"/>
              </w:rPr>
              <w:t>И Маленький принц возвратился к Лису.</w:t>
            </w:r>
          </w:p>
          <w:p w:rsidR="009F7BAE" w:rsidRPr="006A2069" w:rsidRDefault="009F7BAE" w:rsidP="006A2069">
            <w:pPr>
              <w:pStyle w:val="NormalWeb"/>
              <w:shd w:val="clear" w:color="auto" w:fill="FFFFFF"/>
              <w:spacing w:before="0" w:beforeAutospacing="0" w:after="160" w:afterAutospacing="0"/>
              <w:rPr>
                <w:sz w:val="28"/>
                <w:szCs w:val="28"/>
              </w:rPr>
            </w:pPr>
            <w:r w:rsidRPr="006A2069">
              <w:rPr>
                <w:sz w:val="28"/>
                <w:szCs w:val="28"/>
              </w:rPr>
              <w:t>-Прощай! – сказал он.</w:t>
            </w:r>
          </w:p>
          <w:p w:rsidR="009F7BAE" w:rsidRPr="006A2069" w:rsidRDefault="009F7BAE" w:rsidP="006A2069">
            <w:pPr>
              <w:pStyle w:val="NormalWeb"/>
              <w:shd w:val="clear" w:color="auto" w:fill="FFFFFF"/>
              <w:spacing w:before="0" w:beforeAutospacing="0" w:after="160" w:afterAutospacing="0"/>
              <w:rPr>
                <w:sz w:val="28"/>
                <w:szCs w:val="28"/>
              </w:rPr>
            </w:pPr>
            <w:r w:rsidRPr="006A2069">
              <w:rPr>
                <w:sz w:val="28"/>
                <w:szCs w:val="28"/>
              </w:rPr>
              <w:t>-Прощай! – сказал лис. – Вот мой секрет, он очень прост: </w:t>
            </w:r>
            <w:r w:rsidRPr="006A2069">
              <w:rPr>
                <w:b/>
                <w:bCs/>
                <w:sz w:val="28"/>
                <w:szCs w:val="28"/>
              </w:rPr>
              <w:t>зорко одно лишь сердце, самого главного глазами не увидишь</w:t>
            </w:r>
            <w:r w:rsidRPr="006A2069">
              <w:rPr>
                <w:sz w:val="28"/>
                <w:szCs w:val="28"/>
              </w:rPr>
              <w:t>.</w:t>
            </w:r>
          </w:p>
          <w:p w:rsidR="009F7BAE" w:rsidRPr="006A2069" w:rsidRDefault="009F7BAE" w:rsidP="006A2069">
            <w:pPr>
              <w:pStyle w:val="NormalWeb"/>
              <w:shd w:val="clear" w:color="auto" w:fill="FFFFFF"/>
              <w:spacing w:before="0" w:beforeAutospacing="0" w:after="160" w:afterAutospacing="0"/>
              <w:rPr>
                <w:sz w:val="28"/>
                <w:szCs w:val="28"/>
              </w:rPr>
            </w:pPr>
            <w:r w:rsidRPr="006A2069">
              <w:rPr>
                <w:sz w:val="28"/>
                <w:szCs w:val="28"/>
              </w:rPr>
              <w:t>-Самого главного глазами не увидишь,- повторил маленький принц, чтобы лучше запомнить.</w:t>
            </w:r>
          </w:p>
          <w:p w:rsidR="009F7BAE" w:rsidRPr="006A2069" w:rsidRDefault="009F7BAE" w:rsidP="006A2069">
            <w:pPr>
              <w:pStyle w:val="NormalWeb"/>
              <w:shd w:val="clear" w:color="auto" w:fill="FFFFFF"/>
              <w:spacing w:before="0" w:beforeAutospacing="0" w:after="160" w:afterAutospacing="0"/>
              <w:rPr>
                <w:sz w:val="28"/>
                <w:szCs w:val="28"/>
              </w:rPr>
            </w:pPr>
            <w:r w:rsidRPr="006A2069">
              <w:rPr>
                <w:sz w:val="28"/>
                <w:szCs w:val="28"/>
              </w:rPr>
              <w:t>-Твоя роза так дорога тебе, потому что ты отдавал ей все свои дни.</w:t>
            </w:r>
          </w:p>
          <w:p w:rsidR="009F7BAE" w:rsidRPr="006A2069" w:rsidRDefault="009F7BAE" w:rsidP="006A2069">
            <w:pPr>
              <w:pStyle w:val="NormalWeb"/>
              <w:shd w:val="clear" w:color="auto" w:fill="FFFFFF"/>
              <w:spacing w:before="0" w:beforeAutospacing="0" w:after="160" w:afterAutospacing="0"/>
              <w:rPr>
                <w:sz w:val="28"/>
                <w:szCs w:val="28"/>
              </w:rPr>
            </w:pPr>
            <w:r w:rsidRPr="006A2069">
              <w:rPr>
                <w:sz w:val="28"/>
                <w:szCs w:val="28"/>
              </w:rPr>
              <w:t>-Потому что я отдавал ей все свои дни,- повторил маленький принц, чтобы лучше запомнить.</w:t>
            </w:r>
          </w:p>
          <w:p w:rsidR="009F7BAE" w:rsidRPr="006A2069" w:rsidRDefault="009F7BAE" w:rsidP="006A2069">
            <w:pPr>
              <w:pStyle w:val="NormalWeb"/>
              <w:shd w:val="clear" w:color="auto" w:fill="FFFFFF"/>
              <w:spacing w:before="0" w:beforeAutospacing="0" w:after="160" w:afterAutospacing="0"/>
              <w:rPr>
                <w:sz w:val="28"/>
                <w:szCs w:val="28"/>
              </w:rPr>
            </w:pPr>
            <w:r w:rsidRPr="006A2069">
              <w:rPr>
                <w:sz w:val="28"/>
                <w:szCs w:val="28"/>
              </w:rPr>
              <w:t>-Люди забыли эту истину,- сказал Лис,- но ты не забывай: </w:t>
            </w:r>
            <w:r w:rsidRPr="006A2069">
              <w:rPr>
                <w:b/>
                <w:bCs/>
                <w:sz w:val="28"/>
                <w:szCs w:val="28"/>
              </w:rPr>
              <w:t>ты всегда в ответе за всех, кого приручил</w:t>
            </w:r>
            <w:r w:rsidRPr="006A2069">
              <w:rPr>
                <w:sz w:val="28"/>
                <w:szCs w:val="28"/>
              </w:rPr>
              <w:t>, ты в ответе за свою розу.</w:t>
            </w:r>
          </w:p>
          <w:p w:rsidR="009F7BAE" w:rsidRPr="006A2069" w:rsidRDefault="009F7BAE" w:rsidP="006A2069">
            <w:pPr>
              <w:pStyle w:val="NormalWeb"/>
              <w:shd w:val="clear" w:color="auto" w:fill="FFFFFF"/>
              <w:spacing w:before="0" w:beforeAutospacing="0" w:after="160" w:afterAutospacing="0"/>
              <w:rPr>
                <w:sz w:val="28"/>
                <w:szCs w:val="28"/>
              </w:rPr>
            </w:pPr>
            <w:r w:rsidRPr="006A2069">
              <w:rPr>
                <w:sz w:val="28"/>
                <w:szCs w:val="28"/>
              </w:rPr>
              <w:t>-Я в ответе за мою розу,- повторил маленький принц, чтобы лучше запомнить.</w:t>
            </w:r>
          </w:p>
          <w:p w:rsidR="009F7BAE" w:rsidRPr="00385CFD" w:rsidRDefault="009F7BAE" w:rsidP="00D97C5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Постарайтесь ответить на вопросы 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F7BAE" w:rsidRPr="00DB75DE" w:rsidRDefault="009F7BAE" w:rsidP="00C26997">
            <w:pPr>
              <w:pStyle w:val="NormalWeb"/>
              <w:shd w:val="clear" w:color="auto" w:fill="FFFFFF"/>
              <w:spacing w:before="0" w:beforeAutospacing="0" w:after="160" w:afterAutospacing="0"/>
              <w:rPr>
                <w:sz w:val="28"/>
                <w:szCs w:val="28"/>
              </w:rPr>
            </w:pPr>
            <w:r w:rsidRPr="00385CFD">
              <w:rPr>
                <w:b/>
                <w:bCs/>
                <w:color w:val="333333"/>
                <w:sz w:val="28"/>
                <w:szCs w:val="28"/>
              </w:rPr>
              <w:t>-</w:t>
            </w:r>
            <w:r w:rsidRPr="00DB75DE">
              <w:rPr>
                <w:sz w:val="28"/>
                <w:szCs w:val="28"/>
              </w:rPr>
              <w:t>Что значит «зорко одно лишь сердце, самого главного не увидишь»?</w:t>
            </w:r>
          </w:p>
          <w:p w:rsidR="009F7BAE" w:rsidRPr="00DB75DE" w:rsidRDefault="009F7BAE" w:rsidP="00C26997">
            <w:pPr>
              <w:pStyle w:val="NormalWeb"/>
              <w:shd w:val="clear" w:color="auto" w:fill="FFFFFF"/>
              <w:spacing w:before="0" w:beforeAutospacing="0" w:after="160" w:afterAutospacing="0"/>
              <w:rPr>
                <w:sz w:val="28"/>
                <w:szCs w:val="28"/>
              </w:rPr>
            </w:pPr>
            <w:r w:rsidRPr="00DB75DE">
              <w:rPr>
                <w:sz w:val="28"/>
                <w:szCs w:val="28"/>
              </w:rPr>
              <w:t>- А как вы понимаете « ты всегда в ответе за всех, кого приручил»?</w:t>
            </w:r>
          </w:p>
          <w:p w:rsidR="009F7BAE" w:rsidRPr="00385CFD" w:rsidRDefault="009F7BAE" w:rsidP="00C26997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 xml:space="preserve">- За что маленький принц полюбил розу </w:t>
            </w:r>
          </w:p>
          <w:p w:rsidR="009F7BAE" w:rsidRPr="00385CFD" w:rsidRDefault="009F7BAE" w:rsidP="00C26997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 xml:space="preserve">- Всегда ли любят только самых </w:t>
            </w:r>
            <w:r>
              <w:rPr>
                <w:rFonts w:ascii="Times New Roman" w:hAnsi="Times New Roman"/>
                <w:sz w:val="28"/>
                <w:szCs w:val="28"/>
              </w:rPr>
              <w:t>красивых, с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>амых умных</w:t>
            </w:r>
            <w:r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9F7BAE" w:rsidRPr="00385CFD" w:rsidRDefault="009F7BAE" w:rsidP="00C26997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- Как вы считаете будет ли у вас много настоящих друзей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если вы воспользуетесь советами Лиса? </w:t>
            </w:r>
          </w:p>
          <w:p w:rsidR="009F7BAE" w:rsidRPr="00385CFD" w:rsidRDefault="009F7BAE" w:rsidP="00C269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Е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сли вы не читали сказку </w:t>
            </w:r>
            <w:r>
              <w:rPr>
                <w:rFonts w:ascii="Times New Roman" w:hAnsi="Times New Roman"/>
                <w:sz w:val="28"/>
                <w:szCs w:val="28"/>
              </w:rPr>
              <w:t>«М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>аленьки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принц</w:t>
            </w:r>
            <w:r>
              <w:rPr>
                <w:rFonts w:ascii="Times New Roman" w:hAnsi="Times New Roman"/>
                <w:sz w:val="28"/>
                <w:szCs w:val="28"/>
              </w:rPr>
              <w:t>»,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то обязательно ее прочитайте  и постарайтесь запомнить простые уроки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которые дает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вдумчивому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читателю Маленький П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ринц  </w:t>
            </w:r>
          </w:p>
          <w:p w:rsidR="009F7BAE" w:rsidRPr="007346B6" w:rsidRDefault="009F7BAE" w:rsidP="006A206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346B6"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Уроки М</w:t>
            </w:r>
            <w:r w:rsidRPr="007346B6">
              <w:rPr>
                <w:rFonts w:ascii="Times New Roman" w:hAnsi="Times New Roman"/>
                <w:b/>
                <w:sz w:val="28"/>
                <w:szCs w:val="28"/>
              </w:rPr>
              <w:t>ален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ького П</w:t>
            </w:r>
            <w:r w:rsidRPr="007346B6">
              <w:rPr>
                <w:rFonts w:ascii="Times New Roman" w:hAnsi="Times New Roman"/>
                <w:b/>
                <w:sz w:val="28"/>
                <w:szCs w:val="28"/>
              </w:rPr>
              <w:t xml:space="preserve">ринца </w:t>
            </w:r>
          </w:p>
          <w:p w:rsidR="009F7BAE" w:rsidRPr="00385CFD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Ц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>ените хорошее и старайтесь сделать его еще лучшим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7BAE" w:rsidRPr="00385CFD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>мей отдавать людям душу и чувствовать себя в ответе за те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кого любишь </w:t>
            </w:r>
          </w:p>
          <w:p w:rsidR="009F7BAE" w:rsidRPr="00385CFD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Е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сли ты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>приручишь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чужое сердце и отдашь взамен свое, то вокруг тебя никогда не будет пустоты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И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тогда ты найдешь счастье и не за тридевять земель, а у себя дома. </w:t>
            </w:r>
          </w:p>
          <w:p w:rsidR="009F7BAE" w:rsidRPr="00385CFD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 xml:space="preserve">- Любовь взаимна. Любите вы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>любят вас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 Это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в первую очередь ваши родители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бабушки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дедушки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близкие родственники </w:t>
            </w:r>
          </w:p>
          <w:p w:rsidR="009F7BAE" w:rsidRPr="00385CFD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Чтение стихотворения В. Берестова «Гимн родительской любви» </w:t>
            </w:r>
          </w:p>
          <w:p w:rsidR="009F7BAE" w:rsidRPr="00385CFD" w:rsidRDefault="009F7BAE" w:rsidP="0030357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Любят тебя без особых причин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                          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>За то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что ты внук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за то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что ты сын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7BAE" w:rsidRPr="00385CFD" w:rsidRDefault="009F7BAE" w:rsidP="0030357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За то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что малыш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за то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что растешь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9F7BAE" w:rsidRPr="00385CFD" w:rsidRDefault="009F7BAE" w:rsidP="0030357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За то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что на маму и папу похож.</w:t>
            </w:r>
          </w:p>
          <w:p w:rsidR="009F7BAE" w:rsidRPr="00385CFD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- Кого мы с вами еще можем любить?</w:t>
            </w:r>
          </w:p>
          <w:p w:rsidR="009F7BAE" w:rsidRPr="00303571" w:rsidRDefault="009F7BAE" w:rsidP="006D5C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3571">
              <w:rPr>
                <w:rFonts w:ascii="Times New Roman" w:hAnsi="Times New Roman"/>
                <w:b/>
                <w:sz w:val="28"/>
                <w:szCs w:val="28"/>
              </w:rPr>
              <w:t xml:space="preserve">Для известной поэтессы М. Цветаевой «Любимые вещи в мире: музыка, природа, стихи»  </w:t>
            </w:r>
          </w:p>
          <w:p w:rsidR="009F7BAE" w:rsidRPr="00385CFD" w:rsidRDefault="009F7BAE" w:rsidP="0018235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03571">
              <w:rPr>
                <w:rFonts w:ascii="Times New Roman" w:hAnsi="Times New Roman"/>
                <w:b/>
                <w:sz w:val="28"/>
                <w:szCs w:val="28"/>
              </w:rPr>
              <w:t>П.И. Чайковский так сказал: «Страстно люблю русского человека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, русскую речь, русский склад ума, </w:t>
            </w:r>
            <w:r w:rsidRPr="00303571">
              <w:rPr>
                <w:rFonts w:ascii="Times New Roman" w:hAnsi="Times New Roman"/>
                <w:b/>
                <w:sz w:val="28"/>
                <w:szCs w:val="28"/>
              </w:rPr>
              <w:t>русскую красоту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303571">
              <w:rPr>
                <w:rFonts w:ascii="Times New Roman" w:hAnsi="Times New Roman"/>
                <w:b/>
                <w:sz w:val="28"/>
                <w:szCs w:val="28"/>
              </w:rPr>
              <w:t xml:space="preserve"> русские обычаи»</w:t>
            </w:r>
          </w:p>
        </w:tc>
        <w:tc>
          <w:tcPr>
            <w:tcW w:w="1800" w:type="dxa"/>
          </w:tcPr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Рассуждение уч-ся по высказываниям.</w:t>
            </w: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0019798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0019798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001979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в парах,</w:t>
            </w:r>
          </w:p>
          <w:p w:rsidR="009F7BAE" w:rsidRPr="00385CFD" w:rsidRDefault="009F7BAE" w:rsidP="0019798A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 xml:space="preserve">Работа с толковым словарем </w:t>
            </w:r>
            <w:r>
              <w:rPr>
                <w:rFonts w:ascii="Times New Roman" w:hAnsi="Times New Roman"/>
                <w:sz w:val="28"/>
                <w:szCs w:val="28"/>
              </w:rPr>
              <w:t>С.И.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Ожегова </w:t>
            </w: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схематическое изображение</w:t>
            </w: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солнышка, лучики от солнышка</w:t>
            </w: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Ответы на поставленный вопрос</w:t>
            </w: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6BAF20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Ответы, обсуждение</w:t>
            </w: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005F3779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высказывание своей точки зрения </w:t>
            </w:r>
          </w:p>
          <w:p w:rsidR="009F7BAE" w:rsidRDefault="009F7BAE" w:rsidP="00A7612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00A7612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00A7612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00A7612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00A7612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00A7612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00A7612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00A7612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00A7612D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В процессе беседы дети заполняют лучики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объясняют, почему они это сделали. Каждый высказывает свое мнение) </w:t>
            </w: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читает ученик наизусть</w:t>
            </w: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6BAF20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6BAF20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Диалог 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с обучающимися</w:t>
            </w: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видеоролика</w:t>
            </w: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6BAF20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6BAF20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6BAF20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6BAF20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DB75DE" w:rsidRDefault="009F7BAE" w:rsidP="006A2069">
            <w:pPr>
              <w:pStyle w:val="NormalWeb"/>
              <w:shd w:val="clear" w:color="auto" w:fill="FFFFFF"/>
              <w:spacing w:before="0" w:beforeAutospacing="0" w:after="160" w:afterAutospacing="0"/>
              <w:rPr>
                <w:sz w:val="28"/>
                <w:szCs w:val="28"/>
              </w:rPr>
            </w:pPr>
            <w:r w:rsidRPr="00DB75DE">
              <w:rPr>
                <w:bCs/>
                <w:sz w:val="28"/>
                <w:szCs w:val="28"/>
              </w:rPr>
              <w:t>Ответы учащихся - высказывают свою точку зрения</w:t>
            </w: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Совет учащимся</w:t>
            </w: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в парах,</w:t>
            </w:r>
          </w:p>
          <w:p w:rsidR="009F7BAE" w:rsidRPr="00385CFD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 памятки «Уроки Маленького Принца»,</w:t>
            </w:r>
            <w:r w:rsidRPr="00385CFD">
              <w:rPr>
                <w:rFonts w:ascii="Times New Roman" w:hAnsi="Times New Roman"/>
                <w:sz w:val="28"/>
                <w:szCs w:val="28"/>
              </w:rPr>
              <w:t xml:space="preserve"> подарить друг другу.</w:t>
            </w: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5F7151A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Заполняется солнышко, стрелками к нему </w:t>
            </w:r>
          </w:p>
          <w:p w:rsidR="009F7BAE" w:rsidRPr="00385CFD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006D5C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7BAE" w:rsidRPr="00E543AA" w:rsidTr="00026B83">
        <w:trPr>
          <w:trHeight w:val="350"/>
        </w:trPr>
        <w:tc>
          <w:tcPr>
            <w:tcW w:w="720" w:type="dxa"/>
          </w:tcPr>
          <w:p w:rsidR="009F7BAE" w:rsidRPr="00E543AA" w:rsidRDefault="009F7BAE" w:rsidP="003414A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60" w:type="dxa"/>
          </w:tcPr>
          <w:p w:rsidR="009F7BAE" w:rsidRPr="002B54C2" w:rsidRDefault="009F7BAE" w:rsidP="001D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B54C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 подведения</w:t>
            </w:r>
          </w:p>
          <w:p w:rsidR="009F7BAE" w:rsidRPr="002B54C2" w:rsidRDefault="009F7BAE" w:rsidP="001D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B54C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итогов</w:t>
            </w:r>
          </w:p>
          <w:p w:rsidR="009F7BAE" w:rsidRPr="00E543AA" w:rsidRDefault="009F7BAE" w:rsidP="001D23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</w:tcPr>
          <w:p w:rsidR="009F7BAE" w:rsidRPr="00385CFD" w:rsidRDefault="009F7BAE" w:rsidP="006D5C1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85CFD">
              <w:rPr>
                <w:rFonts w:ascii="Times New Roman" w:hAnsi="Times New Roman"/>
                <w:bCs/>
                <w:sz w:val="28"/>
                <w:szCs w:val="28"/>
              </w:rPr>
              <w:t>- Любовь – это благородное чувство. Она делает человека лучше, добрее, отзывчивее. Он способен только на добрые дела, которые его возвышают</w:t>
            </w:r>
            <w:r w:rsidRPr="00385CFD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  <w:p w:rsidR="009F7BAE" w:rsidRPr="00F92205" w:rsidRDefault="009F7BAE" w:rsidP="003414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2205">
              <w:rPr>
                <w:rFonts w:ascii="Times New Roman" w:hAnsi="Times New Roman"/>
                <w:sz w:val="28"/>
                <w:szCs w:val="28"/>
              </w:rPr>
              <w:t>Я надеюсь, этот материал  оказался очень полезным для Вас и поможет вам понять друг друга. Старайтесь не задевать чувства других, ведь мы с вами знаем чудесную пословицу: «</w:t>
            </w:r>
            <w:r w:rsidRPr="00F92205">
              <w:rPr>
                <w:rFonts w:ascii="Times New Roman" w:hAnsi="Times New Roman"/>
                <w:b/>
                <w:bCs/>
                <w:sz w:val="28"/>
                <w:szCs w:val="28"/>
              </w:rPr>
              <w:t>Относись к людям</w:t>
            </w:r>
            <w:r w:rsidRPr="00F92205">
              <w:rPr>
                <w:rFonts w:ascii="Times New Roman" w:hAnsi="Times New Roman"/>
                <w:sz w:val="28"/>
                <w:szCs w:val="28"/>
              </w:rPr>
              <w:t xml:space="preserve"> так, как хочешь, чтобы относились к тебе».</w:t>
            </w:r>
          </w:p>
          <w:p w:rsidR="009F7BAE" w:rsidRPr="00F92205" w:rsidRDefault="009F7BAE" w:rsidP="003414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003414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9F7BAE" w:rsidRPr="00385CFD" w:rsidRDefault="009F7BAE" w:rsidP="003414A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F7BAE" w:rsidRPr="00E543AA" w:rsidTr="00026B83">
        <w:tc>
          <w:tcPr>
            <w:tcW w:w="720" w:type="dxa"/>
          </w:tcPr>
          <w:p w:rsidR="009F7BAE" w:rsidRPr="00E543AA" w:rsidRDefault="009F7BAE" w:rsidP="003414A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60" w:type="dxa"/>
          </w:tcPr>
          <w:p w:rsidR="009F7BAE" w:rsidRPr="002B54C2" w:rsidRDefault="009F7BAE" w:rsidP="001D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B54C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Оценочно-</w:t>
            </w:r>
          </w:p>
          <w:p w:rsidR="009F7BAE" w:rsidRPr="002B54C2" w:rsidRDefault="009F7BAE" w:rsidP="001D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B54C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рефлексивный</w:t>
            </w:r>
          </w:p>
          <w:p w:rsidR="009F7BAE" w:rsidRPr="002B54C2" w:rsidRDefault="009F7BAE" w:rsidP="001D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B54C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</w:t>
            </w:r>
          </w:p>
          <w:p w:rsidR="009F7BAE" w:rsidRDefault="009F7BAE" w:rsidP="001D2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</w:tcPr>
          <w:p w:rsidR="009F7BAE" w:rsidRPr="00385CFD" w:rsidRDefault="009F7BAE" w:rsidP="001D230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85CFD">
              <w:rPr>
                <w:rFonts w:ascii="Times New Roman" w:hAnsi="Times New Roman"/>
                <w:b/>
                <w:bCs/>
                <w:sz w:val="28"/>
                <w:szCs w:val="28"/>
              </w:rPr>
              <w:t>Какое значение в вашей жизни имеет любовь?</w:t>
            </w:r>
          </w:p>
          <w:p w:rsidR="009F7BAE" w:rsidRPr="00385CFD" w:rsidRDefault="009F7BAE" w:rsidP="001D230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F7BAE" w:rsidRPr="00385CFD" w:rsidRDefault="009F7BAE" w:rsidP="001D230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85CFD"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 предложения:</w:t>
            </w:r>
          </w:p>
          <w:p w:rsidR="009F7BAE" w:rsidRPr="00385CFD" w:rsidRDefault="009F7BAE" w:rsidP="001D23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Любить – это значит…</w:t>
            </w:r>
          </w:p>
          <w:p w:rsidR="009F7BAE" w:rsidRPr="00385CFD" w:rsidRDefault="009F7BAE" w:rsidP="001D23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Я хочу, чтобы моя  любовь была…</w:t>
            </w:r>
          </w:p>
          <w:p w:rsidR="009F7BAE" w:rsidRPr="00385CFD" w:rsidRDefault="009F7BAE" w:rsidP="001D23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Я не хочу, чтобы моя любовь была…</w:t>
            </w:r>
          </w:p>
          <w:p w:rsidR="009F7BAE" w:rsidRPr="00385CFD" w:rsidRDefault="009F7BAE" w:rsidP="001D23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Быть любимым – это значит…</w:t>
            </w:r>
          </w:p>
          <w:p w:rsidR="009F7BAE" w:rsidRPr="00385CFD" w:rsidRDefault="009F7BAE" w:rsidP="001D23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Любовь дает право на…</w:t>
            </w:r>
          </w:p>
          <w:p w:rsidR="009F7BAE" w:rsidRPr="00385CFD" w:rsidRDefault="009F7BAE" w:rsidP="001D23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Любовь не дает права на…</w:t>
            </w:r>
          </w:p>
          <w:p w:rsidR="009F7BAE" w:rsidRPr="00385CFD" w:rsidRDefault="009F7BAE" w:rsidP="001D23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Любовь требует от другого человека…</w:t>
            </w:r>
          </w:p>
          <w:p w:rsidR="009F7BAE" w:rsidRDefault="009F7BAE" w:rsidP="001D23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5CFD">
              <w:rPr>
                <w:rFonts w:ascii="Times New Roman" w:hAnsi="Times New Roman"/>
                <w:sz w:val="28"/>
                <w:szCs w:val="28"/>
              </w:rPr>
              <w:t>Любовь не требует…</w:t>
            </w:r>
          </w:p>
          <w:p w:rsidR="009F7BAE" w:rsidRPr="00607BAF" w:rsidRDefault="009F7BAE" w:rsidP="00607BA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607BAF">
              <w:rPr>
                <w:rFonts w:ascii="Times New Roman" w:hAnsi="Times New Roman"/>
                <w:bCs/>
                <w:sz w:val="28"/>
                <w:szCs w:val="28"/>
              </w:rPr>
              <w:t xml:space="preserve">Помните, до тех пор, пока в сердце горит огонь любви, человек живёт, творит, постигает мир. </w:t>
            </w:r>
          </w:p>
          <w:p w:rsidR="009F7BAE" w:rsidRPr="00607BAF" w:rsidRDefault="009F7BAE" w:rsidP="00607B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07BAF">
              <w:rPr>
                <w:rFonts w:ascii="Times New Roman" w:hAnsi="Times New Roman"/>
                <w:sz w:val="28"/>
                <w:szCs w:val="28"/>
              </w:rPr>
              <w:t>Один священник сказал: «Грядут времена, когда только любовь спасёт нас, учись растить в себе любовь, ведь мы пропадем без любви…». Давайте прислушаемся к совету мудрейших.</w:t>
            </w:r>
          </w:p>
          <w:p w:rsidR="009F7BAE" w:rsidRPr="00385CFD" w:rsidRDefault="009F7BAE" w:rsidP="001D23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7BAE" w:rsidRPr="00385CFD" w:rsidRDefault="009F7BAE" w:rsidP="006D5C1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:rsidR="009F7BAE" w:rsidRDefault="009F7BAE" w:rsidP="003414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F7BAE" w:rsidRDefault="009F7BAE" w:rsidP="003414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F7BAE" w:rsidRDefault="009F7BAE" w:rsidP="003414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F7BAE" w:rsidRDefault="009F7BAE" w:rsidP="003414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F7BAE" w:rsidRDefault="009F7BAE" w:rsidP="003414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F7BAE" w:rsidRDefault="009F7BAE" w:rsidP="003414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F7BAE" w:rsidRDefault="009F7BAE" w:rsidP="003414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F7BAE" w:rsidRDefault="009F7BAE" w:rsidP="003414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F7BAE" w:rsidRPr="001D2301" w:rsidRDefault="009F7BAE" w:rsidP="003414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2301">
              <w:rPr>
                <w:rFonts w:ascii="Times New Roman" w:hAnsi="Times New Roman"/>
                <w:bCs/>
                <w:sz w:val="28"/>
                <w:szCs w:val="28"/>
              </w:rPr>
              <w:t>Высказывания учащихся</w:t>
            </w:r>
          </w:p>
        </w:tc>
      </w:tr>
    </w:tbl>
    <w:p w:rsidR="009F7BAE" w:rsidRDefault="009F7BAE" w:rsidP="5F7151A0">
      <w:pPr>
        <w:jc w:val="both"/>
        <w:rPr>
          <w:rFonts w:cs="Calibri"/>
          <w:b/>
          <w:bCs/>
          <w:sz w:val="28"/>
          <w:szCs w:val="28"/>
        </w:rPr>
      </w:pPr>
    </w:p>
    <w:sectPr w:rsidR="009F7BAE" w:rsidSect="001D2301">
      <w:pgSz w:w="11906" w:h="16838"/>
      <w:pgMar w:top="1134" w:right="746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BAE" w:rsidRDefault="009F7BAE" w:rsidP="009C65FC">
      <w:pPr>
        <w:spacing w:after="0" w:line="240" w:lineRule="auto"/>
      </w:pPr>
      <w:r>
        <w:separator/>
      </w:r>
    </w:p>
  </w:endnote>
  <w:endnote w:type="continuationSeparator" w:id="0">
    <w:p w:rsidR="009F7BAE" w:rsidRDefault="009F7BAE" w:rsidP="009C6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AE" w:rsidRDefault="009F7BAE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113.6pt;margin-top:704.2pt;width:346.4pt;height:16.1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" filled="f" stroked="f">
          <v:textbox style="mso-fit-shape-to-text:t" inset="0,0,0,0">
            <w:txbxContent>
              <w:p w:rsidR="009F7BAE" w:rsidRDefault="009F7BAE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0"/>
                    <w:noProof w:val="0"/>
                  </w:rPr>
                  <w:t>(подпись и фамилия, имя, отчество прописью полностью)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AE" w:rsidRDefault="009F7BAE">
    <w:pPr>
      <w:pStyle w:val="Footer"/>
    </w:pPr>
  </w:p>
  <w:p w:rsidR="009F7BAE" w:rsidRDefault="009F7BAE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BAE" w:rsidRDefault="009F7BAE" w:rsidP="009C65FC">
      <w:pPr>
        <w:spacing w:after="0" w:line="240" w:lineRule="auto"/>
      </w:pPr>
      <w:r>
        <w:separator/>
      </w:r>
    </w:p>
  </w:footnote>
  <w:footnote w:type="continuationSeparator" w:id="0">
    <w:p w:rsidR="009F7BAE" w:rsidRDefault="009F7BAE" w:rsidP="009C6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6729"/>
    <w:multiLevelType w:val="multilevel"/>
    <w:tmpl w:val="D72EA5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6FC03BD"/>
    <w:multiLevelType w:val="hybridMultilevel"/>
    <w:tmpl w:val="FFFFFFFF"/>
    <w:lvl w:ilvl="0" w:tplc="0FF0A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AB4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3888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C9B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EC50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1EF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64CE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0EC9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A23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B2B0C"/>
    <w:multiLevelType w:val="hybridMultilevel"/>
    <w:tmpl w:val="FFFFFFFF"/>
    <w:lvl w:ilvl="0" w:tplc="3CA27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207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C09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04A0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821A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363F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BAF3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7C00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FEBA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0742BA"/>
    <w:multiLevelType w:val="hybridMultilevel"/>
    <w:tmpl w:val="FFFFFFFF"/>
    <w:lvl w:ilvl="0" w:tplc="47F05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B2B7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884A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88FD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7A45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647E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36D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D620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6C6C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0053E"/>
    <w:multiLevelType w:val="hybridMultilevel"/>
    <w:tmpl w:val="FFFFFFFF"/>
    <w:lvl w:ilvl="0" w:tplc="80CEE3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465E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9494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F2D8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64DA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CA3A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1402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E27C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0A8A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BF7B72"/>
    <w:multiLevelType w:val="multilevel"/>
    <w:tmpl w:val="470E3EB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769808CB"/>
    <w:multiLevelType w:val="multilevel"/>
    <w:tmpl w:val="E3AE484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78FB0006"/>
    <w:multiLevelType w:val="hybridMultilevel"/>
    <w:tmpl w:val="FFFFFFFF"/>
    <w:lvl w:ilvl="0" w:tplc="30EC1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6471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EE5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B870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A02F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50D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03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C2B6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6A74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6506C5"/>
    <w:multiLevelType w:val="hybridMultilevel"/>
    <w:tmpl w:val="FFFFFFFF"/>
    <w:lvl w:ilvl="0" w:tplc="DC681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5EA0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C076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A8A6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621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D00F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146F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21B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EA2B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9C146DE"/>
    <w:rsid w:val="00000240"/>
    <w:rsid w:val="00026B83"/>
    <w:rsid w:val="00027921"/>
    <w:rsid w:val="0003679A"/>
    <w:rsid w:val="00042D9C"/>
    <w:rsid w:val="00082564"/>
    <w:rsid w:val="00092B77"/>
    <w:rsid w:val="000B5881"/>
    <w:rsid w:val="000C2D9A"/>
    <w:rsid w:val="000D49F0"/>
    <w:rsid w:val="000E1818"/>
    <w:rsid w:val="000F19F6"/>
    <w:rsid w:val="00132661"/>
    <w:rsid w:val="00155AE7"/>
    <w:rsid w:val="00182353"/>
    <w:rsid w:val="0019798A"/>
    <w:rsid w:val="001B1267"/>
    <w:rsid w:val="001B5A6A"/>
    <w:rsid w:val="001B74A1"/>
    <w:rsid w:val="001D0E3B"/>
    <w:rsid w:val="001D2301"/>
    <w:rsid w:val="001E4EE3"/>
    <w:rsid w:val="001F6BC5"/>
    <w:rsid w:val="0020319D"/>
    <w:rsid w:val="002143E1"/>
    <w:rsid w:val="0024087D"/>
    <w:rsid w:val="002416FC"/>
    <w:rsid w:val="00260C50"/>
    <w:rsid w:val="0028276B"/>
    <w:rsid w:val="002A1449"/>
    <w:rsid w:val="002A377D"/>
    <w:rsid w:val="002A61CA"/>
    <w:rsid w:val="002B54C2"/>
    <w:rsid w:val="00303571"/>
    <w:rsid w:val="003414A4"/>
    <w:rsid w:val="00385CFD"/>
    <w:rsid w:val="00390008"/>
    <w:rsid w:val="003A6D40"/>
    <w:rsid w:val="003C2591"/>
    <w:rsid w:val="003D6DBE"/>
    <w:rsid w:val="003E1908"/>
    <w:rsid w:val="00413A08"/>
    <w:rsid w:val="00442BBF"/>
    <w:rsid w:val="00444576"/>
    <w:rsid w:val="00484B3A"/>
    <w:rsid w:val="004A7509"/>
    <w:rsid w:val="004B1ED1"/>
    <w:rsid w:val="004C56E5"/>
    <w:rsid w:val="005035CD"/>
    <w:rsid w:val="005708C3"/>
    <w:rsid w:val="00574B48"/>
    <w:rsid w:val="005972DB"/>
    <w:rsid w:val="005F3779"/>
    <w:rsid w:val="006024A5"/>
    <w:rsid w:val="00607BAF"/>
    <w:rsid w:val="0062082C"/>
    <w:rsid w:val="006623CF"/>
    <w:rsid w:val="00666134"/>
    <w:rsid w:val="00672423"/>
    <w:rsid w:val="00680F30"/>
    <w:rsid w:val="006820EB"/>
    <w:rsid w:val="00682C6B"/>
    <w:rsid w:val="006A2069"/>
    <w:rsid w:val="006A6F12"/>
    <w:rsid w:val="006D5C10"/>
    <w:rsid w:val="0070507D"/>
    <w:rsid w:val="00717731"/>
    <w:rsid w:val="007346B6"/>
    <w:rsid w:val="007528F2"/>
    <w:rsid w:val="0076044E"/>
    <w:rsid w:val="007628C1"/>
    <w:rsid w:val="007B635F"/>
    <w:rsid w:val="007E6BCE"/>
    <w:rsid w:val="00826397"/>
    <w:rsid w:val="008A428D"/>
    <w:rsid w:val="008E54B3"/>
    <w:rsid w:val="009C334B"/>
    <w:rsid w:val="009C65FC"/>
    <w:rsid w:val="009E1A88"/>
    <w:rsid w:val="009F7BAE"/>
    <w:rsid w:val="00A04A5C"/>
    <w:rsid w:val="00A2418D"/>
    <w:rsid w:val="00A314CA"/>
    <w:rsid w:val="00A46B7C"/>
    <w:rsid w:val="00A56CEB"/>
    <w:rsid w:val="00A60B1E"/>
    <w:rsid w:val="00A7612D"/>
    <w:rsid w:val="00A81DC9"/>
    <w:rsid w:val="00AC46A4"/>
    <w:rsid w:val="00AF4849"/>
    <w:rsid w:val="00AF6112"/>
    <w:rsid w:val="00AF65C8"/>
    <w:rsid w:val="00B04EA1"/>
    <w:rsid w:val="00B206B7"/>
    <w:rsid w:val="00B506A8"/>
    <w:rsid w:val="00BA0166"/>
    <w:rsid w:val="00BA4B91"/>
    <w:rsid w:val="00BC7597"/>
    <w:rsid w:val="00C00B5E"/>
    <w:rsid w:val="00C037F7"/>
    <w:rsid w:val="00C15069"/>
    <w:rsid w:val="00C26997"/>
    <w:rsid w:val="00C36998"/>
    <w:rsid w:val="00C57737"/>
    <w:rsid w:val="00C9216C"/>
    <w:rsid w:val="00CB2453"/>
    <w:rsid w:val="00CC3B0E"/>
    <w:rsid w:val="00CC6359"/>
    <w:rsid w:val="00CD07DD"/>
    <w:rsid w:val="00CF0728"/>
    <w:rsid w:val="00CF1B81"/>
    <w:rsid w:val="00D447DA"/>
    <w:rsid w:val="00D97C54"/>
    <w:rsid w:val="00DB75DE"/>
    <w:rsid w:val="00DF3E01"/>
    <w:rsid w:val="00E2685F"/>
    <w:rsid w:val="00E27169"/>
    <w:rsid w:val="00E543AA"/>
    <w:rsid w:val="00EB276D"/>
    <w:rsid w:val="00EC316F"/>
    <w:rsid w:val="00F12386"/>
    <w:rsid w:val="00F12B33"/>
    <w:rsid w:val="00F4422E"/>
    <w:rsid w:val="00F92205"/>
    <w:rsid w:val="00FB2B75"/>
    <w:rsid w:val="00FD34ED"/>
    <w:rsid w:val="19C146DE"/>
    <w:rsid w:val="332CF768"/>
    <w:rsid w:val="413A1C00"/>
    <w:rsid w:val="5F7151A0"/>
    <w:rsid w:val="67AFAA10"/>
    <w:rsid w:val="6BAF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5F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E6BC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uiPriority w:val="99"/>
    <w:rsid w:val="009C65F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9C65FC"/>
    <w:rPr>
      <w:rFonts w:cs="Times New Roman"/>
      <w:color w:val="0563C1"/>
      <w:u w:val="single"/>
    </w:rPr>
  </w:style>
  <w:style w:type="character" w:customStyle="1" w:styleId="HeaderChar">
    <w:name w:val="Header Char"/>
    <w:uiPriority w:val="99"/>
    <w:locked/>
    <w:rsid w:val="009C65FC"/>
  </w:style>
  <w:style w:type="paragraph" w:styleId="Header">
    <w:name w:val="header"/>
    <w:basedOn w:val="Normal"/>
    <w:link w:val="HeaderChar1"/>
    <w:uiPriority w:val="99"/>
    <w:rsid w:val="009C65FC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6820EB"/>
    <w:rPr>
      <w:rFonts w:cs="Times New Roman"/>
      <w:lang w:eastAsia="en-US"/>
    </w:rPr>
  </w:style>
  <w:style w:type="character" w:customStyle="1" w:styleId="FooterChar">
    <w:name w:val="Footer Char"/>
    <w:uiPriority w:val="99"/>
    <w:locked/>
    <w:rsid w:val="009C65FC"/>
  </w:style>
  <w:style w:type="paragraph" w:styleId="Footer">
    <w:name w:val="footer"/>
    <w:basedOn w:val="Normal"/>
    <w:link w:val="FooterChar1"/>
    <w:uiPriority w:val="99"/>
    <w:rsid w:val="009C65FC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6820EB"/>
    <w:rPr>
      <w:rFonts w:cs="Times New Roman"/>
      <w:lang w:eastAsia="en-US"/>
    </w:rPr>
  </w:style>
  <w:style w:type="paragraph" w:styleId="NormalWeb">
    <w:name w:val="Normal (Web)"/>
    <w:basedOn w:val="Normal"/>
    <w:uiPriority w:val="99"/>
    <w:rsid w:val="00C269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">
    <w:name w:val="Заголовок №1_"/>
    <w:basedOn w:val="DefaultParagraphFont"/>
    <w:link w:val="10"/>
    <w:uiPriority w:val="99"/>
    <w:locked/>
    <w:rsid w:val="0028276B"/>
    <w:rPr>
      <w:rFonts w:cs="Times New Roman"/>
      <w:b/>
      <w:bCs/>
      <w:sz w:val="28"/>
      <w:szCs w:val="28"/>
      <w:lang w:bidi="ar-SA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28276B"/>
    <w:rPr>
      <w:rFonts w:cs="Times New Roman"/>
      <w:b/>
      <w:bCs/>
      <w:sz w:val="28"/>
      <w:szCs w:val="28"/>
      <w:lang w:bidi="ar-SA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28276B"/>
    <w:rPr>
      <w:rFonts w:cs="Times New Roman"/>
      <w:sz w:val="28"/>
      <w:szCs w:val="28"/>
      <w:lang w:bidi="ar-SA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28276B"/>
    <w:rPr>
      <w:rFonts w:cs="Times New Roman"/>
      <w:i/>
      <w:iCs/>
      <w:sz w:val="28"/>
      <w:szCs w:val="28"/>
      <w:lang w:bidi="ar-SA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28276B"/>
    <w:rPr>
      <w:rFonts w:cs="Times New Roman"/>
      <w:lang w:bidi="ar-SA"/>
    </w:rPr>
  </w:style>
  <w:style w:type="character" w:customStyle="1" w:styleId="a">
    <w:name w:val="Колонтитул_"/>
    <w:basedOn w:val="DefaultParagraphFont"/>
    <w:link w:val="11"/>
    <w:uiPriority w:val="99"/>
    <w:locked/>
    <w:rsid w:val="0028276B"/>
    <w:rPr>
      <w:rFonts w:cs="Times New Roman"/>
      <w:sz w:val="28"/>
      <w:szCs w:val="28"/>
      <w:lang w:bidi="ar-SA"/>
    </w:rPr>
  </w:style>
  <w:style w:type="character" w:customStyle="1" w:styleId="a0">
    <w:name w:val="Колонтитул"/>
    <w:basedOn w:val="a"/>
    <w:uiPriority w:val="99"/>
    <w:rsid w:val="0028276B"/>
    <w:rPr>
      <w:color w:val="000000"/>
      <w:spacing w:val="0"/>
      <w:w w:val="100"/>
      <w:position w:val="0"/>
      <w:lang w:val="ru-RU" w:eastAsia="ru-RU"/>
    </w:rPr>
  </w:style>
  <w:style w:type="character" w:customStyle="1" w:styleId="40">
    <w:name w:val="Основной текст (4) + Не курсив"/>
    <w:basedOn w:val="4"/>
    <w:uiPriority w:val="99"/>
    <w:rsid w:val="0028276B"/>
    <w:rPr>
      <w:color w:val="000000"/>
      <w:spacing w:val="0"/>
      <w:w w:val="100"/>
      <w:position w:val="0"/>
      <w:lang w:val="ru-RU" w:eastAsia="ru-RU"/>
    </w:rPr>
  </w:style>
  <w:style w:type="paragraph" w:customStyle="1" w:styleId="10">
    <w:name w:val="Заголовок №1"/>
    <w:basedOn w:val="Normal"/>
    <w:link w:val="1"/>
    <w:uiPriority w:val="99"/>
    <w:rsid w:val="0028276B"/>
    <w:pPr>
      <w:widowControl w:val="0"/>
      <w:shd w:val="clear" w:color="auto" w:fill="FFFFFF"/>
      <w:spacing w:after="0" w:line="322" w:lineRule="exact"/>
      <w:jc w:val="center"/>
      <w:outlineLvl w:val="0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customStyle="1" w:styleId="30">
    <w:name w:val="Основной текст (3)"/>
    <w:basedOn w:val="Normal"/>
    <w:link w:val="3"/>
    <w:uiPriority w:val="99"/>
    <w:rsid w:val="0028276B"/>
    <w:pPr>
      <w:widowControl w:val="0"/>
      <w:shd w:val="clear" w:color="auto" w:fill="FFFFFF"/>
      <w:spacing w:after="0" w:line="322" w:lineRule="exact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customStyle="1" w:styleId="21">
    <w:name w:val="Основной текст (2)1"/>
    <w:basedOn w:val="Normal"/>
    <w:link w:val="2"/>
    <w:uiPriority w:val="99"/>
    <w:rsid w:val="0028276B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noProof/>
      <w:sz w:val="28"/>
      <w:szCs w:val="28"/>
      <w:lang w:eastAsia="ru-RU"/>
    </w:rPr>
  </w:style>
  <w:style w:type="paragraph" w:customStyle="1" w:styleId="41">
    <w:name w:val="Основной текст (4)1"/>
    <w:basedOn w:val="Normal"/>
    <w:link w:val="4"/>
    <w:uiPriority w:val="99"/>
    <w:rsid w:val="0028276B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i/>
      <w:iCs/>
      <w:noProof/>
      <w:sz w:val="28"/>
      <w:szCs w:val="28"/>
      <w:lang w:eastAsia="ru-RU"/>
    </w:rPr>
  </w:style>
  <w:style w:type="paragraph" w:customStyle="1" w:styleId="50">
    <w:name w:val="Основной текст (5)"/>
    <w:basedOn w:val="Normal"/>
    <w:link w:val="5"/>
    <w:uiPriority w:val="99"/>
    <w:rsid w:val="0028276B"/>
    <w:pPr>
      <w:widowControl w:val="0"/>
      <w:shd w:val="clear" w:color="auto" w:fill="FFFFFF"/>
      <w:spacing w:before="240" w:after="240" w:line="274" w:lineRule="exact"/>
      <w:jc w:val="righ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11">
    <w:name w:val="Колонтитул1"/>
    <w:basedOn w:val="Normal"/>
    <w:link w:val="a"/>
    <w:uiPriority w:val="99"/>
    <w:rsid w:val="0028276B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8"/>
      <w:szCs w:val="28"/>
      <w:lang w:eastAsia="ru-RU"/>
    </w:rPr>
  </w:style>
  <w:style w:type="character" w:styleId="Strong">
    <w:name w:val="Strong"/>
    <w:basedOn w:val="DefaultParagraphFont"/>
    <w:uiPriority w:val="99"/>
    <w:qFormat/>
    <w:locked/>
    <w:rsid w:val="00607BA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09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520</TotalTime>
  <Pages>12</Pages>
  <Words>2177</Words>
  <Characters>12409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 Чиркунова</dc:creator>
  <cp:keywords/>
  <dc:description/>
  <cp:lastModifiedBy>DNA7 X86</cp:lastModifiedBy>
  <cp:revision>23</cp:revision>
  <dcterms:created xsi:type="dcterms:W3CDTF">2018-03-15T17:45:00Z</dcterms:created>
  <dcterms:modified xsi:type="dcterms:W3CDTF">2022-12-10T11:26:00Z</dcterms:modified>
</cp:coreProperties>
</file>