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C97" w:rsidRPr="002A518B" w:rsidRDefault="00A71C97" w:rsidP="00DB0567">
      <w:pPr>
        <w:pStyle w:val="NoSpacing"/>
        <w:rPr>
          <w:rFonts w:ascii="Times New Roman" w:hAnsi="Times New Roman"/>
          <w:color w:val="262626"/>
          <w:sz w:val="28"/>
          <w:szCs w:val="28"/>
          <w:lang w:val="en-US"/>
        </w:rPr>
      </w:pPr>
    </w:p>
    <w:p w:rsidR="00A71C97" w:rsidRPr="007F3CFE" w:rsidRDefault="00A71C97" w:rsidP="007063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</w:pPr>
      <w:r w:rsidRPr="007F3CFE">
        <w:t>Муниципальное общеобразовательное учреждение</w:t>
      </w:r>
    </w:p>
    <w:p w:rsidR="00A71C97" w:rsidRPr="007F3CFE" w:rsidRDefault="00A71C97" w:rsidP="007063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</w:pPr>
      <w:r w:rsidRPr="007F3CFE">
        <w:t xml:space="preserve"> Средняя общеобразовательная школа №52 </w:t>
      </w:r>
    </w:p>
    <w:p w:rsidR="00A71C97" w:rsidRPr="007F3CFE" w:rsidRDefault="00A71C97" w:rsidP="007063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</w:pPr>
    </w:p>
    <w:p w:rsidR="00A71C97" w:rsidRDefault="00A71C97" w:rsidP="007063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</w:pPr>
    </w:p>
    <w:p w:rsidR="00A71C97" w:rsidRPr="00FA2229" w:rsidRDefault="00A71C97" w:rsidP="007063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</w:pPr>
    </w:p>
    <w:tbl>
      <w:tblPr>
        <w:tblpPr w:leftFromText="180" w:rightFromText="180" w:vertAnchor="text" w:horzAnchor="margin" w:tblpY="5"/>
        <w:tblW w:w="5193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2940"/>
        <w:gridCol w:w="3314"/>
        <w:gridCol w:w="4012"/>
      </w:tblGrid>
      <w:tr w:rsidR="00A71C97" w:rsidRPr="00FA2229" w:rsidTr="007F3CFE">
        <w:trPr>
          <w:trHeight w:val="3060"/>
          <w:tblCellSpacing w:w="0" w:type="dxa"/>
        </w:trPr>
        <w:tc>
          <w:tcPr>
            <w:tcW w:w="1432" w:type="pct"/>
          </w:tcPr>
          <w:p w:rsidR="00A71C97" w:rsidRPr="00D7542A" w:rsidRDefault="00A71C97" w:rsidP="007F3CFE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«Рассмотрено»</w:t>
            </w:r>
          </w:p>
          <w:p w:rsidR="00A71C97" w:rsidRDefault="00A71C97" w:rsidP="007F3CFE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Руководитель МО</w:t>
            </w:r>
          </w:p>
          <w:p w:rsidR="00A71C97" w:rsidRDefault="00A71C97" w:rsidP="007F3CFE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________Степанова Е.А.</w:t>
            </w:r>
          </w:p>
          <w:p w:rsidR="00A71C97" w:rsidRDefault="00A71C97" w:rsidP="007F3CFE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</w:p>
          <w:p w:rsidR="00A71C97" w:rsidRPr="007F3CFE" w:rsidRDefault="00A71C97" w:rsidP="007F3CFE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«___» __________201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7</w:t>
            </w:r>
            <w:r>
              <w:rPr>
                <w:rFonts w:ascii="Times New Roman" w:hAnsi="Times New Roman" w:cs="Times New Roman"/>
                <w:color w:val="auto"/>
              </w:rPr>
              <w:t xml:space="preserve"> г.</w:t>
            </w:r>
          </w:p>
        </w:tc>
        <w:tc>
          <w:tcPr>
            <w:tcW w:w="1614" w:type="pct"/>
          </w:tcPr>
          <w:p w:rsidR="00A71C97" w:rsidRPr="00FA2229" w:rsidRDefault="00A71C97" w:rsidP="007F3CFE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A2229">
              <w:rPr>
                <w:rFonts w:ascii="Times New Roman" w:hAnsi="Times New Roman" w:cs="Times New Roman"/>
                <w:b/>
                <w:bCs/>
                <w:color w:val="auto"/>
              </w:rPr>
              <w:t>«Согласовано»:</w:t>
            </w:r>
          </w:p>
          <w:p w:rsidR="00A71C97" w:rsidRPr="00FA2229" w:rsidRDefault="00A71C97" w:rsidP="007F3CFE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 w:rsidRPr="00FA2229">
              <w:rPr>
                <w:rFonts w:ascii="Times New Roman" w:hAnsi="Times New Roman" w:cs="Times New Roman"/>
                <w:color w:val="auto"/>
              </w:rPr>
              <w:t>Зам. директора по УВР</w:t>
            </w:r>
          </w:p>
          <w:p w:rsidR="00A71C97" w:rsidRPr="00FA2229" w:rsidRDefault="00A71C97" w:rsidP="007F3CFE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__________ Кривоносова.Е.Б</w:t>
            </w:r>
            <w:r w:rsidRPr="00FA2229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A71C97" w:rsidRPr="00FA2229" w:rsidRDefault="00A71C97" w:rsidP="007F3CFE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</w:p>
          <w:p w:rsidR="00A71C97" w:rsidRPr="00FA2229" w:rsidRDefault="00A71C97" w:rsidP="007F3CFE">
            <w:pPr>
              <w:pStyle w:val="NormalWeb"/>
              <w:spacing w:before="0" w:beforeAutospacing="0" w:after="0" w:afterAutospacing="0"/>
              <w:ind w:left="17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"___"___________201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7</w:t>
            </w:r>
            <w:r w:rsidRPr="00FA2229">
              <w:rPr>
                <w:rFonts w:ascii="Times New Roman" w:hAnsi="Times New Roman" w:cs="Times New Roman"/>
                <w:color w:val="auto"/>
              </w:rPr>
              <w:t xml:space="preserve"> г.</w:t>
            </w:r>
          </w:p>
        </w:tc>
        <w:tc>
          <w:tcPr>
            <w:tcW w:w="1954" w:type="pct"/>
          </w:tcPr>
          <w:p w:rsidR="00A71C97" w:rsidRPr="00FA2229" w:rsidRDefault="00A71C97" w:rsidP="007F3CFE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FA2229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«Утверждаю»:</w:t>
            </w:r>
          </w:p>
          <w:p w:rsidR="00A71C97" w:rsidRPr="00FA2229" w:rsidRDefault="00A71C97" w:rsidP="007F3CFE">
            <w:pPr>
              <w:pStyle w:val="NormalWeb"/>
              <w:spacing w:before="0" w:beforeAutospacing="0" w:after="0" w:afterAutospacing="0"/>
              <w:ind w:right="-180"/>
              <w:rPr>
                <w:rFonts w:ascii="Times New Roman" w:hAnsi="Times New Roman" w:cs="Times New Roman"/>
                <w:color w:val="auto"/>
              </w:rPr>
            </w:pPr>
            <w:r w:rsidRPr="00FA2229">
              <w:rPr>
                <w:rFonts w:ascii="Times New Roman" w:hAnsi="Times New Roman" w:cs="Times New Roman"/>
                <w:b/>
                <w:bCs/>
                <w:color w:val="auto"/>
              </w:rPr>
              <w:t xml:space="preserve">Директор </w:t>
            </w:r>
            <w:r>
              <w:rPr>
                <w:rFonts w:ascii="Times New Roman" w:hAnsi="Times New Roman" w:cs="Times New Roman"/>
                <w:color w:val="auto"/>
              </w:rPr>
              <w:t>МОУ СОШ № 52</w:t>
            </w:r>
          </w:p>
          <w:p w:rsidR="00A71C97" w:rsidRPr="00FA2229" w:rsidRDefault="00A71C97" w:rsidP="007F3CFE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___________ Алтынникова Л.В</w:t>
            </w:r>
            <w:r w:rsidRPr="00FA2229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A71C97" w:rsidRPr="00FA2229" w:rsidRDefault="00A71C97" w:rsidP="007F3CFE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</w:p>
          <w:p w:rsidR="00A71C97" w:rsidRPr="00FA2229" w:rsidRDefault="00A71C97" w:rsidP="007F3CFE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"___"___________201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7</w:t>
            </w:r>
            <w:r w:rsidRPr="00FA2229">
              <w:rPr>
                <w:rFonts w:ascii="Times New Roman" w:hAnsi="Times New Roman" w:cs="Times New Roman"/>
                <w:color w:val="auto"/>
              </w:rPr>
              <w:t xml:space="preserve"> г.</w:t>
            </w:r>
          </w:p>
        </w:tc>
      </w:tr>
    </w:tbl>
    <w:p w:rsidR="00A71C97" w:rsidRPr="00FA2229" w:rsidRDefault="00A71C97" w:rsidP="007063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</w:pPr>
    </w:p>
    <w:p w:rsidR="00A71C97" w:rsidRPr="00FA2229" w:rsidRDefault="00A71C97" w:rsidP="007063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</w:pPr>
    </w:p>
    <w:p w:rsidR="00A71C97" w:rsidRDefault="00A71C97" w:rsidP="00706345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32"/>
          <w:szCs w:val="32"/>
          <w:lang w:val="en-US"/>
        </w:rPr>
      </w:pPr>
    </w:p>
    <w:p w:rsidR="00A71C97" w:rsidRDefault="00A71C97" w:rsidP="00706345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32"/>
          <w:szCs w:val="32"/>
          <w:lang w:val="en-US"/>
        </w:rPr>
      </w:pPr>
    </w:p>
    <w:p w:rsidR="00A71C97" w:rsidRDefault="00A71C97" w:rsidP="00706345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32"/>
          <w:szCs w:val="32"/>
          <w:lang w:val="en-US"/>
        </w:rPr>
      </w:pPr>
    </w:p>
    <w:p w:rsidR="00A71C97" w:rsidRPr="007F3CFE" w:rsidRDefault="00A71C97" w:rsidP="00706345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32"/>
          <w:szCs w:val="32"/>
          <w:lang w:val="en-US"/>
        </w:rPr>
      </w:pPr>
    </w:p>
    <w:p w:rsidR="00A71C97" w:rsidRPr="00FA2229" w:rsidRDefault="00A71C97" w:rsidP="007063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36"/>
          <w:szCs w:val="36"/>
        </w:rPr>
      </w:pPr>
      <w:r w:rsidRPr="00FA2229">
        <w:rPr>
          <w:b/>
          <w:bCs/>
          <w:color w:val="000000"/>
          <w:sz w:val="36"/>
          <w:szCs w:val="36"/>
        </w:rPr>
        <w:t>Рабочая программа по технологии</w:t>
      </w:r>
    </w:p>
    <w:p w:rsidR="00A71C97" w:rsidRPr="00FA2229" w:rsidRDefault="00A71C97" w:rsidP="00706345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  <w:r>
        <w:rPr>
          <w:color w:val="000000"/>
        </w:rPr>
        <w:t>(вариант для девочек</w:t>
      </w:r>
      <w:r w:rsidRPr="00FA2229">
        <w:rPr>
          <w:color w:val="000000"/>
        </w:rPr>
        <w:t xml:space="preserve">) </w:t>
      </w:r>
    </w:p>
    <w:p w:rsidR="00A71C97" w:rsidRPr="00FA2229" w:rsidRDefault="00A71C97" w:rsidP="00706345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5 – </w:t>
      </w:r>
      <w:r>
        <w:rPr>
          <w:b/>
          <w:color w:val="000000"/>
          <w:sz w:val="32"/>
          <w:szCs w:val="32"/>
          <w:lang w:val="en-US"/>
        </w:rPr>
        <w:t>7</w:t>
      </w:r>
      <w:r w:rsidRPr="00FA2229">
        <w:rPr>
          <w:b/>
          <w:color w:val="000000"/>
          <w:sz w:val="32"/>
          <w:szCs w:val="32"/>
        </w:rPr>
        <w:t xml:space="preserve"> класс</w:t>
      </w:r>
    </w:p>
    <w:p w:rsidR="00A71C97" w:rsidRPr="00FA2229" w:rsidRDefault="00A71C97" w:rsidP="00706345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  <w:r>
        <w:rPr>
          <w:color w:val="000000"/>
        </w:rPr>
        <w:t xml:space="preserve"> по 2часа в неделю (68ч)</w:t>
      </w:r>
    </w:p>
    <w:p w:rsidR="00A71C97" w:rsidRPr="00FA2229" w:rsidRDefault="00A71C97" w:rsidP="00706345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  <w:r>
        <w:rPr>
          <w:color w:val="000000"/>
        </w:rPr>
        <w:t>на 201</w:t>
      </w:r>
      <w:r w:rsidRPr="007B32E6">
        <w:rPr>
          <w:color w:val="000000"/>
        </w:rPr>
        <w:t>7</w:t>
      </w:r>
      <w:r>
        <w:rPr>
          <w:color w:val="000000"/>
        </w:rPr>
        <w:t>-201</w:t>
      </w:r>
      <w:r w:rsidRPr="007B32E6">
        <w:rPr>
          <w:color w:val="000000"/>
        </w:rPr>
        <w:t>8</w:t>
      </w:r>
      <w:r w:rsidRPr="00FA2229">
        <w:rPr>
          <w:color w:val="000000"/>
        </w:rPr>
        <w:t xml:space="preserve"> учебный год</w:t>
      </w:r>
    </w:p>
    <w:p w:rsidR="00A71C97" w:rsidRPr="00FA2229" w:rsidRDefault="00A71C97" w:rsidP="0039223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</w:rPr>
      </w:pPr>
    </w:p>
    <w:p w:rsidR="00A71C97" w:rsidRPr="00FA2229" w:rsidRDefault="00A71C97" w:rsidP="00706345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4"/>
          <w:szCs w:val="24"/>
        </w:rPr>
      </w:pPr>
    </w:p>
    <w:p w:rsidR="00A71C97" w:rsidRPr="00FA2229" w:rsidRDefault="00A71C97" w:rsidP="00706345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32"/>
          <w:szCs w:val="32"/>
        </w:rPr>
      </w:pPr>
    </w:p>
    <w:p w:rsidR="00A71C97" w:rsidRPr="00FA2229" w:rsidRDefault="00A71C97" w:rsidP="00706345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32"/>
          <w:szCs w:val="32"/>
        </w:rPr>
      </w:pPr>
    </w:p>
    <w:p w:rsidR="00A71C97" w:rsidRPr="00FA2229" w:rsidRDefault="00A71C97" w:rsidP="00706345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32"/>
          <w:szCs w:val="32"/>
        </w:rPr>
      </w:pPr>
    </w:p>
    <w:p w:rsidR="00A71C97" w:rsidRPr="00FA2229" w:rsidRDefault="00A71C97" w:rsidP="00706345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32"/>
          <w:szCs w:val="32"/>
        </w:rPr>
      </w:pPr>
    </w:p>
    <w:p w:rsidR="00A71C97" w:rsidRPr="00FA2229" w:rsidRDefault="00A71C97" w:rsidP="00706345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</w:p>
    <w:p w:rsidR="00A71C97" w:rsidRDefault="00A71C97" w:rsidP="007063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Составила</w:t>
      </w:r>
      <w:r w:rsidRPr="00FA2229">
        <w:rPr>
          <w:b/>
          <w:bCs/>
          <w:color w:val="000000"/>
        </w:rPr>
        <w:t>:</w:t>
      </w:r>
    </w:p>
    <w:p w:rsidR="00A71C97" w:rsidRPr="00FA2229" w:rsidRDefault="00A71C97" w:rsidP="0070634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Коноваленко О.И.</w:t>
      </w:r>
    </w:p>
    <w:p w:rsidR="00A71C97" w:rsidRDefault="00A71C97" w:rsidP="00392233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  <w:r w:rsidRPr="007B32E6">
        <w:rPr>
          <w:color w:val="000000"/>
        </w:rPr>
        <w:t xml:space="preserve">                                                                                                    </w:t>
      </w:r>
      <w:r w:rsidRPr="00FA2229">
        <w:rPr>
          <w:color w:val="000000"/>
        </w:rPr>
        <w:t>учитель технологии</w:t>
      </w:r>
    </w:p>
    <w:p w:rsidR="00A71C97" w:rsidRPr="00FA2229" w:rsidRDefault="00A71C97" w:rsidP="00392233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1 кв.категории</w:t>
      </w:r>
    </w:p>
    <w:p w:rsidR="00A71C97" w:rsidRPr="002A4DBE" w:rsidRDefault="00A71C97" w:rsidP="00706345">
      <w:pPr>
        <w:spacing w:after="0" w:line="240" w:lineRule="auto"/>
        <w:rPr>
          <w:color w:val="000000"/>
        </w:rPr>
      </w:pPr>
    </w:p>
    <w:p w:rsidR="00A71C97" w:rsidRPr="00FA2229" w:rsidRDefault="00A71C97" w:rsidP="00706345">
      <w:pPr>
        <w:spacing w:after="0" w:line="240" w:lineRule="auto"/>
        <w:rPr>
          <w:color w:val="000000"/>
        </w:rPr>
      </w:pPr>
    </w:p>
    <w:p w:rsidR="00A71C97" w:rsidRPr="00FA2229" w:rsidRDefault="00A71C97" w:rsidP="00706345">
      <w:pPr>
        <w:spacing w:after="0" w:line="240" w:lineRule="auto"/>
        <w:rPr>
          <w:color w:val="000000"/>
        </w:rPr>
      </w:pPr>
    </w:p>
    <w:p w:rsidR="00A71C97" w:rsidRPr="00FA2229" w:rsidRDefault="00A71C97" w:rsidP="00706345">
      <w:pPr>
        <w:spacing w:after="0" w:line="240" w:lineRule="auto"/>
        <w:rPr>
          <w:color w:val="000000"/>
        </w:rPr>
      </w:pPr>
    </w:p>
    <w:p w:rsidR="00A71C97" w:rsidRPr="00FA2229" w:rsidRDefault="00A71C97" w:rsidP="00706345">
      <w:pPr>
        <w:spacing w:after="0" w:line="240" w:lineRule="auto"/>
        <w:rPr>
          <w:color w:val="000000"/>
        </w:rPr>
      </w:pPr>
    </w:p>
    <w:p w:rsidR="00A71C97" w:rsidRPr="00FA2229" w:rsidRDefault="00A71C97" w:rsidP="00706345">
      <w:pPr>
        <w:spacing w:after="0" w:line="240" w:lineRule="auto"/>
        <w:rPr>
          <w:color w:val="000000"/>
        </w:rPr>
      </w:pPr>
    </w:p>
    <w:p w:rsidR="00A71C97" w:rsidRPr="00FA2229" w:rsidRDefault="00A71C97" w:rsidP="00706345">
      <w:pPr>
        <w:spacing w:after="0" w:line="240" w:lineRule="auto"/>
        <w:rPr>
          <w:color w:val="000000"/>
        </w:rPr>
      </w:pPr>
    </w:p>
    <w:p w:rsidR="00A71C97" w:rsidRPr="00FA2229" w:rsidRDefault="00A71C97" w:rsidP="00706345">
      <w:pPr>
        <w:spacing w:after="0" w:line="240" w:lineRule="auto"/>
        <w:rPr>
          <w:color w:val="000000"/>
        </w:rPr>
      </w:pPr>
    </w:p>
    <w:p w:rsidR="00A71C97" w:rsidRPr="00FA2229" w:rsidRDefault="00A71C97" w:rsidP="00706345">
      <w:pPr>
        <w:spacing w:after="0" w:line="240" w:lineRule="auto"/>
        <w:rPr>
          <w:color w:val="000000"/>
        </w:rPr>
      </w:pPr>
    </w:p>
    <w:p w:rsidR="00A71C97" w:rsidRPr="001724B9" w:rsidRDefault="00A71C97" w:rsidP="001724B9">
      <w:pPr>
        <w:spacing w:after="0" w:line="240" w:lineRule="auto"/>
        <w:jc w:val="center"/>
        <w:rPr>
          <w:color w:val="000000"/>
        </w:rPr>
      </w:pPr>
      <w:r w:rsidRPr="007F3CFE">
        <w:rPr>
          <w:color w:val="000000"/>
        </w:rPr>
        <w:t xml:space="preserve">Шилка </w:t>
      </w:r>
      <w:smartTag w:uri="urn:schemas-microsoft-com:office:smarttags" w:element="metricconverter">
        <w:smartTagPr>
          <w:attr w:name="ProductID" w:val="2017 г"/>
        </w:smartTagPr>
        <w:r>
          <w:rPr>
            <w:color w:val="000000"/>
          </w:rPr>
          <w:t>201</w:t>
        </w:r>
        <w:r w:rsidRPr="007B32E6">
          <w:rPr>
            <w:color w:val="000000"/>
          </w:rPr>
          <w:t>7</w:t>
        </w:r>
        <w:r w:rsidRPr="007F3CFE">
          <w:rPr>
            <w:color w:val="000000"/>
          </w:rPr>
          <w:t xml:space="preserve"> г</w:t>
        </w:r>
      </w:smartTag>
      <w:r w:rsidRPr="007F3CFE">
        <w:rPr>
          <w:color w:val="000000"/>
        </w:rPr>
        <w:t>.</w:t>
      </w:r>
    </w:p>
    <w:p w:rsidR="00A71C97" w:rsidRDefault="00A71C97" w:rsidP="00706345">
      <w:pPr>
        <w:pStyle w:val="NoSpacing"/>
        <w:jc w:val="center"/>
        <w:rPr>
          <w:rFonts w:ascii="Times New Roman" w:hAnsi="Times New Roman"/>
          <w:b/>
          <w:color w:val="262626"/>
          <w:sz w:val="28"/>
          <w:szCs w:val="28"/>
        </w:rPr>
      </w:pPr>
    </w:p>
    <w:p w:rsidR="00A71C97" w:rsidRDefault="00A71C97" w:rsidP="00706345">
      <w:pPr>
        <w:pStyle w:val="NoSpacing"/>
        <w:jc w:val="center"/>
        <w:rPr>
          <w:rFonts w:ascii="Times New Roman" w:hAnsi="Times New Roman"/>
          <w:b/>
          <w:color w:val="262626"/>
          <w:sz w:val="28"/>
          <w:szCs w:val="28"/>
        </w:rPr>
      </w:pPr>
    </w:p>
    <w:p w:rsidR="00A71C97" w:rsidRPr="001724B9" w:rsidRDefault="00A71C97" w:rsidP="00706345">
      <w:pPr>
        <w:pStyle w:val="NoSpacing"/>
        <w:jc w:val="center"/>
        <w:rPr>
          <w:rFonts w:ascii="Times New Roman" w:hAnsi="Times New Roman"/>
          <w:b/>
          <w:color w:val="262626"/>
          <w:sz w:val="28"/>
          <w:szCs w:val="28"/>
          <w:u w:val="single"/>
        </w:rPr>
      </w:pPr>
      <w:r w:rsidRPr="001724B9">
        <w:rPr>
          <w:rFonts w:ascii="Times New Roman" w:hAnsi="Times New Roman"/>
          <w:b/>
          <w:color w:val="262626"/>
          <w:sz w:val="28"/>
          <w:szCs w:val="28"/>
          <w:u w:val="single"/>
        </w:rPr>
        <w:t>ПОЯСНИТЕЛЬНАЯ ЗАПИСКА</w:t>
      </w:r>
    </w:p>
    <w:p w:rsidR="00A71C97" w:rsidRPr="003E095A" w:rsidRDefault="00A71C97" w:rsidP="003E095A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A71C97" w:rsidRPr="003E095A" w:rsidRDefault="00A71C97" w:rsidP="003E095A">
      <w:pPr>
        <w:autoSpaceDE w:val="0"/>
        <w:autoSpaceDN w:val="0"/>
        <w:adjustRightInd w:val="0"/>
        <w:spacing w:line="240" w:lineRule="auto"/>
        <w:ind w:firstLine="360"/>
        <w:jc w:val="both"/>
        <w:rPr>
          <w:sz w:val="24"/>
          <w:szCs w:val="24"/>
        </w:rPr>
      </w:pPr>
      <w:r w:rsidRPr="003E095A">
        <w:rPr>
          <w:sz w:val="24"/>
          <w:szCs w:val="24"/>
        </w:rPr>
        <w:t>Рабочая программа основного общего образования по предмету «Технология. Технологи</w:t>
      </w:r>
      <w:r>
        <w:rPr>
          <w:sz w:val="24"/>
          <w:szCs w:val="24"/>
        </w:rPr>
        <w:t xml:space="preserve">и ведения дома» для 5-6 х классов </w:t>
      </w:r>
      <w:r w:rsidRPr="003E095A">
        <w:rPr>
          <w:sz w:val="24"/>
          <w:szCs w:val="24"/>
        </w:rPr>
        <w:t xml:space="preserve">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поколения.    </w:t>
      </w:r>
    </w:p>
    <w:p w:rsidR="00A71C97" w:rsidRDefault="00A71C97" w:rsidP="003E095A">
      <w:pPr>
        <w:autoSpaceDE w:val="0"/>
        <w:autoSpaceDN w:val="0"/>
        <w:adjustRightInd w:val="0"/>
        <w:spacing w:line="240" w:lineRule="auto"/>
        <w:ind w:firstLine="398"/>
        <w:jc w:val="both"/>
        <w:rPr>
          <w:sz w:val="24"/>
          <w:szCs w:val="24"/>
        </w:rPr>
      </w:pPr>
      <w:r w:rsidRPr="003E095A">
        <w:rPr>
          <w:sz w:val="24"/>
          <w:szCs w:val="24"/>
        </w:rPr>
        <w:t>Данная рабочая программа составлена на основе следующих нормативных документах:</w:t>
      </w:r>
    </w:p>
    <w:p w:rsidR="00A71C97" w:rsidRPr="003E095A" w:rsidRDefault="00A71C97" w:rsidP="003E095A">
      <w:pPr>
        <w:autoSpaceDE w:val="0"/>
        <w:autoSpaceDN w:val="0"/>
        <w:adjustRightInd w:val="0"/>
        <w:spacing w:line="240" w:lineRule="auto"/>
        <w:ind w:firstLine="398"/>
        <w:jc w:val="both"/>
        <w:rPr>
          <w:sz w:val="24"/>
          <w:szCs w:val="24"/>
        </w:rPr>
      </w:pPr>
    </w:p>
    <w:p w:rsidR="00A71C97" w:rsidRPr="00A25851" w:rsidRDefault="00A71C97" w:rsidP="00A2585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E095A">
        <w:rPr>
          <w:sz w:val="24"/>
          <w:szCs w:val="24"/>
        </w:rPr>
        <w:t>Закон «Об образовании</w:t>
      </w:r>
      <w:r>
        <w:rPr>
          <w:sz w:val="24"/>
          <w:szCs w:val="24"/>
        </w:rPr>
        <w:t xml:space="preserve"> в Российской Федерации</w:t>
      </w:r>
      <w:r w:rsidRPr="003E095A">
        <w:rPr>
          <w:sz w:val="24"/>
          <w:szCs w:val="24"/>
        </w:rPr>
        <w:t xml:space="preserve">» № 273-ФЗ </w:t>
      </w:r>
      <w:r>
        <w:rPr>
          <w:sz w:val="24"/>
          <w:szCs w:val="24"/>
        </w:rPr>
        <w:t>(</w:t>
      </w:r>
      <w:r w:rsidRPr="003E095A">
        <w:rPr>
          <w:sz w:val="24"/>
          <w:szCs w:val="24"/>
        </w:rPr>
        <w:t xml:space="preserve">от 29 декабря </w:t>
      </w:r>
      <w:smartTag w:uri="urn:schemas-microsoft-com:office:smarttags" w:element="metricconverter">
        <w:smartTagPr>
          <w:attr w:name="ProductID" w:val="2007 г"/>
        </w:smartTagPr>
        <w:r w:rsidRPr="003E095A">
          <w:rPr>
            <w:sz w:val="24"/>
            <w:szCs w:val="24"/>
          </w:rPr>
          <w:t>2012 г</w:t>
        </w:r>
      </w:smartTag>
      <w:r w:rsidRPr="003E095A">
        <w:rPr>
          <w:sz w:val="24"/>
          <w:szCs w:val="24"/>
        </w:rPr>
        <w:t>.</w:t>
      </w:r>
      <w:r>
        <w:rPr>
          <w:sz w:val="24"/>
          <w:szCs w:val="24"/>
        </w:rPr>
        <w:t xml:space="preserve"> С последующими изменениями</w:t>
      </w:r>
      <w:r w:rsidRPr="003E095A">
        <w:rPr>
          <w:sz w:val="24"/>
          <w:szCs w:val="24"/>
        </w:rPr>
        <w:t>)</w:t>
      </w:r>
    </w:p>
    <w:p w:rsidR="00A71C97" w:rsidRPr="003E095A" w:rsidRDefault="00A71C97" w:rsidP="00E93521">
      <w:pPr>
        <w:autoSpaceDE w:val="0"/>
        <w:autoSpaceDN w:val="0"/>
        <w:adjustRightInd w:val="0"/>
        <w:spacing w:after="0" w:line="240" w:lineRule="auto"/>
        <w:ind w:left="758"/>
        <w:jc w:val="both"/>
        <w:rPr>
          <w:sz w:val="24"/>
          <w:szCs w:val="24"/>
        </w:rPr>
      </w:pPr>
    </w:p>
    <w:p w:rsidR="00A71C97" w:rsidRDefault="00A71C97" w:rsidP="00A2585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E095A">
        <w:rPr>
          <w:sz w:val="24"/>
          <w:szCs w:val="24"/>
        </w:rPr>
        <w:t xml:space="preserve"> Федеральный Государственный образовательный стандарт основного общего образования (приказ Министерства Образования и Науки РФ от 17.12.10 №1897)</w:t>
      </w:r>
    </w:p>
    <w:p w:rsidR="00A71C97" w:rsidRDefault="00A71C97" w:rsidP="000B1FF2">
      <w:pPr>
        <w:pStyle w:val="ListParagraph"/>
        <w:rPr>
          <w:sz w:val="24"/>
          <w:szCs w:val="24"/>
        </w:rPr>
      </w:pPr>
    </w:p>
    <w:p w:rsidR="00A71C97" w:rsidRDefault="00A71C97" w:rsidP="00A2585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Школьная Основная образовательная программа ООО</w:t>
      </w:r>
    </w:p>
    <w:p w:rsidR="00A71C97" w:rsidRDefault="00A71C97" w:rsidP="000B1FF2">
      <w:pPr>
        <w:pStyle w:val="ListParagraph"/>
        <w:rPr>
          <w:sz w:val="24"/>
          <w:szCs w:val="24"/>
        </w:rPr>
      </w:pPr>
    </w:p>
    <w:p w:rsidR="00A71C97" w:rsidRPr="00A25851" w:rsidRDefault="00A71C97" w:rsidP="00A2585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Учебный план МОУСОШ №52 г. Шилка на 201</w:t>
      </w:r>
      <w:r w:rsidRPr="00900CBA">
        <w:rPr>
          <w:sz w:val="24"/>
          <w:szCs w:val="24"/>
        </w:rPr>
        <w:t>7</w:t>
      </w:r>
      <w:r>
        <w:rPr>
          <w:sz w:val="24"/>
          <w:szCs w:val="24"/>
        </w:rPr>
        <w:t>-1</w:t>
      </w:r>
      <w:r w:rsidRPr="00900CBA">
        <w:rPr>
          <w:sz w:val="24"/>
          <w:szCs w:val="24"/>
        </w:rPr>
        <w:t>8</w:t>
      </w:r>
      <w:r>
        <w:rPr>
          <w:sz w:val="24"/>
          <w:szCs w:val="24"/>
        </w:rPr>
        <w:t xml:space="preserve"> уч.год.</w:t>
      </w:r>
    </w:p>
    <w:p w:rsidR="00A71C97" w:rsidRPr="003E095A" w:rsidRDefault="00A71C97" w:rsidP="00A25851">
      <w:pPr>
        <w:autoSpaceDE w:val="0"/>
        <w:autoSpaceDN w:val="0"/>
        <w:adjustRightInd w:val="0"/>
        <w:spacing w:after="0" w:line="240" w:lineRule="auto"/>
        <w:ind w:left="758"/>
        <w:jc w:val="both"/>
        <w:rPr>
          <w:sz w:val="24"/>
          <w:szCs w:val="24"/>
        </w:rPr>
      </w:pPr>
    </w:p>
    <w:p w:rsidR="00A71C97" w:rsidRDefault="00A71C97" w:rsidP="005F737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E095A">
        <w:rPr>
          <w:sz w:val="24"/>
          <w:szCs w:val="24"/>
        </w:rPr>
        <w:t>Примерная программа по предметам «Технология» для учащихся 5-9 классов, М.: Просвещение, 2010 год (стандарты второго поколения);</w:t>
      </w:r>
    </w:p>
    <w:p w:rsidR="00A71C97" w:rsidRDefault="00A71C97" w:rsidP="005F737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eastAsia="ru-RU"/>
        </w:rPr>
      </w:pPr>
      <w:r w:rsidRPr="0092093E">
        <w:rPr>
          <w:sz w:val="24"/>
          <w:szCs w:val="24"/>
          <w:lang w:eastAsia="ru-RU"/>
        </w:rPr>
        <w:t>Учебник. Технология ведения дома: 5 класс: учебник для учащихся общеобразовательных учреждений /Н.В.Синица, В.Д.Симоненко - М.: Вентана – Граф, 2013г.</w:t>
      </w:r>
    </w:p>
    <w:p w:rsidR="00A71C97" w:rsidRPr="002E102D" w:rsidRDefault="00A71C97" w:rsidP="002E102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eastAsia="ru-RU"/>
        </w:rPr>
      </w:pPr>
      <w:r w:rsidRPr="0092093E">
        <w:rPr>
          <w:sz w:val="24"/>
          <w:szCs w:val="24"/>
          <w:lang w:eastAsia="ru-RU"/>
        </w:rPr>
        <w:t>Уче</w:t>
      </w:r>
      <w:r>
        <w:rPr>
          <w:sz w:val="24"/>
          <w:szCs w:val="24"/>
          <w:lang w:eastAsia="ru-RU"/>
        </w:rPr>
        <w:t>бник. Технология ведения дома: 6</w:t>
      </w:r>
      <w:r w:rsidRPr="0092093E">
        <w:rPr>
          <w:sz w:val="24"/>
          <w:szCs w:val="24"/>
          <w:lang w:eastAsia="ru-RU"/>
        </w:rPr>
        <w:t xml:space="preserve"> класс: учебник для учащихся общеобразовательных учреждений /Н.В.Синица, В.Д.Симоненко - М.: Вентана – Граф, 2013г.</w:t>
      </w:r>
    </w:p>
    <w:p w:rsidR="00A71C97" w:rsidRPr="003E095A" w:rsidRDefault="00A71C97" w:rsidP="005F737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E095A">
        <w:rPr>
          <w:sz w:val="24"/>
          <w:szCs w:val="24"/>
        </w:rPr>
        <w:t xml:space="preserve">Авторская программа по предмету «Технология» для учащихся  5-8 классы А.Т. Тищенко, Н.В. </w:t>
      </w:r>
      <w:r>
        <w:rPr>
          <w:sz w:val="24"/>
          <w:szCs w:val="24"/>
        </w:rPr>
        <w:t>Синица. — М.: Вентана-Граф, 2013</w:t>
      </w:r>
      <w:r w:rsidRPr="003E095A">
        <w:rPr>
          <w:sz w:val="24"/>
          <w:szCs w:val="24"/>
        </w:rPr>
        <w:t>.</w:t>
      </w:r>
    </w:p>
    <w:p w:rsidR="00A71C97" w:rsidRPr="003E095A" w:rsidRDefault="00A71C97" w:rsidP="00172746">
      <w:pPr>
        <w:pStyle w:val="Heading3"/>
      </w:pPr>
    </w:p>
    <w:p w:rsidR="00A71C97" w:rsidRPr="003E095A" w:rsidRDefault="00A71C97" w:rsidP="003E095A">
      <w:pPr>
        <w:autoSpaceDE w:val="0"/>
        <w:autoSpaceDN w:val="0"/>
        <w:adjustRightInd w:val="0"/>
        <w:spacing w:line="240" w:lineRule="auto"/>
        <w:ind w:left="758"/>
        <w:jc w:val="both"/>
        <w:rPr>
          <w:sz w:val="24"/>
          <w:szCs w:val="24"/>
        </w:rPr>
      </w:pPr>
    </w:p>
    <w:p w:rsidR="00A71C97" w:rsidRPr="003E095A" w:rsidRDefault="00A71C97" w:rsidP="000B1FF2">
      <w:pPr>
        <w:autoSpaceDE w:val="0"/>
        <w:autoSpaceDN w:val="0"/>
        <w:adjustRightInd w:val="0"/>
        <w:spacing w:after="0" w:line="240" w:lineRule="auto"/>
        <w:ind w:left="758"/>
        <w:jc w:val="both"/>
        <w:rPr>
          <w:sz w:val="24"/>
          <w:szCs w:val="24"/>
        </w:rPr>
      </w:pPr>
    </w:p>
    <w:p w:rsidR="00A71C97" w:rsidRPr="003E095A" w:rsidRDefault="00A71C97" w:rsidP="003E095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A71C97" w:rsidRPr="003E095A" w:rsidRDefault="00A71C97" w:rsidP="003E095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E095A">
        <w:rPr>
          <w:rFonts w:ascii="Times New Roman" w:hAnsi="Times New Roman"/>
          <w:sz w:val="24"/>
          <w:szCs w:val="24"/>
        </w:rPr>
        <w:t xml:space="preserve">Учебный  предмет  «Технология»  является  необходимым компонентом  общего  образования  школьников.  Его  содержание предоставляет  обучающимся  возможность  войти  в  мир  искусственной,  созданной  людьми  среды  техники  и  технологий,  называемой  техносферой  и  являющейся  главной  составляющей окружающей  человека  действительности. </w:t>
      </w:r>
    </w:p>
    <w:p w:rsidR="00A71C97" w:rsidRPr="003E095A" w:rsidRDefault="00A71C97" w:rsidP="003E095A">
      <w:pPr>
        <w:spacing w:line="240" w:lineRule="auto"/>
        <w:jc w:val="both"/>
        <w:rPr>
          <w:sz w:val="24"/>
          <w:szCs w:val="24"/>
        </w:rPr>
      </w:pPr>
      <w:r w:rsidRPr="003E095A">
        <w:rPr>
          <w:sz w:val="24"/>
          <w:szCs w:val="24"/>
        </w:rPr>
        <w:tab/>
      </w:r>
      <w:r w:rsidRPr="003E095A">
        <w:rPr>
          <w:b/>
          <w:sz w:val="24"/>
          <w:szCs w:val="24"/>
        </w:rPr>
        <w:t>Стратегической целью</w:t>
      </w:r>
      <w:r w:rsidRPr="003E095A">
        <w:rPr>
          <w:sz w:val="24"/>
          <w:szCs w:val="24"/>
        </w:rPr>
        <w:t xml:space="preserve"> изучения предмета «Техно</w:t>
      </w:r>
      <w:r>
        <w:rPr>
          <w:sz w:val="24"/>
          <w:szCs w:val="24"/>
        </w:rPr>
        <w:t>логия»</w:t>
      </w:r>
      <w:r w:rsidRPr="003E095A">
        <w:rPr>
          <w:sz w:val="24"/>
          <w:szCs w:val="24"/>
        </w:rPr>
        <w:t xml:space="preserve"> является формирование  представлений  о  составляющих  техносферы,  современном  производстве  и  распространённых  в  нём технологиях.</w:t>
      </w:r>
    </w:p>
    <w:p w:rsidR="00A71C97" w:rsidRPr="003E095A" w:rsidRDefault="00A71C97" w:rsidP="003E095A">
      <w:pPr>
        <w:spacing w:after="0" w:line="240" w:lineRule="auto"/>
        <w:ind w:firstLine="708"/>
        <w:jc w:val="both"/>
        <w:rPr>
          <w:sz w:val="24"/>
          <w:szCs w:val="24"/>
        </w:rPr>
      </w:pPr>
      <w:r w:rsidRPr="003E095A">
        <w:rPr>
          <w:b/>
          <w:sz w:val="24"/>
          <w:szCs w:val="24"/>
        </w:rPr>
        <w:t>Тактическими задачами</w:t>
      </w:r>
      <w:r w:rsidRPr="003E095A">
        <w:rPr>
          <w:sz w:val="24"/>
          <w:szCs w:val="24"/>
        </w:rPr>
        <w:t xml:space="preserve"> изучения учебного предмета «Технология»   являются:</w:t>
      </w:r>
    </w:p>
    <w:p w:rsidR="00A71C97" w:rsidRPr="003E095A" w:rsidRDefault="00A71C97" w:rsidP="00024900">
      <w:pPr>
        <w:numPr>
          <w:ilvl w:val="0"/>
          <w:numId w:val="25"/>
        </w:numPr>
        <w:spacing w:after="0" w:line="240" w:lineRule="auto"/>
        <w:jc w:val="both"/>
        <w:rPr>
          <w:sz w:val="24"/>
          <w:szCs w:val="24"/>
        </w:rPr>
      </w:pPr>
      <w:r w:rsidRPr="003E095A">
        <w:rPr>
          <w:color w:val="6F6F6F"/>
          <w:sz w:val="24"/>
          <w:szCs w:val="24"/>
        </w:rPr>
        <w:t xml:space="preserve">- </w:t>
      </w:r>
      <w:r w:rsidRPr="003E095A">
        <w:rPr>
          <w:color w:val="191919"/>
          <w:sz w:val="24"/>
          <w:szCs w:val="24"/>
        </w:rPr>
        <w:t>освоение технологического подхода как универсальногоалгоритм</w:t>
      </w:r>
      <w:r>
        <w:rPr>
          <w:color w:val="191919"/>
          <w:sz w:val="24"/>
          <w:szCs w:val="24"/>
        </w:rPr>
        <w:t>а преобразующей и созидательной</w:t>
      </w:r>
      <w:r w:rsidRPr="003E095A">
        <w:rPr>
          <w:color w:val="191919"/>
          <w:sz w:val="24"/>
          <w:szCs w:val="24"/>
        </w:rPr>
        <w:t xml:space="preserve"> деятельности;</w:t>
      </w:r>
    </w:p>
    <w:p w:rsidR="00A71C97" w:rsidRPr="003E095A" w:rsidRDefault="00A71C97" w:rsidP="0002490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</w:rPr>
      </w:pPr>
      <w:r w:rsidRPr="003E095A">
        <w:rPr>
          <w:color w:val="6F6F6F"/>
          <w:sz w:val="24"/>
          <w:szCs w:val="24"/>
        </w:rPr>
        <w:t xml:space="preserve">- </w:t>
      </w:r>
      <w:r w:rsidRPr="003E095A">
        <w:rPr>
          <w:color w:val="191919"/>
          <w:sz w:val="24"/>
          <w:szCs w:val="24"/>
        </w:rPr>
        <w:t xml:space="preserve">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личностно или </w:t>
      </w:r>
      <w:r w:rsidRPr="003E095A">
        <w:rPr>
          <w:color w:val="000000"/>
          <w:sz w:val="24"/>
          <w:szCs w:val="24"/>
        </w:rPr>
        <w:t>общественно значимых продуктов труда;</w:t>
      </w:r>
    </w:p>
    <w:p w:rsidR="00A71C97" w:rsidRPr="003E095A" w:rsidRDefault="00A71C97" w:rsidP="0002490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</w:rPr>
      </w:pPr>
      <w:r w:rsidRPr="003E095A">
        <w:rPr>
          <w:color w:val="000000"/>
          <w:sz w:val="24"/>
          <w:szCs w:val="24"/>
        </w:rPr>
        <w:t>- овладение необходимыми в повседневной жизни базовыми (безопасными) приёмами ручного и механизированного труда с использованием распространённых инструментов,</w:t>
      </w:r>
    </w:p>
    <w:p w:rsidR="00A71C97" w:rsidRPr="003E095A" w:rsidRDefault="00A71C97" w:rsidP="0002490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</w:rPr>
      </w:pPr>
      <w:r w:rsidRPr="003E095A">
        <w:rPr>
          <w:color w:val="000000"/>
          <w:sz w:val="24"/>
          <w:szCs w:val="24"/>
        </w:rPr>
        <w:t>механизмов и машин, способами управления отдельными видами бытовой техники;</w:t>
      </w:r>
    </w:p>
    <w:p w:rsidR="00A71C97" w:rsidRPr="003E095A" w:rsidRDefault="00A71C97" w:rsidP="0002490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</w:rPr>
      </w:pPr>
      <w:r w:rsidRPr="003E095A">
        <w:rPr>
          <w:color w:val="000000"/>
          <w:sz w:val="24"/>
          <w:szCs w:val="24"/>
        </w:rPr>
        <w:t>- овладение общетрудовыми и специальными умениями, необходимыми для проектирования и создания продуктов труда, ведения домашнего хозяйства;</w:t>
      </w:r>
    </w:p>
    <w:p w:rsidR="00A71C97" w:rsidRPr="003E095A" w:rsidRDefault="00A71C97" w:rsidP="0002490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</w:rPr>
      </w:pPr>
      <w:r w:rsidRPr="003E095A">
        <w:rPr>
          <w:color w:val="000000"/>
          <w:sz w:val="24"/>
          <w:szCs w:val="24"/>
        </w:rPr>
        <w:t>- 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A71C97" w:rsidRPr="003E095A" w:rsidRDefault="00A71C97" w:rsidP="0002490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</w:rPr>
      </w:pPr>
      <w:r w:rsidRPr="003E095A">
        <w:rPr>
          <w:color w:val="000000"/>
          <w:sz w:val="24"/>
          <w:szCs w:val="24"/>
        </w:rPr>
        <w:t>- формирование у обучающихся опыта самостоятельной проектно-исследовательской деятельности;</w:t>
      </w:r>
    </w:p>
    <w:p w:rsidR="00A71C97" w:rsidRPr="003E095A" w:rsidRDefault="00A71C97" w:rsidP="0002490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</w:rPr>
      </w:pPr>
      <w:r w:rsidRPr="003E095A">
        <w:rPr>
          <w:color w:val="000000"/>
          <w:sz w:val="24"/>
          <w:szCs w:val="24"/>
        </w:rPr>
        <w:t>- 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A71C97" w:rsidRPr="003E095A" w:rsidRDefault="00A71C97" w:rsidP="0002490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</w:rPr>
      </w:pPr>
      <w:r w:rsidRPr="003E095A">
        <w:rPr>
          <w:color w:val="000000"/>
          <w:sz w:val="24"/>
          <w:szCs w:val="24"/>
        </w:rPr>
        <w:t>воспитание гражданских и патриотических качеств личности;</w:t>
      </w:r>
    </w:p>
    <w:p w:rsidR="00A71C97" w:rsidRPr="003E095A" w:rsidRDefault="00A71C97" w:rsidP="0002490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</w:rPr>
      </w:pPr>
      <w:r w:rsidRPr="003E095A">
        <w:rPr>
          <w:color w:val="000000"/>
          <w:sz w:val="24"/>
          <w:szCs w:val="24"/>
        </w:rPr>
        <w:t>- развитие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A71C97" w:rsidRPr="003E095A" w:rsidRDefault="00A71C97" w:rsidP="0002490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color w:val="191919"/>
          <w:sz w:val="24"/>
          <w:szCs w:val="24"/>
        </w:rPr>
      </w:pPr>
      <w:r w:rsidRPr="003E095A">
        <w:rPr>
          <w:color w:val="000000"/>
          <w:sz w:val="24"/>
          <w:szCs w:val="24"/>
        </w:rPr>
        <w:t xml:space="preserve">- </w:t>
      </w:r>
      <w:r w:rsidRPr="003E095A">
        <w:rPr>
          <w:color w:val="191919"/>
          <w:sz w:val="24"/>
          <w:szCs w:val="24"/>
        </w:rPr>
        <w:t xml:space="preserve">развитие </w:t>
      </w:r>
      <w:r w:rsidRPr="003E095A">
        <w:rPr>
          <w:rStyle w:val="FontStyle63"/>
          <w:sz w:val="24"/>
          <w:szCs w:val="24"/>
        </w:rPr>
        <w:t>значения здорового питания для сохранения свое</w:t>
      </w:r>
      <w:r w:rsidRPr="003E095A">
        <w:rPr>
          <w:rStyle w:val="FontStyle63"/>
          <w:sz w:val="24"/>
          <w:szCs w:val="24"/>
        </w:rPr>
        <w:softHyphen/>
        <w:t>го здоровья</w:t>
      </w:r>
    </w:p>
    <w:p w:rsidR="00A71C97" w:rsidRPr="003E095A" w:rsidRDefault="00A71C97" w:rsidP="003E095A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A71C97" w:rsidRPr="00F15A73" w:rsidRDefault="00A71C97" w:rsidP="00F15A73">
      <w:pPr>
        <w:spacing w:after="0" w:line="240" w:lineRule="auto"/>
        <w:jc w:val="both"/>
        <w:rPr>
          <w:color w:val="auto"/>
          <w:sz w:val="24"/>
          <w:szCs w:val="24"/>
        </w:rPr>
      </w:pPr>
      <w:r w:rsidRPr="00F15A73">
        <w:rPr>
          <w:b/>
          <w:color w:val="auto"/>
          <w:sz w:val="24"/>
          <w:szCs w:val="24"/>
        </w:rPr>
        <w:t xml:space="preserve">              </w:t>
      </w:r>
      <w:r w:rsidRPr="00F15A73">
        <w:rPr>
          <w:color w:val="auto"/>
          <w:sz w:val="24"/>
          <w:szCs w:val="24"/>
        </w:rPr>
        <w:t>Особенностями образовательного учреждения являются тесные связи с Забайкальским институтом железнодорожного транспорта, Медицинской академией Забайкальского края, также на базе учреждения ведет образовательную деятельность компьютерный колледж. Что позволяет не только расширить политехнический кругозор учащихся, но и раскрыть индивидуальные способности каждо</w:t>
      </w:r>
      <w:r w:rsidRPr="00F15A73">
        <w:rPr>
          <w:color w:val="auto"/>
          <w:sz w:val="24"/>
          <w:szCs w:val="24"/>
        </w:rPr>
        <w:softHyphen/>
        <w:t>го ученика, что, безусловно, окажет благотворное влияние на дальнейшее обучение, будет способствовать осознанному выбо</w:t>
      </w:r>
      <w:r w:rsidRPr="00F15A73">
        <w:rPr>
          <w:color w:val="auto"/>
          <w:sz w:val="24"/>
          <w:szCs w:val="24"/>
        </w:rPr>
        <w:softHyphen/>
        <w:t>ру профессии.</w:t>
      </w:r>
    </w:p>
    <w:p w:rsidR="00A71C97" w:rsidRPr="00F15A73" w:rsidRDefault="00A71C97" w:rsidP="00F15A73">
      <w:pPr>
        <w:spacing w:after="0" w:line="240" w:lineRule="auto"/>
        <w:ind w:firstLine="540"/>
        <w:jc w:val="both"/>
        <w:rPr>
          <w:color w:val="auto"/>
          <w:sz w:val="24"/>
          <w:szCs w:val="24"/>
        </w:rPr>
      </w:pPr>
      <w:r w:rsidRPr="00F15A73">
        <w:rPr>
          <w:color w:val="auto"/>
          <w:sz w:val="24"/>
          <w:szCs w:val="24"/>
        </w:rPr>
        <w:t>Достижение целей и решение задач предполагается осуществлять посредством широкого использования метода проектов и его дидактически обоснованного сочетания с традиционными методами, способами и формами обучения.</w:t>
      </w:r>
    </w:p>
    <w:p w:rsidR="00A71C97" w:rsidRPr="00F15A73" w:rsidRDefault="00A71C97" w:rsidP="00F15A73">
      <w:pPr>
        <w:spacing w:after="0" w:line="240" w:lineRule="auto"/>
        <w:ind w:firstLine="540"/>
        <w:jc w:val="both"/>
        <w:rPr>
          <w:color w:val="auto"/>
          <w:sz w:val="24"/>
          <w:szCs w:val="24"/>
        </w:rPr>
      </w:pPr>
      <w:r w:rsidRPr="00F15A73">
        <w:rPr>
          <w:color w:val="auto"/>
          <w:sz w:val="24"/>
          <w:szCs w:val="24"/>
        </w:rPr>
        <w:t>Под методом проектов понимается способ организации познавательно-трудовой деятельности учащихся, предусматривающей определение потребностей людей, проектирование продукта труда в соответствии с этими потребностями, изготовление изделия или оказание услуги, оценка качества, определение реального спроса на рынке товаров и услуг.</w:t>
      </w:r>
    </w:p>
    <w:p w:rsidR="00A71C97" w:rsidRPr="00F15A73" w:rsidRDefault="00A71C97" w:rsidP="00F15A73">
      <w:pPr>
        <w:spacing w:after="0" w:line="240" w:lineRule="auto"/>
        <w:ind w:firstLine="540"/>
        <w:rPr>
          <w:color w:val="auto"/>
          <w:sz w:val="24"/>
          <w:szCs w:val="24"/>
        </w:rPr>
      </w:pPr>
      <w:r w:rsidRPr="00F15A73">
        <w:rPr>
          <w:color w:val="auto"/>
          <w:sz w:val="24"/>
          <w:szCs w:val="24"/>
        </w:rPr>
        <w:t>В современных рыночных условиях воспитание учащихся, владеющих каким-либо мастерством, развитие личностных и ключевых компетенций является самой несущей потребностью общества. Надо глубоко осознать, что умение многое делать, а также умение хорошо делать собственными руками для себя и своих близких - залог уверенности любого человека в себе. В умении делать сосредоточена вся власть над предметным миром. Личность, владеющая каким-либо мастерством, не спасует перед любой проблемой: он знает, что может постичь любое другое дело, если в нем окажется потребность. Закрепить эту уверенность поможет создание так называемых творческих (проектов) работ, в которых предлагается выполнить и реализовать учащемуся самостоятельную работу из самых разнообразных областей деятельности.</w:t>
      </w:r>
    </w:p>
    <w:p w:rsidR="00A71C97" w:rsidRPr="00F15A73" w:rsidRDefault="00A71C97" w:rsidP="00F15A73">
      <w:pPr>
        <w:spacing w:after="0" w:line="240" w:lineRule="auto"/>
        <w:ind w:firstLine="540"/>
        <w:rPr>
          <w:color w:val="auto"/>
          <w:sz w:val="24"/>
          <w:szCs w:val="24"/>
        </w:rPr>
      </w:pPr>
      <w:r w:rsidRPr="00F15A73">
        <w:rPr>
          <w:color w:val="auto"/>
          <w:sz w:val="24"/>
          <w:szCs w:val="24"/>
        </w:rPr>
        <w:t xml:space="preserve">Любой творческий проект (работа) предполагает абсолютно самостоятельные последовательные действия учащегося в осуществлении определенного замысла и кроме этого, любая творческая работа предполагает развитие воображения, применение фантазии. </w:t>
      </w:r>
    </w:p>
    <w:p w:rsidR="00A71C97" w:rsidRPr="00F15A73" w:rsidRDefault="00A71C97" w:rsidP="00F15A73">
      <w:pPr>
        <w:spacing w:after="0" w:line="240" w:lineRule="auto"/>
        <w:ind w:firstLine="540"/>
        <w:rPr>
          <w:color w:val="auto"/>
          <w:sz w:val="24"/>
          <w:szCs w:val="24"/>
        </w:rPr>
      </w:pPr>
      <w:r w:rsidRPr="00F15A73">
        <w:rPr>
          <w:color w:val="auto"/>
          <w:sz w:val="24"/>
          <w:szCs w:val="24"/>
        </w:rPr>
        <w:t>При создании любого проекта учащимся приходиться решать массу проблем, поэтапное решение проблем, а также последовательное применение знаний, умений, навыков, полученных при изучении технологии – ключ к успешному выполнению любого творческого проекта или работы, повышению уровня знаний по основному предмету, развитию практических навыков, творчества в работе, саморазвитию и профессиональной ориентации.</w:t>
      </w:r>
    </w:p>
    <w:p w:rsidR="00A71C97" w:rsidRPr="00F15A73" w:rsidRDefault="00A71C97" w:rsidP="00F15A73">
      <w:pPr>
        <w:spacing w:after="0" w:line="240" w:lineRule="auto"/>
        <w:ind w:firstLine="540"/>
        <w:rPr>
          <w:color w:val="auto"/>
          <w:sz w:val="24"/>
          <w:szCs w:val="24"/>
        </w:rPr>
      </w:pPr>
      <w:r w:rsidRPr="00F15A73">
        <w:rPr>
          <w:color w:val="auto"/>
          <w:sz w:val="24"/>
          <w:szCs w:val="24"/>
        </w:rPr>
        <w:t xml:space="preserve">Программа предусматривает выполнение трех-четырех проектов в год. Учитель вправе изменить количество выполняемых проектов. Каждый проект имеет свою ориентацию на усвоение учащимися обязательного минимума содержания общего образования и определенных компонентов проекта. </w:t>
      </w:r>
    </w:p>
    <w:p w:rsidR="00A71C97" w:rsidRPr="00F15A73" w:rsidRDefault="00A71C97" w:rsidP="00F15A73">
      <w:pPr>
        <w:spacing w:after="0" w:line="240" w:lineRule="auto"/>
        <w:ind w:firstLine="540"/>
        <w:jc w:val="both"/>
        <w:rPr>
          <w:color w:val="auto"/>
          <w:sz w:val="24"/>
          <w:szCs w:val="24"/>
        </w:rPr>
      </w:pPr>
      <w:r w:rsidRPr="00F15A73">
        <w:rPr>
          <w:color w:val="auto"/>
          <w:sz w:val="24"/>
          <w:szCs w:val="24"/>
        </w:rPr>
        <w:t xml:space="preserve"> Возможно и изменение порядка изучения тем внутри разделов.</w:t>
      </w:r>
    </w:p>
    <w:p w:rsidR="00A71C97" w:rsidRPr="00AF02BC" w:rsidRDefault="00A71C97" w:rsidP="00F15A73">
      <w:pPr>
        <w:spacing w:after="0" w:line="240" w:lineRule="auto"/>
        <w:jc w:val="both"/>
        <w:rPr>
          <w:color w:val="auto"/>
          <w:sz w:val="24"/>
          <w:szCs w:val="24"/>
        </w:rPr>
      </w:pPr>
    </w:p>
    <w:p w:rsidR="00A71C97" w:rsidRPr="00F15A73" w:rsidRDefault="00A71C97" w:rsidP="00F15A73">
      <w:pPr>
        <w:spacing w:after="0" w:line="240" w:lineRule="auto"/>
        <w:ind w:firstLine="540"/>
        <w:jc w:val="both"/>
        <w:rPr>
          <w:color w:val="auto"/>
          <w:sz w:val="24"/>
          <w:szCs w:val="24"/>
        </w:rPr>
      </w:pPr>
      <w:r w:rsidRPr="00F15A73">
        <w:rPr>
          <w:color w:val="auto"/>
          <w:sz w:val="24"/>
          <w:szCs w:val="24"/>
        </w:rPr>
        <w:t xml:space="preserve">На основании примерных программ Министерства образования РФ, содержащих требования к минимальному объему содержания образования области «Технология», реализуется базисный уровень усвоения материала. Программа предполагает обучение в объеме 204 часа в 5-7тклассах. </w:t>
      </w:r>
    </w:p>
    <w:p w:rsidR="00A71C97" w:rsidRPr="00F15A73" w:rsidRDefault="00A71C97" w:rsidP="00F15A73">
      <w:pPr>
        <w:spacing w:after="0" w:line="240" w:lineRule="auto"/>
        <w:ind w:firstLine="540"/>
        <w:jc w:val="both"/>
        <w:rPr>
          <w:color w:val="auto"/>
          <w:sz w:val="24"/>
          <w:szCs w:val="24"/>
        </w:rPr>
      </w:pPr>
      <w:r w:rsidRPr="00F15A73">
        <w:rPr>
          <w:color w:val="auto"/>
          <w:sz w:val="24"/>
          <w:szCs w:val="24"/>
        </w:rPr>
        <w:t>Программы предусматривают формирование у учащихся обще-учебных умений и навыков, универсальных способов деятельности и ключевых компетенций. При этом приори</w:t>
      </w:r>
      <w:r w:rsidRPr="00F15A73">
        <w:rPr>
          <w:color w:val="auto"/>
          <w:sz w:val="24"/>
          <w:szCs w:val="24"/>
        </w:rPr>
        <w:softHyphen/>
        <w:t>тетными видами обще-учебной деятельности для всех направле</w:t>
      </w:r>
      <w:r w:rsidRPr="00F15A73">
        <w:rPr>
          <w:color w:val="auto"/>
          <w:sz w:val="24"/>
          <w:szCs w:val="24"/>
        </w:rPr>
        <w:softHyphen/>
        <w:t>ний образовательной области «Технология» на этапе основно</w:t>
      </w:r>
      <w:r w:rsidRPr="00F15A73">
        <w:rPr>
          <w:color w:val="auto"/>
          <w:sz w:val="24"/>
          <w:szCs w:val="24"/>
        </w:rPr>
        <w:softHyphen/>
        <w:t>го общего образования являются:</w:t>
      </w:r>
    </w:p>
    <w:p w:rsidR="00A71C97" w:rsidRPr="00F15A73" w:rsidRDefault="00A71C97" w:rsidP="00F15A73">
      <w:pPr>
        <w:numPr>
          <w:ilvl w:val="0"/>
          <w:numId w:val="34"/>
        </w:numPr>
        <w:spacing w:after="0" w:line="240" w:lineRule="auto"/>
        <w:jc w:val="both"/>
        <w:rPr>
          <w:color w:val="auto"/>
          <w:sz w:val="24"/>
          <w:szCs w:val="24"/>
        </w:rPr>
      </w:pPr>
      <w:r w:rsidRPr="00F15A73">
        <w:rPr>
          <w:color w:val="auto"/>
          <w:sz w:val="24"/>
          <w:szCs w:val="24"/>
        </w:rPr>
        <w:t>определение адекватных способов решения учебной задачи на основе заданных алгоритмов. Комбинирование из</w:t>
      </w:r>
      <w:r w:rsidRPr="00F15A73">
        <w:rPr>
          <w:color w:val="auto"/>
          <w:sz w:val="24"/>
          <w:szCs w:val="24"/>
        </w:rPr>
        <w:softHyphen/>
        <w:t>вестных алгоритмов деятельности в ситуациях, не предпола</w:t>
      </w:r>
      <w:r w:rsidRPr="00F15A73">
        <w:rPr>
          <w:color w:val="auto"/>
          <w:sz w:val="24"/>
          <w:szCs w:val="24"/>
        </w:rPr>
        <w:softHyphen/>
        <w:t>гающих стандартного применения одного из них;</w:t>
      </w:r>
    </w:p>
    <w:p w:rsidR="00A71C97" w:rsidRPr="00F15A73" w:rsidRDefault="00A71C97" w:rsidP="00F15A73">
      <w:pPr>
        <w:numPr>
          <w:ilvl w:val="0"/>
          <w:numId w:val="34"/>
        </w:numPr>
        <w:spacing w:after="0" w:line="240" w:lineRule="auto"/>
        <w:jc w:val="both"/>
        <w:rPr>
          <w:color w:val="auto"/>
          <w:sz w:val="24"/>
          <w:szCs w:val="24"/>
        </w:rPr>
      </w:pPr>
      <w:r w:rsidRPr="00F15A73">
        <w:rPr>
          <w:color w:val="auto"/>
          <w:sz w:val="24"/>
          <w:szCs w:val="24"/>
        </w:rPr>
        <w:t>творческое решение учебных и практических задач: умение мотивированно отказываться от образца, искать ориги</w:t>
      </w:r>
      <w:r w:rsidRPr="00F15A73">
        <w:rPr>
          <w:color w:val="auto"/>
          <w:sz w:val="24"/>
          <w:szCs w:val="24"/>
        </w:rPr>
        <w:softHyphen/>
        <w:t>нальные решения; самостоятельное выполнение различных творческих работ; участие в проектной деятельности;</w:t>
      </w:r>
    </w:p>
    <w:p w:rsidR="00A71C97" w:rsidRPr="00F15A73" w:rsidRDefault="00A71C97" w:rsidP="00F15A73">
      <w:pPr>
        <w:numPr>
          <w:ilvl w:val="0"/>
          <w:numId w:val="34"/>
        </w:numPr>
        <w:spacing w:after="0" w:line="240" w:lineRule="auto"/>
        <w:jc w:val="both"/>
        <w:rPr>
          <w:color w:val="auto"/>
          <w:sz w:val="24"/>
          <w:szCs w:val="24"/>
        </w:rPr>
      </w:pPr>
      <w:r w:rsidRPr="00F15A73">
        <w:rPr>
          <w:color w:val="auto"/>
          <w:sz w:val="24"/>
          <w:szCs w:val="24"/>
        </w:rPr>
        <w:t>приведение примеров, подбор аргументов, формули</w:t>
      </w:r>
      <w:r w:rsidRPr="00F15A73">
        <w:rPr>
          <w:color w:val="auto"/>
          <w:sz w:val="24"/>
          <w:szCs w:val="24"/>
        </w:rPr>
        <w:softHyphen/>
        <w:t>рование выводов. Отражение в устной или письменной форме результатов своей деятельности;</w:t>
      </w:r>
    </w:p>
    <w:p w:rsidR="00A71C97" w:rsidRPr="00F15A73" w:rsidRDefault="00A71C97" w:rsidP="00F15A73">
      <w:pPr>
        <w:numPr>
          <w:ilvl w:val="0"/>
          <w:numId w:val="34"/>
        </w:numPr>
        <w:spacing w:after="0" w:line="240" w:lineRule="auto"/>
        <w:jc w:val="both"/>
        <w:rPr>
          <w:color w:val="auto"/>
          <w:sz w:val="24"/>
          <w:szCs w:val="24"/>
        </w:rPr>
      </w:pPr>
      <w:r w:rsidRPr="00F15A73">
        <w:rPr>
          <w:color w:val="auto"/>
          <w:sz w:val="24"/>
          <w:szCs w:val="24"/>
        </w:rPr>
        <w:t>умение перефразировать мысль (объяснять иными словами), выбирать и использовать выразительные средства языка и знаковые системы (текст, таблица, схема, чертеж, тех</w:t>
      </w:r>
      <w:r w:rsidRPr="00F15A73">
        <w:rPr>
          <w:color w:val="auto"/>
          <w:sz w:val="24"/>
          <w:szCs w:val="24"/>
        </w:rPr>
        <w:softHyphen/>
        <w:t>нологическая карта и др.) в соответствии с коммуникативной задачей, сферой и ситуацией общения;</w:t>
      </w:r>
    </w:p>
    <w:p w:rsidR="00A71C97" w:rsidRPr="00F15A73" w:rsidRDefault="00A71C97" w:rsidP="00F15A73">
      <w:pPr>
        <w:numPr>
          <w:ilvl w:val="0"/>
          <w:numId w:val="34"/>
        </w:numPr>
        <w:spacing w:after="0" w:line="240" w:lineRule="auto"/>
        <w:jc w:val="both"/>
        <w:rPr>
          <w:color w:val="auto"/>
          <w:sz w:val="24"/>
          <w:szCs w:val="24"/>
        </w:rPr>
      </w:pPr>
      <w:r w:rsidRPr="00F15A73">
        <w:rPr>
          <w:color w:val="auto"/>
          <w:sz w:val="24"/>
          <w:szCs w:val="24"/>
        </w:rPr>
        <w:t>использование для решения познавательных и комму</w:t>
      </w:r>
      <w:r w:rsidRPr="00F15A73">
        <w:rPr>
          <w:color w:val="auto"/>
          <w:sz w:val="24"/>
          <w:szCs w:val="24"/>
        </w:rPr>
        <w:softHyphen/>
        <w:t>никативных задач различных источников информации, вклю</w:t>
      </w:r>
      <w:r w:rsidRPr="00F15A73">
        <w:rPr>
          <w:color w:val="auto"/>
          <w:sz w:val="24"/>
          <w:szCs w:val="24"/>
        </w:rPr>
        <w:softHyphen/>
        <w:t>чая энциклопедии, словари, интернет ресурсы и другие базы данных;</w:t>
      </w:r>
    </w:p>
    <w:p w:rsidR="00A71C97" w:rsidRPr="00F15A73" w:rsidRDefault="00A71C97" w:rsidP="00F15A73">
      <w:pPr>
        <w:numPr>
          <w:ilvl w:val="0"/>
          <w:numId w:val="34"/>
        </w:numPr>
        <w:spacing w:after="0" w:line="240" w:lineRule="auto"/>
        <w:jc w:val="both"/>
        <w:rPr>
          <w:color w:val="auto"/>
          <w:sz w:val="24"/>
          <w:szCs w:val="24"/>
        </w:rPr>
      </w:pPr>
      <w:r w:rsidRPr="00F15A73">
        <w:rPr>
          <w:color w:val="auto"/>
          <w:sz w:val="24"/>
          <w:szCs w:val="24"/>
        </w:rPr>
        <w:t>овладение умениями совместной деятельности: согла</w:t>
      </w:r>
      <w:r w:rsidRPr="00F15A73">
        <w:rPr>
          <w:color w:val="auto"/>
          <w:sz w:val="24"/>
          <w:szCs w:val="24"/>
        </w:rPr>
        <w:softHyphen/>
        <w:t>сование и координация деятельности с другими ее участника</w:t>
      </w:r>
      <w:r w:rsidRPr="00F15A73">
        <w:rPr>
          <w:color w:val="auto"/>
          <w:sz w:val="24"/>
          <w:szCs w:val="24"/>
        </w:rPr>
        <w:softHyphen/>
        <w:t>ми; объективное оценивание своего вклада в решение общих задач коллектива;</w:t>
      </w:r>
    </w:p>
    <w:p w:rsidR="00A71C97" w:rsidRPr="00F15A73" w:rsidRDefault="00A71C97" w:rsidP="00F15A73">
      <w:pPr>
        <w:numPr>
          <w:ilvl w:val="0"/>
          <w:numId w:val="34"/>
        </w:numPr>
        <w:spacing w:after="0" w:line="240" w:lineRule="auto"/>
        <w:jc w:val="both"/>
        <w:rPr>
          <w:color w:val="auto"/>
          <w:sz w:val="24"/>
          <w:szCs w:val="24"/>
        </w:rPr>
      </w:pPr>
      <w:r w:rsidRPr="00F15A73">
        <w:rPr>
          <w:color w:val="auto"/>
          <w:sz w:val="24"/>
          <w:szCs w:val="24"/>
        </w:rPr>
        <w:t>оценивание своей деятельности с точки зрения нрав</w:t>
      </w:r>
      <w:r w:rsidRPr="00F15A73">
        <w:rPr>
          <w:color w:val="auto"/>
          <w:sz w:val="24"/>
          <w:szCs w:val="24"/>
        </w:rPr>
        <w:softHyphen/>
        <w:t>ственных, правовых норм, эстетических ценностей.</w:t>
      </w:r>
    </w:p>
    <w:p w:rsidR="00A71C97" w:rsidRPr="00F15A73" w:rsidRDefault="00A71C97" w:rsidP="00F15A73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A71C97" w:rsidRPr="00553CC6" w:rsidRDefault="00A71C97" w:rsidP="00F15A73">
      <w:pPr>
        <w:pStyle w:val="NoSpacing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Планируемые результаты освоения предмета «Технология».</w:t>
      </w:r>
    </w:p>
    <w:p w:rsidR="00A71C97" w:rsidRPr="003E095A" w:rsidRDefault="00A71C97" w:rsidP="003E095A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A71C97" w:rsidRPr="007F427B" w:rsidRDefault="00A71C97" w:rsidP="007F427B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При изучении технологии в основной школе обеспечивает</w:t>
      </w:r>
      <w:r w:rsidRPr="007F427B">
        <w:rPr>
          <w:sz w:val="24"/>
          <w:szCs w:val="24"/>
          <w:lang w:eastAsia="ru-RU"/>
        </w:rPr>
        <w:softHyphen/>
        <w:t xml:space="preserve">ся достижение </w:t>
      </w:r>
      <w:r w:rsidRPr="007F427B">
        <w:rPr>
          <w:b/>
          <w:i/>
          <w:sz w:val="24"/>
          <w:szCs w:val="24"/>
          <w:lang w:eastAsia="ru-RU"/>
        </w:rPr>
        <w:t>личностных, метапредметных и предметных</w:t>
      </w:r>
      <w:r w:rsidRPr="007F427B">
        <w:rPr>
          <w:sz w:val="24"/>
          <w:szCs w:val="24"/>
          <w:lang w:eastAsia="ru-RU"/>
        </w:rPr>
        <w:t xml:space="preserve"> результатов.</w:t>
      </w:r>
    </w:p>
    <w:p w:rsidR="00A71C97" w:rsidRPr="007F427B" w:rsidRDefault="00A71C97" w:rsidP="007F427B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3134E5">
        <w:rPr>
          <w:b/>
          <w:bCs/>
          <w:i/>
          <w:iCs/>
          <w:szCs w:val="24"/>
          <w:lang w:eastAsia="ru-RU"/>
        </w:rPr>
        <w:t>Личностные результаты</w:t>
      </w:r>
      <w:r w:rsidRPr="007F427B">
        <w:rPr>
          <w:sz w:val="24"/>
          <w:szCs w:val="24"/>
          <w:lang w:eastAsia="ru-RU"/>
        </w:rPr>
        <w:t>освоения обучающимися пред</w:t>
      </w:r>
      <w:r w:rsidRPr="007F427B">
        <w:rPr>
          <w:sz w:val="24"/>
          <w:szCs w:val="24"/>
          <w:lang w:eastAsia="ru-RU"/>
        </w:rPr>
        <w:softHyphen/>
        <w:t>мета «Технология» в основной школе:</w:t>
      </w:r>
    </w:p>
    <w:p w:rsidR="00A71C97" w:rsidRPr="007F427B" w:rsidRDefault="00A71C97" w:rsidP="007F427B">
      <w:p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формирование целостного мировоззрения, соответствую</w:t>
      </w:r>
      <w:r w:rsidRPr="007F427B">
        <w:rPr>
          <w:sz w:val="24"/>
          <w:szCs w:val="24"/>
          <w:lang w:eastAsia="ru-RU"/>
        </w:rPr>
        <w:softHyphen/>
        <w:t>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A71C97" w:rsidRPr="007F427B" w:rsidRDefault="00A71C97" w:rsidP="007F427B">
      <w:p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формирование ответственного отношения к учению, го</w:t>
      </w:r>
      <w:r w:rsidRPr="007F427B">
        <w:rPr>
          <w:sz w:val="24"/>
          <w:szCs w:val="24"/>
          <w:lang w:eastAsia="ru-RU"/>
        </w:rPr>
        <w:softHyphen/>
        <w:t>товности и способности обучающихся к саморазвитию и са</w:t>
      </w:r>
      <w:r w:rsidRPr="007F427B">
        <w:rPr>
          <w:sz w:val="24"/>
          <w:szCs w:val="24"/>
          <w:lang w:eastAsia="ru-RU"/>
        </w:rPr>
        <w:softHyphen/>
        <w:t>мообразованию на основе мотивации к обучению и позна</w:t>
      </w:r>
      <w:r w:rsidRPr="007F427B">
        <w:rPr>
          <w:sz w:val="24"/>
          <w:szCs w:val="24"/>
          <w:lang w:eastAsia="ru-RU"/>
        </w:rPr>
        <w:softHyphen/>
        <w:t>нию; овладение элементами организации умственного и фи</w:t>
      </w:r>
      <w:r w:rsidRPr="007F427B">
        <w:rPr>
          <w:sz w:val="24"/>
          <w:szCs w:val="24"/>
          <w:lang w:eastAsia="ru-RU"/>
        </w:rPr>
        <w:softHyphen/>
        <w:t>зического труда;</w:t>
      </w:r>
    </w:p>
    <w:p w:rsidR="00A71C97" w:rsidRPr="007F427B" w:rsidRDefault="00A71C97" w:rsidP="007F427B">
      <w:p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самооценка умственных и физических способностей при трудовой деятельности в различных сферах с позиций буду</w:t>
      </w:r>
      <w:r w:rsidRPr="007F427B">
        <w:rPr>
          <w:sz w:val="24"/>
          <w:szCs w:val="24"/>
          <w:lang w:eastAsia="ru-RU"/>
        </w:rPr>
        <w:softHyphen/>
        <w:t>щей социализации и стратификации;</w:t>
      </w:r>
    </w:p>
    <w:p w:rsidR="00A71C97" w:rsidRPr="007F427B" w:rsidRDefault="00A71C97" w:rsidP="007F427B">
      <w:p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развитие трудолюбия и ответственности за результаты своей деятельности; выражение желания учиться для удовле</w:t>
      </w:r>
      <w:r w:rsidRPr="007F427B">
        <w:rPr>
          <w:sz w:val="24"/>
          <w:szCs w:val="24"/>
          <w:lang w:eastAsia="ru-RU"/>
        </w:rPr>
        <w:softHyphen/>
        <w:t>творения перспективных потребностей;</w:t>
      </w:r>
    </w:p>
    <w:p w:rsidR="00A71C97" w:rsidRPr="007F427B" w:rsidRDefault="00A71C97" w:rsidP="007F427B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осознанный выбор и по 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</w:t>
      </w:r>
      <w:r w:rsidRPr="007F427B">
        <w:rPr>
          <w:sz w:val="24"/>
          <w:szCs w:val="24"/>
          <w:lang w:eastAsia="ru-RU"/>
        </w:rPr>
        <w:softHyphen/>
        <w:t>сов, а также на основе формирования уважительного отношения к труду;</w:t>
      </w:r>
    </w:p>
    <w:p w:rsidR="00A71C97" w:rsidRPr="007F427B" w:rsidRDefault="00A71C97" w:rsidP="007F427B">
      <w:p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-становление самоопределения в выбранной сфере будущей профессиональной деятельности, планирование образова</w:t>
      </w:r>
      <w:r w:rsidRPr="007F427B">
        <w:rPr>
          <w:sz w:val="24"/>
          <w:szCs w:val="24"/>
          <w:lang w:eastAsia="ru-RU"/>
        </w:rPr>
        <w:softHyphen/>
        <w:t>тельной и профессиональной карьеры, осознание необходи</w:t>
      </w:r>
      <w:r w:rsidRPr="007F427B">
        <w:rPr>
          <w:sz w:val="24"/>
          <w:szCs w:val="24"/>
          <w:lang w:eastAsia="ru-RU"/>
        </w:rPr>
        <w:softHyphen/>
        <w:t>мости общественно полезного труда</w:t>
      </w:r>
      <w:r>
        <w:rPr>
          <w:sz w:val="24"/>
          <w:szCs w:val="24"/>
          <w:lang w:eastAsia="ru-RU"/>
        </w:rPr>
        <w:t>,</w:t>
      </w:r>
      <w:r w:rsidRPr="007F427B">
        <w:rPr>
          <w:sz w:val="24"/>
          <w:szCs w:val="24"/>
          <w:lang w:eastAsia="ru-RU"/>
        </w:rPr>
        <w:t xml:space="preserve"> как условия безопасной и эффективной социализации;</w:t>
      </w:r>
    </w:p>
    <w:p w:rsidR="00A71C97" w:rsidRPr="007F427B" w:rsidRDefault="00A71C97" w:rsidP="007F427B">
      <w:p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формирование коммуникативной компетентности в обще</w:t>
      </w:r>
      <w:r w:rsidRPr="007F427B">
        <w:rPr>
          <w:sz w:val="24"/>
          <w:szCs w:val="24"/>
          <w:lang w:eastAsia="ru-RU"/>
        </w:rPr>
        <w:softHyphen/>
        <w:t>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</w:t>
      </w:r>
      <w:r w:rsidRPr="007F427B">
        <w:rPr>
          <w:sz w:val="24"/>
          <w:szCs w:val="24"/>
          <w:lang w:eastAsia="ru-RU"/>
        </w:rPr>
        <w:softHyphen/>
        <w:t>лектива;</w:t>
      </w:r>
    </w:p>
    <w:p w:rsidR="00A71C97" w:rsidRPr="007F427B" w:rsidRDefault="00A71C97" w:rsidP="007F427B">
      <w:p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проявление технико-технологического и экономического мышления при организации своей деятельности;</w:t>
      </w:r>
    </w:p>
    <w:p w:rsidR="00A71C97" w:rsidRPr="007F427B" w:rsidRDefault="00A71C97" w:rsidP="007F427B">
      <w:p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самооценка готовности к предпринимательской деятель</w:t>
      </w:r>
      <w:r w:rsidRPr="007F427B">
        <w:rPr>
          <w:sz w:val="24"/>
          <w:szCs w:val="24"/>
          <w:lang w:eastAsia="ru-RU"/>
        </w:rPr>
        <w:softHyphen/>
        <w:t>ности в сфере технологий, к рациональному ведению домаш</w:t>
      </w:r>
      <w:r w:rsidRPr="007F427B">
        <w:rPr>
          <w:sz w:val="24"/>
          <w:szCs w:val="24"/>
          <w:lang w:eastAsia="ru-RU"/>
        </w:rPr>
        <w:softHyphen/>
        <w:t>него хозяйства;</w:t>
      </w:r>
    </w:p>
    <w:p w:rsidR="00A71C97" w:rsidRPr="007F427B" w:rsidRDefault="00A71C97" w:rsidP="007F427B">
      <w:p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pacing w:val="-5"/>
          <w:sz w:val="24"/>
          <w:szCs w:val="24"/>
          <w:lang w:eastAsia="ru-RU"/>
        </w:rPr>
        <w:t>- формирование основ экологи ческой куль туры, соответ</w:t>
      </w:r>
      <w:r w:rsidRPr="007F427B">
        <w:rPr>
          <w:sz w:val="24"/>
          <w:szCs w:val="24"/>
          <w:lang w:eastAsia="ru-RU"/>
        </w:rPr>
        <w:t>ствующей современному уровню экологического мышле</w:t>
      </w:r>
      <w:r w:rsidRPr="007F427B">
        <w:rPr>
          <w:sz w:val="24"/>
          <w:szCs w:val="24"/>
          <w:lang w:eastAsia="ru-RU"/>
        </w:rPr>
        <w:softHyphen/>
        <w:t>ния; бережное отношение к природным и хозяйственным ресурсам;</w:t>
      </w:r>
    </w:p>
    <w:p w:rsidR="00A71C97" w:rsidRPr="007F427B" w:rsidRDefault="00A71C97" w:rsidP="007F427B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развитие эстетического сознания через освоение художе</w:t>
      </w:r>
      <w:r w:rsidRPr="007F427B">
        <w:rPr>
          <w:sz w:val="24"/>
          <w:szCs w:val="24"/>
          <w:lang w:eastAsia="ru-RU"/>
        </w:rPr>
        <w:softHyphen/>
        <w:t>ственного наследия народов России и мира, творческой дея</w:t>
      </w:r>
      <w:r w:rsidRPr="007F427B">
        <w:rPr>
          <w:sz w:val="24"/>
          <w:szCs w:val="24"/>
          <w:lang w:eastAsia="ru-RU"/>
        </w:rPr>
        <w:softHyphen/>
        <w:t>тельности эстетического характера; формирование индиви</w:t>
      </w:r>
      <w:r w:rsidRPr="007F427B">
        <w:rPr>
          <w:sz w:val="24"/>
          <w:szCs w:val="24"/>
          <w:lang w:eastAsia="ru-RU"/>
        </w:rPr>
        <w:softHyphen/>
        <w:t xml:space="preserve">дуально-личностных позиций учащихся. </w:t>
      </w:r>
    </w:p>
    <w:p w:rsidR="00A71C97" w:rsidRPr="007F427B" w:rsidRDefault="00A71C97" w:rsidP="007F427B">
      <w:pPr>
        <w:spacing w:after="0" w:line="240" w:lineRule="auto"/>
        <w:ind w:firstLine="709"/>
        <w:jc w:val="both"/>
        <w:rPr>
          <w:b/>
          <w:bCs/>
          <w:i/>
          <w:iCs/>
          <w:color w:val="191919"/>
          <w:sz w:val="24"/>
          <w:szCs w:val="24"/>
          <w:u w:val="single"/>
          <w:lang w:eastAsia="ru-RU"/>
        </w:rPr>
      </w:pPr>
      <w:r w:rsidRPr="005B246F">
        <w:rPr>
          <w:b/>
          <w:bCs/>
          <w:i/>
          <w:szCs w:val="24"/>
          <w:u w:color="000000"/>
          <w:lang w:eastAsia="ru-RU"/>
        </w:rPr>
        <w:t>Метапредметными результатами</w:t>
      </w:r>
      <w:r w:rsidRPr="007F427B">
        <w:rPr>
          <w:sz w:val="24"/>
          <w:szCs w:val="24"/>
          <w:lang w:eastAsia="ru-RU"/>
        </w:rPr>
        <w:t xml:space="preserve"> изучения курса «Технология» является формирование универсальных учебных действий (УУД): </w:t>
      </w:r>
      <w:r w:rsidRPr="007F427B">
        <w:rPr>
          <w:sz w:val="24"/>
          <w:szCs w:val="24"/>
          <w:u w:val="single"/>
          <w:lang w:eastAsia="ru-RU"/>
        </w:rPr>
        <w:t>познавательных, регулятивных, коммуникативных.</w:t>
      </w:r>
    </w:p>
    <w:p w:rsidR="00A71C97" w:rsidRPr="007F427B" w:rsidRDefault="00A71C97" w:rsidP="007F427B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7F427B">
        <w:rPr>
          <w:bCs/>
          <w:iCs/>
          <w:color w:val="191919"/>
          <w:sz w:val="24"/>
          <w:szCs w:val="24"/>
          <w:lang w:eastAsia="ru-RU"/>
        </w:rPr>
        <w:t>Метапредметные  результаты</w:t>
      </w:r>
      <w:r w:rsidRPr="007F427B">
        <w:rPr>
          <w:color w:val="191919"/>
          <w:sz w:val="24"/>
          <w:szCs w:val="24"/>
          <w:lang w:eastAsia="ru-RU"/>
        </w:rPr>
        <w:t>освоения учащимися предмета «Технология» в основной школе:</w:t>
      </w:r>
    </w:p>
    <w:p w:rsidR="00A71C97" w:rsidRPr="007F427B" w:rsidRDefault="00A71C97" w:rsidP="007F427B">
      <w:p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color w:val="191919"/>
          <w:sz w:val="24"/>
          <w:szCs w:val="24"/>
          <w:lang w:eastAsia="ru-RU"/>
        </w:rPr>
        <w:t>- самостоятельное определение цели своего обучения, по</w:t>
      </w:r>
      <w:r w:rsidRPr="007F427B">
        <w:rPr>
          <w:color w:val="191919"/>
          <w:sz w:val="24"/>
          <w:szCs w:val="24"/>
          <w:lang w:eastAsia="ru-RU"/>
        </w:rPr>
        <w:softHyphen/>
        <w:t>становка и формулировка для себя новых задач в учёбе и по</w:t>
      </w:r>
      <w:r w:rsidRPr="007F427B">
        <w:rPr>
          <w:color w:val="191919"/>
          <w:sz w:val="24"/>
          <w:szCs w:val="24"/>
          <w:lang w:eastAsia="ru-RU"/>
        </w:rPr>
        <w:softHyphen/>
        <w:t>знавательной деятельности;</w:t>
      </w:r>
    </w:p>
    <w:p w:rsidR="00A71C97" w:rsidRPr="007F427B" w:rsidRDefault="00A71C97" w:rsidP="007F427B">
      <w:p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color w:val="191919"/>
          <w:sz w:val="24"/>
          <w:szCs w:val="24"/>
          <w:lang w:eastAsia="ru-RU"/>
        </w:rPr>
        <w:t>алгоритмизированное планирование процесса познава</w:t>
      </w:r>
      <w:r w:rsidRPr="007F427B">
        <w:rPr>
          <w:color w:val="191919"/>
          <w:sz w:val="24"/>
          <w:szCs w:val="24"/>
          <w:lang w:eastAsia="ru-RU"/>
        </w:rPr>
        <w:softHyphen/>
        <w:t>тельно-трудовой деятельности;</w:t>
      </w:r>
    </w:p>
    <w:p w:rsidR="00A71C97" w:rsidRPr="007F427B" w:rsidRDefault="00A71C97" w:rsidP="007F427B">
      <w:p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color w:val="191919"/>
          <w:sz w:val="24"/>
          <w:szCs w:val="24"/>
          <w:lang w:eastAsia="ru-RU"/>
        </w:rPr>
        <w:t xml:space="preserve">- определение адекватных имеющимся организационным </w:t>
      </w:r>
      <w:r w:rsidRPr="007F427B">
        <w:rPr>
          <w:color w:val="191919"/>
          <w:spacing w:val="-1"/>
          <w:sz w:val="24"/>
          <w:szCs w:val="24"/>
          <w:lang w:eastAsia="ru-RU"/>
        </w:rPr>
        <w:t>и материально-техническим условиям способов решения учеб</w:t>
      </w:r>
      <w:r w:rsidRPr="007F427B">
        <w:rPr>
          <w:color w:val="191919"/>
          <w:spacing w:val="-1"/>
          <w:sz w:val="24"/>
          <w:szCs w:val="24"/>
          <w:lang w:eastAsia="ru-RU"/>
        </w:rPr>
        <w:softHyphen/>
      </w:r>
      <w:r w:rsidRPr="007F427B">
        <w:rPr>
          <w:color w:val="191919"/>
          <w:sz w:val="24"/>
          <w:szCs w:val="24"/>
          <w:lang w:eastAsia="ru-RU"/>
        </w:rPr>
        <w:t>ной или трудовой задачи на основе заданных алгоритмов;</w:t>
      </w:r>
    </w:p>
    <w:p w:rsidR="00A71C97" w:rsidRPr="007F427B" w:rsidRDefault="00A71C97" w:rsidP="007F427B">
      <w:pPr>
        <w:spacing w:after="0" w:line="240" w:lineRule="auto"/>
        <w:jc w:val="both"/>
        <w:rPr>
          <w:color w:val="191919"/>
          <w:sz w:val="24"/>
          <w:szCs w:val="24"/>
          <w:lang w:eastAsia="ru-RU"/>
        </w:rPr>
      </w:pPr>
      <w:r w:rsidRPr="007F427B">
        <w:rPr>
          <w:color w:val="191919"/>
          <w:sz w:val="24"/>
          <w:szCs w:val="24"/>
          <w:lang w:eastAsia="ru-RU"/>
        </w:rPr>
        <w:t>- комбинирование известных алгоритмов технического и технологического творчества в ситуациях, не предпола</w:t>
      </w:r>
      <w:r w:rsidRPr="007F427B">
        <w:rPr>
          <w:color w:val="191919"/>
          <w:sz w:val="24"/>
          <w:szCs w:val="24"/>
          <w:lang w:eastAsia="ru-RU"/>
        </w:rPr>
        <w:softHyphen/>
        <w:t xml:space="preserve">гающих стандартного применения одного из них; </w:t>
      </w:r>
    </w:p>
    <w:p w:rsidR="00A71C97" w:rsidRPr="007F427B" w:rsidRDefault="00A71C97" w:rsidP="007F427B">
      <w:p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color w:val="191919"/>
          <w:sz w:val="24"/>
          <w:szCs w:val="24"/>
          <w:lang w:eastAsia="ru-RU"/>
        </w:rPr>
        <w:t>- поиск но</w:t>
      </w:r>
      <w:r w:rsidRPr="007F427B">
        <w:rPr>
          <w:color w:val="191919"/>
          <w:sz w:val="24"/>
          <w:szCs w:val="24"/>
          <w:lang w:eastAsia="ru-RU"/>
        </w:rPr>
        <w:softHyphen/>
        <w:t>вых решений возникшей технической или организационной проблемы;</w:t>
      </w:r>
    </w:p>
    <w:p w:rsidR="00A71C97" w:rsidRPr="007F427B" w:rsidRDefault="00A71C97" w:rsidP="007F427B">
      <w:pPr>
        <w:spacing w:after="0" w:line="240" w:lineRule="auto"/>
        <w:jc w:val="both"/>
        <w:rPr>
          <w:color w:val="191919"/>
          <w:sz w:val="24"/>
          <w:szCs w:val="24"/>
          <w:lang w:eastAsia="ru-RU"/>
        </w:rPr>
      </w:pPr>
      <w:r w:rsidRPr="007F427B">
        <w:rPr>
          <w:color w:val="191919"/>
          <w:sz w:val="24"/>
          <w:szCs w:val="24"/>
          <w:lang w:eastAsia="ru-RU"/>
        </w:rPr>
        <w:t>- выявление потребностей, проектирование и создание объ</w:t>
      </w:r>
      <w:r w:rsidRPr="007F427B">
        <w:rPr>
          <w:color w:val="191919"/>
          <w:sz w:val="24"/>
          <w:szCs w:val="24"/>
          <w:lang w:eastAsia="ru-RU"/>
        </w:rPr>
        <w:softHyphen/>
        <w:t xml:space="preserve">ектов, имеющих потребительную стоимость; </w:t>
      </w:r>
    </w:p>
    <w:p w:rsidR="00A71C97" w:rsidRPr="007F427B" w:rsidRDefault="00A71C97" w:rsidP="007F427B">
      <w:p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color w:val="191919"/>
          <w:sz w:val="24"/>
          <w:szCs w:val="24"/>
          <w:lang w:eastAsia="ru-RU"/>
        </w:rPr>
        <w:t>- самостоятельнаяорганизация и выполнение различных творческих работ по созданию изделий и продуктов;</w:t>
      </w:r>
    </w:p>
    <w:p w:rsidR="00A71C97" w:rsidRPr="007F427B" w:rsidRDefault="00A71C97" w:rsidP="007F427B">
      <w:p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color w:val="191919"/>
          <w:sz w:val="24"/>
          <w:szCs w:val="24"/>
          <w:lang w:eastAsia="ru-RU"/>
        </w:rPr>
        <w:t>- виртуальное и натурное моделирование технических объ</w:t>
      </w:r>
      <w:r w:rsidRPr="007F427B">
        <w:rPr>
          <w:color w:val="191919"/>
          <w:sz w:val="24"/>
          <w:szCs w:val="24"/>
          <w:lang w:eastAsia="ru-RU"/>
        </w:rPr>
        <w:softHyphen/>
        <w:t>ектов, продуктов и технологических процессов; проявление инновационного подхода к решению учебных и практиче</w:t>
      </w:r>
      <w:r w:rsidRPr="007F427B">
        <w:rPr>
          <w:color w:val="191919"/>
          <w:sz w:val="24"/>
          <w:szCs w:val="24"/>
          <w:lang w:eastAsia="ru-RU"/>
        </w:rPr>
        <w:softHyphen/>
        <w:t>ских задач в процессе моделирования изделия или техноло</w:t>
      </w:r>
      <w:r w:rsidRPr="007F427B">
        <w:rPr>
          <w:color w:val="191919"/>
          <w:sz w:val="24"/>
          <w:szCs w:val="24"/>
          <w:lang w:eastAsia="ru-RU"/>
        </w:rPr>
        <w:softHyphen/>
        <w:t>гического процесса;</w:t>
      </w:r>
    </w:p>
    <w:p w:rsidR="00A71C97" w:rsidRPr="007F427B" w:rsidRDefault="00A71C97" w:rsidP="007F427B">
      <w:pPr>
        <w:spacing w:after="0" w:line="240" w:lineRule="auto"/>
        <w:jc w:val="both"/>
        <w:rPr>
          <w:color w:val="191919"/>
          <w:sz w:val="24"/>
          <w:szCs w:val="24"/>
          <w:lang w:eastAsia="ru-RU"/>
        </w:rPr>
      </w:pPr>
      <w:r w:rsidRPr="007F427B">
        <w:rPr>
          <w:color w:val="191919"/>
          <w:sz w:val="24"/>
          <w:szCs w:val="24"/>
          <w:lang w:eastAsia="ru-RU"/>
        </w:rPr>
        <w:t xml:space="preserve"> -осознанное использование речевых средств в соответст</w:t>
      </w:r>
      <w:r w:rsidRPr="007F427B">
        <w:rPr>
          <w:color w:val="191919"/>
          <w:sz w:val="24"/>
          <w:szCs w:val="24"/>
          <w:lang w:eastAsia="ru-RU"/>
        </w:rPr>
        <w:softHyphen/>
        <w:t>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</w:t>
      </w:r>
      <w:r w:rsidRPr="007F427B">
        <w:rPr>
          <w:color w:val="191919"/>
          <w:sz w:val="24"/>
          <w:szCs w:val="24"/>
          <w:lang w:eastAsia="ru-RU"/>
        </w:rPr>
        <w:softHyphen/>
        <w:t>ного решения; отражение в устной или письменной форме результатов своей деятельности;</w:t>
      </w:r>
    </w:p>
    <w:p w:rsidR="00A71C97" w:rsidRPr="007F427B" w:rsidRDefault="00A71C97" w:rsidP="007F427B">
      <w:p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color w:val="191919"/>
          <w:sz w:val="24"/>
          <w:szCs w:val="24"/>
          <w:lang w:eastAsia="ru-RU"/>
        </w:rPr>
        <w:t>- формирование и развитие компетентности в области использования информационно-коммуникационных техно</w:t>
      </w:r>
      <w:r w:rsidRPr="007F427B">
        <w:rPr>
          <w:color w:val="191919"/>
          <w:sz w:val="24"/>
          <w:szCs w:val="24"/>
          <w:lang w:eastAsia="ru-RU"/>
        </w:rPr>
        <w:softHyphen/>
        <w:t>логий (ИКТ); выбор для решения познавательных и комму</w:t>
      </w:r>
      <w:r w:rsidRPr="007F427B">
        <w:rPr>
          <w:color w:val="191919"/>
          <w:sz w:val="24"/>
          <w:szCs w:val="24"/>
          <w:lang w:eastAsia="ru-RU"/>
        </w:rPr>
        <w:softHyphen/>
        <w:t>никативных задач различных источников информации, включая энциклопедии, словари, интернет-ресурсы и другие базы данных;</w:t>
      </w:r>
    </w:p>
    <w:p w:rsidR="00A71C97" w:rsidRPr="007F427B" w:rsidRDefault="00A71C97" w:rsidP="007F427B">
      <w:p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color w:val="191919"/>
          <w:sz w:val="24"/>
          <w:szCs w:val="24"/>
          <w:lang w:eastAsia="ru-RU"/>
        </w:rPr>
        <w:t>- организация учебного сотрудничества и совместной дея</w:t>
      </w:r>
      <w:r w:rsidRPr="007F427B">
        <w:rPr>
          <w:color w:val="191919"/>
          <w:sz w:val="24"/>
          <w:szCs w:val="24"/>
          <w:lang w:eastAsia="ru-RU"/>
        </w:rPr>
        <w:softHyphen/>
        <w:t>тельности с учителем и сверстниками; согласование и ко</w:t>
      </w:r>
      <w:r w:rsidRPr="007F427B">
        <w:rPr>
          <w:color w:val="191919"/>
          <w:sz w:val="24"/>
          <w:szCs w:val="24"/>
          <w:lang w:eastAsia="ru-RU"/>
        </w:rPr>
        <w:softHyphen/>
        <w:t>ординация совместной познавательно-трудовой деятельно</w:t>
      </w:r>
      <w:r w:rsidRPr="007F427B">
        <w:rPr>
          <w:color w:val="191919"/>
          <w:sz w:val="24"/>
          <w:szCs w:val="24"/>
          <w:lang w:eastAsia="ru-RU"/>
        </w:rPr>
        <w:softHyphen/>
        <w:t>сти с другими её участниками; объективное оценивание вкла</w:t>
      </w:r>
      <w:r w:rsidRPr="007F427B">
        <w:rPr>
          <w:color w:val="191919"/>
          <w:sz w:val="24"/>
          <w:szCs w:val="24"/>
          <w:lang w:eastAsia="ru-RU"/>
        </w:rPr>
        <w:softHyphen/>
        <w:t>да своей познавательно-трудовой деятельности в решение общих задач коллектива;</w:t>
      </w:r>
    </w:p>
    <w:p w:rsidR="00A71C97" w:rsidRPr="007F427B" w:rsidRDefault="00A71C97" w:rsidP="007F427B">
      <w:p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color w:val="191919"/>
          <w:sz w:val="24"/>
          <w:szCs w:val="24"/>
          <w:lang w:eastAsia="ru-RU"/>
        </w:rPr>
        <w:t>- оценивание правильности выполнения учебной задачи, собственных возможностей её решения; диагностика резуль</w:t>
      </w:r>
      <w:r w:rsidRPr="007F427B">
        <w:rPr>
          <w:color w:val="191919"/>
          <w:sz w:val="24"/>
          <w:szCs w:val="24"/>
          <w:lang w:eastAsia="ru-RU"/>
        </w:rPr>
        <w:softHyphen/>
        <w:t>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</w:t>
      </w:r>
      <w:r w:rsidRPr="007F427B">
        <w:rPr>
          <w:color w:val="191919"/>
          <w:sz w:val="24"/>
          <w:szCs w:val="24"/>
          <w:lang w:eastAsia="ru-RU"/>
        </w:rPr>
        <w:softHyphen/>
        <w:t>няемых технологических процессах;</w:t>
      </w:r>
    </w:p>
    <w:p w:rsidR="00A71C97" w:rsidRPr="007F427B" w:rsidRDefault="00A71C97" w:rsidP="007F427B">
      <w:p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color w:val="191919"/>
          <w:sz w:val="24"/>
          <w:szCs w:val="24"/>
          <w:lang w:eastAsia="ru-RU"/>
        </w:rPr>
        <w:t>- 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</w:t>
      </w:r>
      <w:r w:rsidRPr="007F427B">
        <w:rPr>
          <w:color w:val="191919"/>
          <w:sz w:val="24"/>
          <w:szCs w:val="24"/>
          <w:lang w:eastAsia="ru-RU"/>
        </w:rPr>
        <w:softHyphen/>
        <w:t>ской культурой производства;</w:t>
      </w:r>
    </w:p>
    <w:p w:rsidR="00A71C97" w:rsidRPr="007F427B" w:rsidRDefault="00A71C97" w:rsidP="007F427B">
      <w:p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color w:val="191919"/>
          <w:sz w:val="24"/>
          <w:szCs w:val="24"/>
          <w:lang w:eastAsia="ru-RU"/>
        </w:rPr>
        <w:t xml:space="preserve">- оценивание своей познавательно-трудовой деятельности </w:t>
      </w:r>
      <w:r w:rsidRPr="007F427B">
        <w:rPr>
          <w:color w:val="191919"/>
          <w:spacing w:val="-6"/>
          <w:sz w:val="24"/>
          <w:szCs w:val="24"/>
          <w:lang w:eastAsia="ru-RU"/>
        </w:rPr>
        <w:t xml:space="preserve">с точки зрения нравственных, правовых норм, эстетических </w:t>
      </w:r>
      <w:r w:rsidRPr="007F427B">
        <w:rPr>
          <w:color w:val="191919"/>
          <w:sz w:val="24"/>
          <w:szCs w:val="24"/>
          <w:lang w:eastAsia="ru-RU"/>
        </w:rPr>
        <w:t>ценностей по принятым в обществе и коллективе требова</w:t>
      </w:r>
      <w:r w:rsidRPr="007F427B">
        <w:rPr>
          <w:color w:val="191919"/>
          <w:sz w:val="24"/>
          <w:szCs w:val="24"/>
          <w:lang w:eastAsia="ru-RU"/>
        </w:rPr>
        <w:softHyphen/>
        <w:t>ниям и принципам;</w:t>
      </w:r>
    </w:p>
    <w:p w:rsidR="00A71C97" w:rsidRPr="007F427B" w:rsidRDefault="00A71C97" w:rsidP="007F427B">
      <w:pPr>
        <w:spacing w:after="0" w:line="240" w:lineRule="auto"/>
        <w:jc w:val="both"/>
        <w:rPr>
          <w:color w:val="191919"/>
          <w:sz w:val="24"/>
          <w:szCs w:val="24"/>
          <w:lang w:eastAsia="ru-RU"/>
        </w:rPr>
      </w:pPr>
      <w:r w:rsidRPr="007F427B">
        <w:rPr>
          <w:color w:val="191919"/>
          <w:sz w:val="24"/>
          <w:szCs w:val="24"/>
          <w:lang w:eastAsia="ru-RU"/>
        </w:rPr>
        <w:t xml:space="preserve">- формирование и развитие экологического мышления, </w:t>
      </w:r>
      <w:r w:rsidRPr="007F427B">
        <w:rPr>
          <w:color w:val="191919"/>
          <w:spacing w:val="-2"/>
          <w:sz w:val="24"/>
          <w:szCs w:val="24"/>
          <w:lang w:eastAsia="ru-RU"/>
        </w:rPr>
        <w:t>умение применять его в познавательной, коммуникатив</w:t>
      </w:r>
      <w:r w:rsidRPr="007F427B">
        <w:rPr>
          <w:color w:val="191919"/>
          <w:sz w:val="24"/>
          <w:szCs w:val="24"/>
          <w:lang w:eastAsia="ru-RU"/>
        </w:rPr>
        <w:t>ной, социальной практике и профессиональной ориента</w:t>
      </w:r>
      <w:r w:rsidRPr="007F427B">
        <w:rPr>
          <w:color w:val="191919"/>
          <w:sz w:val="24"/>
          <w:szCs w:val="24"/>
          <w:lang w:eastAsia="ru-RU"/>
        </w:rPr>
        <w:softHyphen/>
        <w:t>ции.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eastAsia="ru-RU"/>
        </w:rPr>
      </w:pPr>
      <w:r w:rsidRPr="005B246F">
        <w:rPr>
          <w:b/>
          <w:bCs/>
          <w:i/>
          <w:iCs/>
          <w:szCs w:val="24"/>
          <w:lang w:eastAsia="ru-RU"/>
        </w:rPr>
        <w:t>Предметные результаты</w:t>
      </w:r>
      <w:r w:rsidRPr="007F427B">
        <w:rPr>
          <w:sz w:val="24"/>
          <w:szCs w:val="24"/>
          <w:lang w:eastAsia="ru-RU"/>
        </w:rPr>
        <w:t>освоения учащимися предме</w:t>
      </w:r>
      <w:r w:rsidRPr="007F427B">
        <w:rPr>
          <w:sz w:val="24"/>
          <w:szCs w:val="24"/>
          <w:lang w:eastAsia="ru-RU"/>
        </w:rPr>
        <w:softHyphen/>
        <w:t xml:space="preserve">та «Технология» в основной школе: </w:t>
      </w:r>
    </w:p>
    <w:p w:rsidR="00A71C97" w:rsidRPr="005B246F" w:rsidRDefault="00A71C97" w:rsidP="005B246F">
      <w:pPr>
        <w:spacing w:after="0" w:line="240" w:lineRule="auto"/>
        <w:ind w:left="360"/>
        <w:jc w:val="both"/>
        <w:rPr>
          <w:szCs w:val="24"/>
          <w:lang w:eastAsia="ru-RU"/>
        </w:rPr>
      </w:pPr>
      <w:r w:rsidRPr="005B246F">
        <w:rPr>
          <w:i/>
          <w:iCs/>
          <w:szCs w:val="24"/>
          <w:lang w:eastAsia="ru-RU"/>
        </w:rPr>
        <w:t>в познавательной сфере: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осознание роли техники и технологий для прогрессивно</w:t>
      </w:r>
      <w:r w:rsidRPr="007F427B">
        <w:rPr>
          <w:sz w:val="24"/>
          <w:szCs w:val="24"/>
          <w:lang w:eastAsia="ru-RU"/>
        </w:rPr>
        <w:softHyphen/>
        <w:t>го развития общества; формирование целостного представ</w:t>
      </w:r>
      <w:r w:rsidRPr="007F427B">
        <w:rPr>
          <w:sz w:val="24"/>
          <w:szCs w:val="24"/>
          <w:lang w:eastAsia="ru-RU"/>
        </w:rPr>
        <w:softHyphen/>
        <w:t>ления о техносфере, сущности технологической культуры и культуры труда; классификация видов и назначения ме</w:t>
      </w:r>
      <w:r w:rsidRPr="007F427B">
        <w:rPr>
          <w:sz w:val="24"/>
          <w:szCs w:val="24"/>
          <w:lang w:eastAsia="ru-RU"/>
        </w:rPr>
        <w:softHyphen/>
        <w:t>тодов получения и преобразования материалов, энергии, информации, природных объектов, а также соответствую</w:t>
      </w:r>
      <w:r w:rsidRPr="007F427B">
        <w:rPr>
          <w:sz w:val="24"/>
          <w:szCs w:val="24"/>
          <w:lang w:eastAsia="ru-RU"/>
        </w:rPr>
        <w:softHyphen/>
        <w:t>щих технологий промышленного производства; ориентация в имеющихся и возможных средствах и технологиях созда</w:t>
      </w:r>
      <w:r w:rsidRPr="007F427B">
        <w:rPr>
          <w:sz w:val="24"/>
          <w:szCs w:val="24"/>
          <w:lang w:eastAsia="ru-RU"/>
        </w:rPr>
        <w:softHyphen/>
        <w:t>ния объектов труда;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 xml:space="preserve">- практическое освоение обучающимися основ проектно-исследовательской деятельности; проведение наблюдений </w:t>
      </w:r>
      <w:r w:rsidRPr="007F427B">
        <w:rPr>
          <w:spacing w:val="-11"/>
          <w:sz w:val="24"/>
          <w:szCs w:val="24"/>
          <w:lang w:eastAsia="ru-RU"/>
        </w:rPr>
        <w:t>и экспериментов под руководством учителя; объяснение явле</w:t>
      </w:r>
      <w:r w:rsidRPr="007F427B">
        <w:rPr>
          <w:sz w:val="24"/>
          <w:szCs w:val="24"/>
          <w:lang w:eastAsia="ru-RU"/>
        </w:rPr>
        <w:t>ний, процессов и связей, выявляемых в ходе исследований;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уяснение социальных и экологических последствий разви</w:t>
      </w:r>
      <w:r w:rsidRPr="007F427B">
        <w:rPr>
          <w:sz w:val="24"/>
          <w:szCs w:val="24"/>
          <w:lang w:eastAsia="ru-RU"/>
        </w:rPr>
        <w:softHyphen/>
        <w:t>тия технологий промышленного и сельскохозяйственного производства, энергетики и транспорта; распознавание ви</w:t>
      </w:r>
      <w:r w:rsidRPr="007F427B">
        <w:rPr>
          <w:sz w:val="24"/>
          <w:szCs w:val="24"/>
          <w:lang w:eastAsia="ru-RU"/>
        </w:rPr>
        <w:softHyphen/>
        <w:t>дов, назначения материалов, инструментов и оборудования, применяемого в технологических процессах; оценка техно</w:t>
      </w:r>
      <w:r w:rsidRPr="007F427B">
        <w:rPr>
          <w:sz w:val="24"/>
          <w:szCs w:val="24"/>
          <w:lang w:eastAsia="ru-RU"/>
        </w:rPr>
        <w:softHyphen/>
        <w:t>логических свойств сырья, материалов и областей их приме</w:t>
      </w:r>
      <w:r w:rsidRPr="007F427B">
        <w:rPr>
          <w:sz w:val="24"/>
          <w:szCs w:val="24"/>
          <w:lang w:eastAsia="ru-RU"/>
        </w:rPr>
        <w:softHyphen/>
        <w:t>нения;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</w:t>
      </w:r>
      <w:r w:rsidRPr="007F427B">
        <w:rPr>
          <w:sz w:val="24"/>
          <w:szCs w:val="24"/>
          <w:lang w:eastAsia="ru-RU"/>
        </w:rPr>
        <w:softHyphen/>
        <w:t>рования и создания объектов труда;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овладение средствами и формами графического отобра</w:t>
      </w:r>
      <w:r w:rsidRPr="007F427B">
        <w:rPr>
          <w:sz w:val="24"/>
          <w:szCs w:val="24"/>
          <w:lang w:eastAsia="ru-RU"/>
        </w:rPr>
        <w:softHyphen/>
        <w:t>жения объектов или процессов, правилами выполнения гра</w:t>
      </w:r>
      <w:r w:rsidRPr="007F427B">
        <w:rPr>
          <w:sz w:val="24"/>
          <w:szCs w:val="24"/>
          <w:lang w:eastAsia="ru-RU"/>
        </w:rPr>
        <w:softHyphen/>
        <w:t>фической документации, овладение методами чтения техни</w:t>
      </w:r>
      <w:r w:rsidRPr="007F427B">
        <w:rPr>
          <w:sz w:val="24"/>
          <w:szCs w:val="24"/>
          <w:lang w:eastAsia="ru-RU"/>
        </w:rPr>
        <w:softHyphen/>
        <w:t>ческой, технологической и инструктивной информации;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формирование умений устанавливать взаимосвязь зна</w:t>
      </w:r>
      <w:r w:rsidRPr="007F427B">
        <w:rPr>
          <w:sz w:val="24"/>
          <w:szCs w:val="24"/>
          <w:lang w:eastAsia="ru-RU"/>
        </w:rPr>
        <w:softHyphen/>
        <w:t>ний по разным учебным предметам для решения приклад</w:t>
      </w:r>
      <w:r w:rsidRPr="007F427B">
        <w:rPr>
          <w:sz w:val="24"/>
          <w:szCs w:val="24"/>
          <w:lang w:eastAsia="ru-RU"/>
        </w:rPr>
        <w:softHyphen/>
      </w:r>
      <w:r w:rsidRPr="007F427B">
        <w:rPr>
          <w:spacing w:val="-1"/>
          <w:sz w:val="24"/>
          <w:szCs w:val="24"/>
          <w:lang w:eastAsia="ru-RU"/>
        </w:rPr>
        <w:t>ных учебных задач; применение общенаучных знаний по пред</w:t>
      </w:r>
      <w:r w:rsidRPr="007F427B">
        <w:rPr>
          <w:spacing w:val="-1"/>
          <w:sz w:val="24"/>
          <w:szCs w:val="24"/>
          <w:lang w:eastAsia="ru-RU"/>
        </w:rPr>
        <w:softHyphen/>
      </w:r>
      <w:r w:rsidRPr="007F427B">
        <w:rPr>
          <w:sz w:val="24"/>
          <w:szCs w:val="24"/>
          <w:lang w:eastAsia="ru-RU"/>
        </w:rPr>
        <w:t>метам естественно-математического цикла в процессе под</w:t>
      </w:r>
      <w:r w:rsidRPr="007F427B">
        <w:rPr>
          <w:sz w:val="24"/>
          <w:szCs w:val="24"/>
          <w:lang w:eastAsia="ru-RU"/>
        </w:rPr>
        <w:softHyphen/>
        <w:t>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</w:t>
      </w:r>
      <w:r w:rsidRPr="007F427B">
        <w:rPr>
          <w:sz w:val="24"/>
          <w:szCs w:val="24"/>
          <w:lang w:eastAsia="ru-RU"/>
        </w:rPr>
        <w:softHyphen/>
        <w:t>логий и проектов;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eastAsia="ru-RU"/>
        </w:rPr>
      </w:pPr>
      <w:r w:rsidRPr="007F427B">
        <w:rPr>
          <w:spacing w:val="-6"/>
          <w:sz w:val="24"/>
          <w:szCs w:val="24"/>
          <w:lang w:eastAsia="ru-RU"/>
        </w:rPr>
        <w:t>- овладение алгоритмами и методами решения организа</w:t>
      </w:r>
      <w:r w:rsidRPr="007F427B">
        <w:rPr>
          <w:sz w:val="24"/>
          <w:szCs w:val="24"/>
          <w:lang w:eastAsia="ru-RU"/>
        </w:rPr>
        <w:t>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</w:t>
      </w:r>
      <w:r w:rsidRPr="007F427B">
        <w:rPr>
          <w:sz w:val="24"/>
          <w:szCs w:val="24"/>
          <w:lang w:eastAsia="ru-RU"/>
        </w:rPr>
        <w:softHyphen/>
        <w:t xml:space="preserve">ре производства; </w:t>
      </w:r>
    </w:p>
    <w:p w:rsidR="00A71C97" w:rsidRPr="005B246F" w:rsidRDefault="00A71C97" w:rsidP="005B246F">
      <w:pPr>
        <w:spacing w:after="0" w:line="240" w:lineRule="auto"/>
        <w:ind w:left="360"/>
        <w:jc w:val="both"/>
        <w:rPr>
          <w:rFonts w:ascii="Arial" w:hAnsi="Arial" w:cs="Arial"/>
          <w:color w:val="6E6E6E"/>
          <w:szCs w:val="24"/>
          <w:lang w:eastAsia="ru-RU"/>
        </w:rPr>
      </w:pPr>
      <w:r w:rsidRPr="005B246F">
        <w:rPr>
          <w:i/>
          <w:iCs/>
          <w:szCs w:val="24"/>
          <w:lang w:eastAsia="ru-RU"/>
        </w:rPr>
        <w:t>в трудовой сфере: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планирование технологического процесса и процесса тру</w:t>
      </w:r>
      <w:r w:rsidRPr="007F427B">
        <w:rPr>
          <w:sz w:val="24"/>
          <w:szCs w:val="24"/>
          <w:lang w:eastAsia="ru-RU"/>
        </w:rPr>
        <w:softHyphen/>
        <w:t>да; подбор материалов с учётом характера объекта труда и технологии; подбор инструментов, приспособлений и обо</w:t>
      </w:r>
      <w:r w:rsidRPr="007F427B">
        <w:rPr>
          <w:sz w:val="24"/>
          <w:szCs w:val="24"/>
          <w:lang w:eastAsia="ru-RU"/>
        </w:rPr>
        <w:softHyphen/>
        <w:t>рудования с учётом требований технологии и материально-энергетических ресурсов;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овладение методами учебно-исследовательской и проект</w:t>
      </w:r>
      <w:r w:rsidRPr="007F427B">
        <w:rPr>
          <w:sz w:val="24"/>
          <w:szCs w:val="24"/>
          <w:lang w:eastAsia="ru-RU"/>
        </w:rPr>
        <w:softHyphen/>
        <w:t>ной деятельности, решения творческих задач, моделирова</w:t>
      </w:r>
      <w:r w:rsidRPr="007F427B">
        <w:rPr>
          <w:sz w:val="24"/>
          <w:szCs w:val="24"/>
          <w:lang w:eastAsia="ru-RU"/>
        </w:rPr>
        <w:softHyphen/>
        <w:t>ния, конструирования; проектирование последовательности операций и составление операционной карты работ;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</w:t>
      </w:r>
      <w:r w:rsidRPr="007F427B">
        <w:rPr>
          <w:sz w:val="24"/>
          <w:szCs w:val="24"/>
          <w:lang w:eastAsia="ru-RU"/>
        </w:rPr>
        <w:softHyphen/>
        <w:t>вил санитарии и гигиены;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выбор средств и видов представления технической и тех</w:t>
      </w:r>
      <w:r w:rsidRPr="007F427B">
        <w:rPr>
          <w:sz w:val="24"/>
          <w:szCs w:val="24"/>
          <w:lang w:eastAsia="ru-RU"/>
        </w:rPr>
        <w:softHyphen/>
        <w:t>нологической информации в соответствии с коммуникатив</w:t>
      </w:r>
      <w:r w:rsidRPr="007F427B">
        <w:rPr>
          <w:sz w:val="24"/>
          <w:szCs w:val="24"/>
          <w:lang w:eastAsia="ru-RU"/>
        </w:rPr>
        <w:softHyphen/>
        <w:t>ной задачей, сферой и ситуацией общения;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контроль промежуточных и конечных результатов труда по установленным критериям и показателям с использова</w:t>
      </w:r>
      <w:r w:rsidRPr="007F427B">
        <w:rPr>
          <w:sz w:val="24"/>
          <w:szCs w:val="24"/>
          <w:lang w:eastAsia="ru-RU"/>
        </w:rPr>
        <w:softHyphen/>
        <w:t>нием контрольных и измерительных инструментов; выявле</w:t>
      </w:r>
      <w:r w:rsidRPr="007F427B">
        <w:rPr>
          <w:sz w:val="24"/>
          <w:szCs w:val="24"/>
          <w:lang w:eastAsia="ru-RU"/>
        </w:rPr>
        <w:softHyphen/>
        <w:t>ние допущенных ошибок в процессе труда и обоснование способов их исправления;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документирование результатов труда и проектной дея</w:t>
      </w:r>
      <w:r w:rsidRPr="007F427B">
        <w:rPr>
          <w:sz w:val="24"/>
          <w:szCs w:val="24"/>
          <w:lang w:eastAsia="ru-RU"/>
        </w:rPr>
        <w:softHyphen/>
        <w:t>тельности; расчёт себестоимости продукта труда; примерная экономическая оценка возможной прибыли с учётом сло</w:t>
      </w:r>
      <w:r w:rsidRPr="007F427B">
        <w:rPr>
          <w:sz w:val="24"/>
          <w:szCs w:val="24"/>
          <w:lang w:eastAsia="ru-RU"/>
        </w:rPr>
        <w:softHyphen/>
        <w:t>жившейся ситуации на рынке товаров и услуг;</w:t>
      </w:r>
    </w:p>
    <w:p w:rsidR="00A71C97" w:rsidRPr="005B246F" w:rsidRDefault="00A71C97" w:rsidP="005B246F">
      <w:pPr>
        <w:spacing w:after="0" w:line="240" w:lineRule="auto"/>
        <w:ind w:left="360"/>
        <w:jc w:val="both"/>
        <w:rPr>
          <w:rFonts w:ascii="Arial" w:hAnsi="Arial" w:cs="Arial"/>
          <w:color w:val="6E6E6E"/>
          <w:szCs w:val="24"/>
          <w:lang w:eastAsia="ru-RU"/>
        </w:rPr>
      </w:pPr>
      <w:r w:rsidRPr="005B246F">
        <w:rPr>
          <w:i/>
          <w:iCs/>
          <w:szCs w:val="24"/>
          <w:lang w:eastAsia="ru-RU"/>
        </w:rPr>
        <w:t>в мотивационной сфере: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оценивание своей способности к труду в конкретной пред</w:t>
      </w:r>
      <w:r w:rsidRPr="007F427B">
        <w:rPr>
          <w:sz w:val="24"/>
          <w:szCs w:val="24"/>
          <w:lang w:eastAsia="ru-RU"/>
        </w:rPr>
        <w:softHyphen/>
        <w:t>метной деятельности; осознание ответственности за качест</w:t>
      </w:r>
      <w:r w:rsidRPr="007F427B">
        <w:rPr>
          <w:sz w:val="24"/>
          <w:szCs w:val="24"/>
          <w:lang w:eastAsia="ru-RU"/>
        </w:rPr>
        <w:softHyphen/>
        <w:t>во результатов труда;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согласование своих потребностей и требований с потреб</w:t>
      </w:r>
      <w:r w:rsidRPr="007F427B">
        <w:rPr>
          <w:sz w:val="24"/>
          <w:szCs w:val="24"/>
          <w:lang w:eastAsia="ru-RU"/>
        </w:rPr>
        <w:softHyphen/>
        <w:t>ностями и требованиями других участников познавательно-трудовой деятельности;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формирование представлений о мире профессий, свя</w:t>
      </w:r>
      <w:r w:rsidRPr="007F427B">
        <w:rPr>
          <w:sz w:val="24"/>
          <w:szCs w:val="24"/>
          <w:lang w:eastAsia="ru-RU"/>
        </w:rPr>
        <w:softHyphen/>
        <w:t>занных с изучаемыми технологиями, их востребованности на рынке труда; направленное продвижение к выбору про</w:t>
      </w:r>
      <w:r w:rsidRPr="007F427B">
        <w:rPr>
          <w:sz w:val="24"/>
          <w:szCs w:val="24"/>
          <w:lang w:eastAsia="ru-RU"/>
        </w:rPr>
        <w:softHyphen/>
        <w:t>филя технологической подготовки в старших классах пол</w:t>
      </w:r>
      <w:r w:rsidRPr="007F427B">
        <w:rPr>
          <w:sz w:val="24"/>
          <w:szCs w:val="24"/>
          <w:lang w:eastAsia="ru-RU"/>
        </w:rPr>
        <w:softHyphen/>
        <w:t>ной средней школы или будущей профессии в учреждениях начального профессионального или среднего специального образования;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выраженная готовность к труду в сфере материального производства или сфере услуг; оценивание своей способно</w:t>
      </w:r>
      <w:r w:rsidRPr="007F427B">
        <w:rPr>
          <w:sz w:val="24"/>
          <w:szCs w:val="24"/>
          <w:lang w:eastAsia="ru-RU"/>
        </w:rPr>
        <w:softHyphen/>
        <w:t>сти и готовности к предпринимательской деятельности;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стремление к экономии и бережливости в расходовании времени, материалов, денежных средств, труда; наличие эко</w:t>
      </w:r>
      <w:r w:rsidRPr="007F427B">
        <w:rPr>
          <w:sz w:val="24"/>
          <w:szCs w:val="24"/>
          <w:lang w:eastAsia="ru-RU"/>
        </w:rPr>
        <w:softHyphen/>
        <w:t>логической культуры при обосновании объекта труда и вы</w:t>
      </w:r>
      <w:r w:rsidRPr="007F427B">
        <w:rPr>
          <w:sz w:val="24"/>
          <w:szCs w:val="24"/>
          <w:lang w:eastAsia="ru-RU"/>
        </w:rPr>
        <w:softHyphen/>
        <w:t xml:space="preserve">полнении работ; </w:t>
      </w:r>
    </w:p>
    <w:p w:rsidR="00A71C97" w:rsidRPr="005B246F" w:rsidRDefault="00A71C97" w:rsidP="005B246F">
      <w:pPr>
        <w:spacing w:after="0" w:line="240" w:lineRule="auto"/>
        <w:ind w:left="360"/>
        <w:jc w:val="both"/>
        <w:rPr>
          <w:rFonts w:ascii="Arial" w:hAnsi="Arial" w:cs="Arial"/>
          <w:color w:val="6E6E6E"/>
          <w:szCs w:val="24"/>
          <w:lang w:eastAsia="ru-RU"/>
        </w:rPr>
      </w:pPr>
      <w:r w:rsidRPr="005B246F">
        <w:rPr>
          <w:i/>
          <w:iCs/>
          <w:szCs w:val="24"/>
          <w:lang w:eastAsia="ru-RU"/>
        </w:rPr>
        <w:t>в эстетической сфере: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</w:t>
      </w:r>
      <w:r w:rsidRPr="007F427B">
        <w:rPr>
          <w:sz w:val="24"/>
          <w:szCs w:val="24"/>
          <w:lang w:eastAsia="ru-RU"/>
        </w:rPr>
        <w:softHyphen/>
        <w:t>полненного объекта или результата труда;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 xml:space="preserve">- рациональное и эстетическое оснащение рабочего места </w:t>
      </w:r>
      <w:r w:rsidRPr="007F427B">
        <w:rPr>
          <w:spacing w:val="-8"/>
          <w:sz w:val="24"/>
          <w:szCs w:val="24"/>
          <w:lang w:eastAsia="ru-RU"/>
        </w:rPr>
        <w:t>с учётом требований эргономики и элементов научной орга</w:t>
      </w:r>
      <w:r w:rsidRPr="007F427B">
        <w:rPr>
          <w:sz w:val="24"/>
          <w:szCs w:val="24"/>
          <w:lang w:eastAsia="ru-RU"/>
        </w:rPr>
        <w:t>низации труда;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умение выражать себя в доступных видах и формах худо</w:t>
      </w:r>
      <w:r w:rsidRPr="007F427B">
        <w:rPr>
          <w:sz w:val="24"/>
          <w:szCs w:val="24"/>
          <w:lang w:eastAsia="ru-RU"/>
        </w:rPr>
        <w:softHyphen/>
        <w:t>жественно-прикладного творчества; художественное оформ</w:t>
      </w:r>
      <w:r w:rsidRPr="007F427B">
        <w:rPr>
          <w:sz w:val="24"/>
          <w:szCs w:val="24"/>
          <w:lang w:eastAsia="ru-RU"/>
        </w:rPr>
        <w:softHyphen/>
        <w:t>ление объекта труда и оптимальное планирование работ;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рациональный выбор рабочего костюма и опрятное со</w:t>
      </w:r>
      <w:r w:rsidRPr="007F427B">
        <w:rPr>
          <w:sz w:val="24"/>
          <w:szCs w:val="24"/>
          <w:lang w:eastAsia="ru-RU"/>
        </w:rPr>
        <w:softHyphen/>
        <w:t>держание рабочей одежды;</w:t>
      </w:r>
    </w:p>
    <w:p w:rsidR="00A71C97" w:rsidRPr="005B246F" w:rsidRDefault="00A71C97" w:rsidP="005B246F">
      <w:pPr>
        <w:spacing w:after="0" w:line="240" w:lineRule="auto"/>
        <w:ind w:left="360"/>
        <w:jc w:val="both"/>
        <w:rPr>
          <w:rFonts w:ascii="Arial" w:hAnsi="Arial" w:cs="Arial"/>
          <w:b/>
          <w:color w:val="6E6E6E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участие в оформлении класса и школы, озеленении при</w:t>
      </w:r>
      <w:r w:rsidRPr="007F427B">
        <w:rPr>
          <w:sz w:val="24"/>
          <w:szCs w:val="24"/>
          <w:lang w:eastAsia="ru-RU"/>
        </w:rPr>
        <w:softHyphen/>
        <w:t xml:space="preserve">школьного участка, стремление </w:t>
      </w:r>
      <w:r w:rsidRPr="0063467A">
        <w:rPr>
          <w:rStyle w:val="a2"/>
          <w:bCs/>
        </w:rPr>
        <w:t xml:space="preserve">в </w:t>
      </w:r>
      <w:r w:rsidRPr="005B246F">
        <w:rPr>
          <w:i/>
          <w:iCs/>
          <w:szCs w:val="24"/>
          <w:lang w:eastAsia="ru-RU"/>
        </w:rPr>
        <w:t>коммуникативной сфере: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 xml:space="preserve">- практическое освоение внести красоту в домашний быт; 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умений, составляющих основу ком</w:t>
      </w:r>
      <w:r w:rsidRPr="007F427B">
        <w:rPr>
          <w:sz w:val="24"/>
          <w:szCs w:val="24"/>
          <w:lang w:eastAsia="ru-RU"/>
        </w:rPr>
        <w:softHyphen/>
        <w:t>муникативной компетентности: действовать с учётом пози</w:t>
      </w:r>
      <w:r w:rsidRPr="007F427B">
        <w:rPr>
          <w:sz w:val="24"/>
          <w:szCs w:val="24"/>
          <w:lang w:eastAsia="ru-RU"/>
        </w:rPr>
        <w:softHyphen/>
        <w:t>ции другого и уметь согласовывать свои действия; устанав</w:t>
      </w:r>
      <w:r w:rsidRPr="007F427B">
        <w:rPr>
          <w:sz w:val="24"/>
          <w:szCs w:val="24"/>
          <w:lang w:eastAsia="ru-RU"/>
        </w:rPr>
        <w:softHyphen/>
        <w:t>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</w:t>
      </w:r>
      <w:r w:rsidRPr="007F427B">
        <w:rPr>
          <w:sz w:val="24"/>
          <w:szCs w:val="24"/>
          <w:lang w:eastAsia="ru-RU"/>
        </w:rPr>
        <w:softHyphen/>
        <w:t>цию, учитывать намерения и способы коммуникации парт</w:t>
      </w:r>
      <w:r w:rsidRPr="007F427B">
        <w:rPr>
          <w:sz w:val="24"/>
          <w:szCs w:val="24"/>
          <w:lang w:eastAsia="ru-RU"/>
        </w:rPr>
        <w:softHyphen/>
        <w:t>нёра, выбирать адекватные стратегии коммуникации;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установление рабочих отношений в группе для выполне</w:t>
      </w:r>
      <w:r w:rsidRPr="007F427B">
        <w:rPr>
          <w:sz w:val="24"/>
          <w:szCs w:val="24"/>
          <w:lang w:eastAsia="ru-RU"/>
        </w:rPr>
        <w:softHyphen/>
        <w:t>ния практической работы или проекта, эффективное сотруд</w:t>
      </w:r>
      <w:r w:rsidRPr="007F427B">
        <w:rPr>
          <w:sz w:val="24"/>
          <w:szCs w:val="24"/>
          <w:lang w:eastAsia="ru-RU"/>
        </w:rPr>
        <w:softHyphen/>
        <w:t>ничество и способствование эффективной кооперации; интегрирование в группу сверстников и построение продук</w:t>
      </w:r>
      <w:r w:rsidRPr="007F427B">
        <w:rPr>
          <w:sz w:val="24"/>
          <w:szCs w:val="24"/>
          <w:lang w:eastAsia="ru-RU"/>
        </w:rPr>
        <w:softHyphen/>
        <w:t>тивного взаимодействия со сверстниками и учителями;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сравнение разных точек зрения перед принятием реше</w:t>
      </w:r>
      <w:r w:rsidRPr="007F427B">
        <w:rPr>
          <w:sz w:val="24"/>
          <w:szCs w:val="24"/>
          <w:lang w:eastAsia="ru-RU"/>
        </w:rPr>
        <w:softHyphen/>
        <w:t>ния и осуществлением выбора; аргументирование своей точ</w:t>
      </w:r>
      <w:r w:rsidRPr="007F427B">
        <w:rPr>
          <w:sz w:val="24"/>
          <w:szCs w:val="24"/>
          <w:lang w:eastAsia="ru-RU"/>
        </w:rPr>
        <w:softHyphen/>
        <w:t>ки зрения, отстаивание в споре своей позиции невраждеб</w:t>
      </w:r>
      <w:r w:rsidRPr="007F427B">
        <w:rPr>
          <w:sz w:val="24"/>
          <w:szCs w:val="24"/>
          <w:lang w:eastAsia="ru-RU"/>
        </w:rPr>
        <w:softHyphen/>
        <w:t>ным для оппонентов образом;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адекватное</w:t>
      </w:r>
      <w:r>
        <w:rPr>
          <w:sz w:val="24"/>
          <w:szCs w:val="24"/>
          <w:lang w:eastAsia="ru-RU"/>
        </w:rPr>
        <w:t xml:space="preserve"> использование речевых средств </w:t>
      </w:r>
      <w:r w:rsidRPr="007F427B">
        <w:rPr>
          <w:sz w:val="24"/>
          <w:szCs w:val="24"/>
          <w:lang w:eastAsia="ru-RU"/>
        </w:rPr>
        <w:t>для решения различных коммуникативных задач; овладение устной и пись</w:t>
      </w:r>
      <w:r w:rsidRPr="007F427B">
        <w:rPr>
          <w:sz w:val="24"/>
          <w:szCs w:val="24"/>
          <w:lang w:eastAsia="ru-RU"/>
        </w:rPr>
        <w:softHyphen/>
        <w:t>менной речью; построение монологических контекстных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 xml:space="preserve">высказываний; публичная презентация и защита проекта изделия, продукта труда или услуги; </w:t>
      </w:r>
    </w:p>
    <w:p w:rsidR="00A71C97" w:rsidRPr="005B246F" w:rsidRDefault="00A71C97" w:rsidP="005B246F">
      <w:pPr>
        <w:spacing w:after="0" w:line="240" w:lineRule="auto"/>
        <w:ind w:left="360"/>
        <w:jc w:val="both"/>
        <w:rPr>
          <w:i/>
          <w:szCs w:val="24"/>
          <w:lang w:eastAsia="ru-RU"/>
        </w:rPr>
      </w:pPr>
      <w:r w:rsidRPr="005B246F">
        <w:rPr>
          <w:i/>
          <w:iCs/>
          <w:szCs w:val="24"/>
          <w:lang w:eastAsia="ru-RU"/>
        </w:rPr>
        <w:t>в физиолого-психологической сфере:</w:t>
      </w:r>
    </w:p>
    <w:p w:rsidR="00A71C97" w:rsidRPr="007F427B" w:rsidRDefault="00A71C97" w:rsidP="005B246F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развитие моторики и координации движений рук при ра</w:t>
      </w:r>
      <w:r w:rsidRPr="007F427B">
        <w:rPr>
          <w:sz w:val="24"/>
          <w:szCs w:val="24"/>
          <w:lang w:eastAsia="ru-RU"/>
        </w:rPr>
        <w:softHyphen/>
        <w:t>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</w:t>
      </w:r>
      <w:r w:rsidRPr="007F427B">
        <w:rPr>
          <w:sz w:val="24"/>
          <w:szCs w:val="24"/>
          <w:lang w:eastAsia="ru-RU"/>
        </w:rPr>
        <w:softHyphen/>
        <w:t>ческих операций;</w:t>
      </w:r>
    </w:p>
    <w:p w:rsidR="00A71C97" w:rsidRPr="007F427B" w:rsidRDefault="00A71C97" w:rsidP="007F427B">
      <w:pPr>
        <w:spacing w:after="0" w:line="240" w:lineRule="auto"/>
        <w:jc w:val="both"/>
        <w:rPr>
          <w:rFonts w:ascii="Arial" w:hAnsi="Arial" w:cs="Arial"/>
          <w:color w:val="6E6E6E"/>
          <w:sz w:val="24"/>
          <w:szCs w:val="24"/>
          <w:lang w:eastAsia="ru-RU"/>
        </w:rPr>
      </w:pPr>
      <w:r w:rsidRPr="007F427B">
        <w:rPr>
          <w:rFonts w:ascii="Arial" w:hAnsi="Arial" w:cs="Arial"/>
          <w:color w:val="6E6E6E"/>
          <w:sz w:val="24"/>
          <w:szCs w:val="24"/>
          <w:lang w:eastAsia="ru-RU"/>
        </w:rPr>
        <w:t xml:space="preserve">- </w:t>
      </w:r>
      <w:r w:rsidRPr="007F427B">
        <w:rPr>
          <w:sz w:val="24"/>
          <w:szCs w:val="24"/>
          <w:lang w:eastAsia="ru-RU"/>
        </w:rPr>
        <w:t>соблюдение необходимой величины усилий, прилагаемых к инструментам, с учётом технологических требований;</w:t>
      </w:r>
    </w:p>
    <w:p w:rsidR="00A71C97" w:rsidRPr="007F427B" w:rsidRDefault="00A71C97" w:rsidP="007F427B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- сочетание образного и логического мышления в проект</w:t>
      </w:r>
      <w:r w:rsidRPr="007F427B">
        <w:rPr>
          <w:sz w:val="24"/>
          <w:szCs w:val="24"/>
          <w:lang w:eastAsia="ru-RU"/>
        </w:rPr>
        <w:softHyphen/>
        <w:t>ной деятельности.</w:t>
      </w:r>
    </w:p>
    <w:p w:rsidR="00A71C97" w:rsidRPr="007F427B" w:rsidRDefault="00A71C97" w:rsidP="007F427B">
      <w:pPr>
        <w:spacing w:after="0" w:line="240" w:lineRule="auto"/>
        <w:ind w:right="-5" w:firstLine="567"/>
        <w:jc w:val="both"/>
        <w:rPr>
          <w:sz w:val="24"/>
          <w:szCs w:val="24"/>
          <w:lang w:eastAsia="ru-RU"/>
        </w:rPr>
      </w:pPr>
      <w:r w:rsidRPr="007F427B">
        <w:rPr>
          <w:sz w:val="24"/>
          <w:szCs w:val="24"/>
          <w:u w:val="single"/>
          <w:lang w:eastAsia="ru-RU"/>
        </w:rPr>
        <w:t>Основной формой обучения</w:t>
      </w:r>
      <w:r w:rsidRPr="007F427B">
        <w:rPr>
          <w:sz w:val="24"/>
          <w:szCs w:val="24"/>
          <w:lang w:eastAsia="ru-RU"/>
        </w:rPr>
        <w:t xml:space="preserve"> является учебно-практическая деятельность учащихся. </w:t>
      </w:r>
      <w:r w:rsidRPr="007F427B">
        <w:rPr>
          <w:bCs/>
          <w:sz w:val="24"/>
          <w:szCs w:val="24"/>
          <w:u w:val="single"/>
          <w:lang w:eastAsia="ru-RU"/>
        </w:rPr>
        <w:t>Приоритетными методами являются</w:t>
      </w:r>
      <w:r w:rsidRPr="007F427B">
        <w:rPr>
          <w:sz w:val="24"/>
          <w:szCs w:val="24"/>
          <w:lang w:eastAsia="ru-RU"/>
        </w:rPr>
        <w:t xml:space="preserve"> упражнения, лабораторно-практические, учебно-практические работы. </w:t>
      </w:r>
    </w:p>
    <w:p w:rsidR="00A71C97" w:rsidRPr="007F427B" w:rsidRDefault="00A71C97" w:rsidP="007F427B">
      <w:pPr>
        <w:spacing w:after="0" w:line="240" w:lineRule="auto"/>
        <w:ind w:right="-5"/>
        <w:jc w:val="both"/>
        <w:rPr>
          <w:sz w:val="24"/>
          <w:szCs w:val="24"/>
          <w:lang w:eastAsia="ru-RU"/>
        </w:rPr>
      </w:pPr>
      <w:r w:rsidRPr="007F427B">
        <w:rPr>
          <w:bCs/>
          <w:sz w:val="24"/>
          <w:szCs w:val="24"/>
          <w:u w:val="single"/>
          <w:lang w:eastAsia="ru-RU"/>
        </w:rPr>
        <w:t>Ведущей структурной моделью</w:t>
      </w:r>
      <w:r w:rsidRPr="007F427B">
        <w:rPr>
          <w:sz w:val="24"/>
          <w:szCs w:val="24"/>
          <w:lang w:eastAsia="ru-RU"/>
        </w:rPr>
        <w:t xml:space="preserve"> для организации занятий по технологии является комбинированный урок. </w:t>
      </w:r>
    </w:p>
    <w:p w:rsidR="00A71C97" w:rsidRPr="007F427B" w:rsidRDefault="00A71C97" w:rsidP="007F427B">
      <w:pPr>
        <w:spacing w:after="0" w:line="240" w:lineRule="auto"/>
        <w:ind w:right="-5" w:firstLine="567"/>
        <w:jc w:val="both"/>
        <w:rPr>
          <w:sz w:val="24"/>
          <w:szCs w:val="24"/>
          <w:lang w:eastAsia="ru-RU"/>
        </w:rPr>
      </w:pPr>
      <w:r w:rsidRPr="007F427B">
        <w:rPr>
          <w:sz w:val="24"/>
          <w:szCs w:val="24"/>
          <w:lang w:eastAsia="ru-RU"/>
        </w:rPr>
        <w:t>В программе предусмотрено выполнение школьниками творческих или проектных работ. При организации творческой или проектной деятельности учащихся очень важно акцентировать их внимание на потребительском назначении того изделия, которое они выдвигают в качестве творческой идеи.</w:t>
      </w:r>
    </w:p>
    <w:p w:rsidR="00A71C97" w:rsidRDefault="00A71C97" w:rsidP="009A569A">
      <w:pPr>
        <w:rPr>
          <w:b/>
          <w:bCs/>
          <w:color w:val="191919"/>
          <w:sz w:val="24"/>
          <w:szCs w:val="24"/>
          <w:u w:val="single"/>
        </w:rPr>
      </w:pPr>
    </w:p>
    <w:p w:rsidR="00A71C97" w:rsidRDefault="00A71C97" w:rsidP="009A569A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b/>
          <w:color w:val="191919"/>
          <w:sz w:val="32"/>
          <w:szCs w:val="32"/>
        </w:rPr>
      </w:pPr>
    </w:p>
    <w:p w:rsidR="00A71C97" w:rsidRPr="00811F80" w:rsidRDefault="00A71C97" w:rsidP="009A569A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b/>
          <w:color w:val="191919"/>
          <w:sz w:val="32"/>
          <w:szCs w:val="32"/>
          <w:u w:val="single"/>
        </w:rPr>
      </w:pPr>
      <w:bookmarkStart w:id="0" w:name="_GoBack"/>
      <w:bookmarkEnd w:id="0"/>
      <w:r>
        <w:rPr>
          <w:b/>
          <w:color w:val="191919"/>
          <w:sz w:val="32"/>
          <w:szCs w:val="32"/>
        </w:rPr>
        <w:t xml:space="preserve">                            </w:t>
      </w:r>
      <w:r w:rsidRPr="00811F80">
        <w:rPr>
          <w:b/>
          <w:color w:val="191919"/>
          <w:sz w:val="32"/>
          <w:szCs w:val="32"/>
          <w:u w:val="single"/>
        </w:rPr>
        <w:t>Содержание учебного предмета.</w:t>
      </w:r>
    </w:p>
    <w:p w:rsidR="00A71C97" w:rsidRPr="00811F80" w:rsidRDefault="00A71C97" w:rsidP="009A569A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color w:val="191919"/>
          <w:sz w:val="32"/>
          <w:szCs w:val="32"/>
          <w:u w:val="single"/>
        </w:rPr>
      </w:pPr>
    </w:p>
    <w:p w:rsidR="00A71C97" w:rsidRPr="00811F80" w:rsidRDefault="00A71C97" w:rsidP="009A569A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jc w:val="both"/>
        <w:rPr>
          <w:color w:val="191919"/>
          <w:sz w:val="32"/>
          <w:szCs w:val="32"/>
        </w:rPr>
      </w:pPr>
    </w:p>
    <w:p w:rsidR="00A71C97" w:rsidRPr="00B91A6D" w:rsidRDefault="00A71C97" w:rsidP="00B91A6D">
      <w:pPr>
        <w:pStyle w:val="Style1"/>
        <w:widowControl/>
        <w:ind w:firstLine="709"/>
        <w:jc w:val="both"/>
        <w:rPr>
          <w:rStyle w:val="FontStyle27"/>
          <w:rFonts w:ascii="Times New Roman" w:hAnsi="Times New Roman" w:cs="Times New Roman"/>
          <w:b w:val="0"/>
          <w:sz w:val="24"/>
        </w:rPr>
      </w:pPr>
    </w:p>
    <w:p w:rsidR="00A71C97" w:rsidRDefault="00A71C97" w:rsidP="009A569A">
      <w:pPr>
        <w:pStyle w:val="Style1"/>
        <w:widowControl/>
        <w:jc w:val="center"/>
        <w:rPr>
          <w:rStyle w:val="FontStyle27"/>
          <w:bCs/>
          <w:sz w:val="24"/>
        </w:rPr>
      </w:pPr>
      <w:r>
        <w:rPr>
          <w:rStyle w:val="FontStyle27"/>
          <w:bCs/>
          <w:sz w:val="24"/>
        </w:rPr>
        <w:t xml:space="preserve">Содержание программы </w:t>
      </w:r>
      <w:r w:rsidRPr="001001DE">
        <w:rPr>
          <w:rStyle w:val="FontStyle27"/>
          <w:bCs/>
          <w:sz w:val="24"/>
        </w:rPr>
        <w:t>5класс</w:t>
      </w:r>
    </w:p>
    <w:p w:rsidR="00A71C97" w:rsidRPr="001001DE" w:rsidRDefault="00A71C97" w:rsidP="009A569A">
      <w:pPr>
        <w:pStyle w:val="Style1"/>
        <w:widowControl/>
        <w:jc w:val="center"/>
        <w:rPr>
          <w:rStyle w:val="FontStyle27"/>
          <w:bCs/>
          <w:sz w:val="24"/>
        </w:rPr>
      </w:pP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2"/>
          <w:rFonts w:ascii="Times New Roman" w:hAnsi="Times New Roman" w:cs="Times New Roman"/>
          <w:b w:val="0"/>
          <w:bCs/>
          <w:sz w:val="24"/>
          <w:szCs w:val="28"/>
        </w:rPr>
      </w:pPr>
      <w:r w:rsidRPr="00B91A6D">
        <w:rPr>
          <w:rStyle w:val="FontStyle22"/>
          <w:rFonts w:ascii="Times New Roman" w:hAnsi="Times New Roman" w:cs="Times New Roman"/>
          <w:b w:val="0"/>
          <w:bCs/>
          <w:sz w:val="24"/>
          <w:szCs w:val="28"/>
        </w:rPr>
        <w:t>Раздел «Кулинария»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4"/>
          <w:rFonts w:ascii="Times New Roman" w:hAnsi="Times New Roman" w:cs="Times New Roman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 xml:space="preserve">Тема. Санитария и гигиена на кухне 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    Теоретические сведения. </w:t>
      </w:r>
      <w:r w:rsidRPr="00B91A6D">
        <w:rPr>
          <w:rStyle w:val="FontStyle23"/>
          <w:rFonts w:cs="Sylfaen"/>
          <w:sz w:val="24"/>
        </w:rPr>
        <w:t>Санитарно-гигиенические требо</w:t>
      </w:r>
      <w:r w:rsidRPr="00B91A6D">
        <w:rPr>
          <w:rStyle w:val="FontStyle23"/>
          <w:rFonts w:cs="Sylfaen"/>
          <w:sz w:val="24"/>
        </w:rPr>
        <w:softHyphen/>
        <w:t>вания к лицам, приготовляющим пищу, к приготовлению пищи, хранению продуктов и готовых блюд.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 xml:space="preserve">     Необходимый набор посуды для приготовления пищи. Пра</w:t>
      </w:r>
      <w:r w:rsidRPr="00B91A6D">
        <w:rPr>
          <w:rStyle w:val="FontStyle23"/>
          <w:rFonts w:cs="Sylfaen"/>
          <w:sz w:val="24"/>
        </w:rPr>
        <w:softHyphen/>
        <w:t>вила и последовательность мытья посуды. Уход за поверхностью стен и пола. Современные моющие и чистящие средства для ухо</w:t>
      </w:r>
      <w:r w:rsidRPr="00B91A6D">
        <w:rPr>
          <w:rStyle w:val="FontStyle23"/>
          <w:rFonts w:cs="Sylfaen"/>
          <w:sz w:val="24"/>
        </w:rPr>
        <w:softHyphen/>
        <w:t>да за посудой, поверхностью стен и пола.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 xml:space="preserve">       Безопасные приёмы работы на кухне. Правила безопасной работы с газовыми плитами, электронагревательными прибора</w:t>
      </w:r>
      <w:r w:rsidRPr="00B91A6D">
        <w:rPr>
          <w:rStyle w:val="FontStyle23"/>
          <w:rFonts w:cs="Sylfaen"/>
          <w:sz w:val="24"/>
        </w:rPr>
        <w:softHyphen/>
        <w:t>ми, горячей посудой и жидкостью, ножом и приспособлениями. Первая помощь при порезах и ожогах паром или кипятком.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Подготовка посуды и инвентаря к приготовлению пищи.</w:t>
      </w:r>
    </w:p>
    <w:p w:rsidR="00A71C97" w:rsidRPr="00B91A6D" w:rsidRDefault="00A71C97" w:rsidP="009A569A">
      <w:pPr>
        <w:pStyle w:val="Style3"/>
        <w:widowControl/>
        <w:ind w:firstLine="709"/>
        <w:jc w:val="left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Физиология питания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     Теоретические сведения. </w:t>
      </w:r>
      <w:r w:rsidRPr="00B91A6D">
        <w:rPr>
          <w:rStyle w:val="FontStyle23"/>
          <w:rFonts w:cs="Sylfaen"/>
          <w:sz w:val="24"/>
        </w:rPr>
        <w:t>Питание как физиологическая по</w:t>
      </w:r>
      <w:r w:rsidRPr="00B91A6D">
        <w:rPr>
          <w:rStyle w:val="FontStyle23"/>
          <w:rFonts w:cs="Sylfaen"/>
          <w:sz w:val="24"/>
        </w:rPr>
        <w:softHyphen/>
        <w:t>требность. Пищевые (питательные) вещества. Значение белков, жиров, углеводов для жизнедеятельности человека. Пищевая пирамида. Роль витаминов, минеральных веществ и воды в обме</w:t>
      </w:r>
      <w:r w:rsidRPr="00B91A6D">
        <w:rPr>
          <w:rStyle w:val="FontStyle23"/>
          <w:rFonts w:cs="Sylfaen"/>
          <w:sz w:val="24"/>
        </w:rPr>
        <w:softHyphen/>
        <w:t>не веществ, их содержание в пищевых продуктах. Пищевые отравления. Правила, позволяющие их избежать. Первая по</w:t>
      </w:r>
      <w:r w:rsidRPr="00B91A6D">
        <w:rPr>
          <w:rStyle w:val="FontStyle23"/>
          <w:rFonts w:cs="Sylfaen"/>
          <w:sz w:val="24"/>
        </w:rPr>
        <w:softHyphen/>
        <w:t>мощь при отравлениях. Режим питания.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Со</w:t>
      </w:r>
      <w:r w:rsidRPr="00B91A6D">
        <w:rPr>
          <w:rStyle w:val="FontStyle23"/>
          <w:rFonts w:cs="Sylfaen"/>
          <w:sz w:val="24"/>
        </w:rPr>
        <w:softHyphen/>
        <w:t>ставление индивидуального режима питания и дневного рацио</w:t>
      </w:r>
      <w:r w:rsidRPr="00B91A6D">
        <w:rPr>
          <w:rStyle w:val="FontStyle23"/>
          <w:rFonts w:cs="Sylfaen"/>
          <w:sz w:val="24"/>
        </w:rPr>
        <w:softHyphen/>
        <w:t>на на основе пищевой пирамиды.</w:t>
      </w:r>
    </w:p>
    <w:p w:rsidR="00A71C97" w:rsidRPr="00B91A6D" w:rsidRDefault="00A71C97" w:rsidP="009A569A">
      <w:pPr>
        <w:pStyle w:val="Style3"/>
        <w:widowControl/>
        <w:ind w:firstLine="709"/>
        <w:jc w:val="left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Бутерброды и горячие напитки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Теоретические сведения. </w:t>
      </w:r>
      <w:r w:rsidRPr="00B91A6D">
        <w:rPr>
          <w:rStyle w:val="FontStyle23"/>
          <w:rFonts w:cs="Sylfaen"/>
          <w:sz w:val="24"/>
        </w:rPr>
        <w:t>Продукты, применяемые для при</w:t>
      </w:r>
      <w:r w:rsidRPr="00B91A6D">
        <w:rPr>
          <w:rStyle w:val="FontStyle23"/>
          <w:rFonts w:cs="Sylfaen"/>
          <w:sz w:val="24"/>
        </w:rPr>
        <w:softHyphen/>
        <w:t>готовления бутербродов. Значение хлеба в питании человека. Профессия пекарь. Виды бутербродов. Технология приготовле</w:t>
      </w:r>
      <w:r w:rsidRPr="00B91A6D">
        <w:rPr>
          <w:rStyle w:val="FontStyle23"/>
          <w:rFonts w:cs="Sylfaen"/>
          <w:sz w:val="24"/>
        </w:rPr>
        <w:softHyphen/>
        <w:t>ния бутербродов. Инструменты и приспособления для нареза</w:t>
      </w:r>
      <w:r w:rsidRPr="00B91A6D">
        <w:rPr>
          <w:rStyle w:val="FontStyle23"/>
          <w:rFonts w:cs="Sylfaen"/>
          <w:sz w:val="24"/>
        </w:rPr>
        <w:softHyphen/>
        <w:t>ния продуктов. Требования к качеству готовых бутербродов. Условия и сроки их хранения. Подача бутербродов.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Виды горячих напитков (чай, кофе, какао, цикорий, горя</w:t>
      </w:r>
      <w:r w:rsidRPr="00B91A6D">
        <w:rPr>
          <w:rStyle w:val="FontStyle23"/>
          <w:rFonts w:cs="Sylfaen"/>
          <w:sz w:val="24"/>
        </w:rPr>
        <w:softHyphen/>
        <w:t>чий шоколад). Сорта чая, их вкусовые достоинства, полезные свойства. Влияние эфирных масел, воды на качество напитка. Технология заваривания, подача чая. Сорта и виды кофе. Устрой</w:t>
      </w:r>
      <w:r w:rsidRPr="00B91A6D">
        <w:rPr>
          <w:rStyle w:val="FontStyle23"/>
          <w:rFonts w:cs="Sylfaen"/>
          <w:sz w:val="24"/>
        </w:rPr>
        <w:softHyphen/>
        <w:t>ства для размола зёрен кофе. Технология приготовления кофе, подача напитка. Приборы для приготовления кофе. Получение какао-порошка. Технология приготовления какао, подача на</w:t>
      </w:r>
      <w:r w:rsidRPr="00B91A6D">
        <w:rPr>
          <w:rStyle w:val="FontStyle23"/>
          <w:rFonts w:cs="Sylfaen"/>
          <w:sz w:val="24"/>
        </w:rPr>
        <w:softHyphen/>
        <w:t>питка.</w:t>
      </w:r>
    </w:p>
    <w:p w:rsidR="00A71C97" w:rsidRPr="00B91A6D" w:rsidRDefault="00A71C97" w:rsidP="009A569A">
      <w:pPr>
        <w:pStyle w:val="Style10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Приготовление и оформление бутербродов.</w:t>
      </w:r>
    </w:p>
    <w:p w:rsidR="00A71C97" w:rsidRPr="00B91A6D" w:rsidRDefault="00A71C97" w:rsidP="009A569A">
      <w:pPr>
        <w:pStyle w:val="Style12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Приготовление горячих напитков (чай, кофе, какао). Дегустация блюд. Оценка качества.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Соблюдение правил безопасного труда при работе с ножом и горячей жидкостью.</w:t>
      </w:r>
    </w:p>
    <w:p w:rsidR="00A71C97" w:rsidRPr="00B91A6D" w:rsidRDefault="00A71C97" w:rsidP="009A569A">
      <w:pPr>
        <w:pStyle w:val="Style7"/>
        <w:widowControl/>
        <w:spacing w:line="240" w:lineRule="auto"/>
        <w:ind w:firstLine="709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Блюда из круп, бобовых и макаронных изделий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     Теоретические сведения. </w:t>
      </w:r>
      <w:r w:rsidRPr="00B91A6D">
        <w:rPr>
          <w:rStyle w:val="FontStyle23"/>
          <w:rFonts w:cs="Sylfaen"/>
          <w:sz w:val="24"/>
        </w:rPr>
        <w:t>Виды круп, бобовых и макаронных изделий, применяемых в питании человека. Подготовка продук</w:t>
      </w:r>
      <w:r w:rsidRPr="00B91A6D">
        <w:rPr>
          <w:rStyle w:val="FontStyle23"/>
          <w:rFonts w:cs="Sylfaen"/>
          <w:sz w:val="24"/>
        </w:rPr>
        <w:softHyphen/>
        <w:t>тов к приготовлению блюд. Посуда для приготовления блюд. Тех</w:t>
      </w:r>
      <w:r w:rsidRPr="00B91A6D">
        <w:rPr>
          <w:rStyle w:val="FontStyle23"/>
          <w:rFonts w:cs="Sylfaen"/>
          <w:sz w:val="24"/>
        </w:rPr>
        <w:softHyphen/>
        <w:t>нология приготовления крупяных рассыпчатых, вязких и жидких каш. Требования к качеству каши. Применение бобовых в ку</w:t>
      </w:r>
      <w:r w:rsidRPr="00B91A6D">
        <w:rPr>
          <w:rStyle w:val="FontStyle23"/>
          <w:rFonts w:cs="Sylfaen"/>
          <w:sz w:val="24"/>
        </w:rPr>
        <w:softHyphen/>
        <w:t>линарии. Подготовка их к варке, время варки. Технология при</w:t>
      </w:r>
      <w:r w:rsidRPr="00B91A6D">
        <w:rPr>
          <w:rStyle w:val="FontStyle23"/>
          <w:rFonts w:cs="Sylfaen"/>
          <w:sz w:val="24"/>
        </w:rPr>
        <w:softHyphen/>
        <w:t>готовления блюд из макаронных изделий. Подача готовых блюд.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Приготовление и оформление блюд из круп, бобовых и мака</w:t>
      </w:r>
      <w:r w:rsidRPr="00B91A6D">
        <w:rPr>
          <w:rStyle w:val="FontStyle23"/>
          <w:rFonts w:cs="Sylfaen"/>
          <w:sz w:val="24"/>
        </w:rPr>
        <w:softHyphen/>
        <w:t>ронных изделий.</w:t>
      </w:r>
    </w:p>
    <w:p w:rsidR="00A71C97" w:rsidRPr="00B91A6D" w:rsidRDefault="00A71C97" w:rsidP="009A569A">
      <w:pPr>
        <w:pStyle w:val="Style12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Дегустация блюд. Оценка качества.</w:t>
      </w:r>
    </w:p>
    <w:p w:rsidR="00A71C97" w:rsidRPr="00B91A6D" w:rsidRDefault="00A71C97" w:rsidP="009A569A">
      <w:pPr>
        <w:pStyle w:val="Style7"/>
        <w:widowControl/>
        <w:spacing w:line="240" w:lineRule="auto"/>
        <w:ind w:firstLine="709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Блюда из овощей и фруктов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Теоретические сведения. </w:t>
      </w:r>
      <w:r w:rsidRPr="00B91A6D">
        <w:rPr>
          <w:rStyle w:val="FontStyle23"/>
          <w:rFonts w:cs="Sylfaen"/>
          <w:sz w:val="24"/>
        </w:rPr>
        <w:t>Пищевая (питательная) ценность овощей и фруктов. Содержание в них витаминов, минеральных солей, глюкозы, клетчатки. Содержание влаги в продуктах, её влияние на качество и сохранность продуктов. Способы хранения овощей и фруктов. Свежезамороженные овощи. Под</w:t>
      </w:r>
      <w:r w:rsidRPr="00B91A6D">
        <w:rPr>
          <w:rStyle w:val="FontStyle23"/>
          <w:rFonts w:cs="Sylfaen"/>
          <w:sz w:val="24"/>
        </w:rPr>
        <w:softHyphen/>
        <w:t>готовка к заморозке, хранение и условия кулинарного использо</w:t>
      </w:r>
      <w:r w:rsidRPr="00B91A6D">
        <w:rPr>
          <w:rStyle w:val="FontStyle23"/>
          <w:rFonts w:cs="Sylfaen"/>
          <w:sz w:val="24"/>
        </w:rPr>
        <w:softHyphen/>
        <w:t>вания свежезамороженных продуктов.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Влияние экологии окружающей среды на качество овощей и фруктов. Определение доброкачественности овощей по внеш</w:t>
      </w:r>
      <w:r w:rsidRPr="00B91A6D">
        <w:rPr>
          <w:rStyle w:val="FontStyle23"/>
          <w:rFonts w:cs="Sylfaen"/>
          <w:sz w:val="24"/>
        </w:rPr>
        <w:softHyphen/>
        <w:t>нему виду. Методы определения количества нитратов в овощах с помощью измерительных приборов, в химических лаборато</w:t>
      </w:r>
      <w:r w:rsidRPr="00B91A6D">
        <w:rPr>
          <w:rStyle w:val="FontStyle23"/>
          <w:rFonts w:cs="Sylfaen"/>
          <w:sz w:val="24"/>
        </w:rPr>
        <w:softHyphen/>
        <w:t>риях, с помощью бумажных индикаторов в домашних условиях. Способы удаления лишних нитратов из овощей.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Общие правила механической кулинарной обработки ово</w:t>
      </w:r>
      <w:r w:rsidRPr="00B91A6D">
        <w:rPr>
          <w:rStyle w:val="FontStyle23"/>
          <w:rFonts w:cs="Sylfaen"/>
          <w:sz w:val="24"/>
        </w:rPr>
        <w:softHyphen/>
        <w:t>щей. Особенности обработки листовых и пряных овощей, лука и чеснока, тыквенных овощей, томатов, капустных овощей.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Правила кулинарной обработки, обеспечивающие сохране</w:t>
      </w:r>
      <w:r w:rsidRPr="00B91A6D">
        <w:rPr>
          <w:rStyle w:val="FontStyle23"/>
          <w:rFonts w:cs="Sylfaen"/>
          <w:sz w:val="24"/>
        </w:rPr>
        <w:softHyphen/>
        <w:t>ние цвета овощей и витаминов. Правила измельчения овощей, наиболее распространённые формы нарезки овощей. Инстру</w:t>
      </w:r>
      <w:r w:rsidRPr="00B91A6D">
        <w:rPr>
          <w:rStyle w:val="FontStyle23"/>
          <w:rFonts w:cs="Sylfaen"/>
          <w:sz w:val="24"/>
        </w:rPr>
        <w:softHyphen/>
        <w:t>менты и приспособления для нарезки.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Использование салатов в качестве самостоятельных блюд и дополнительных гарниров к мясным и рыбным блюдам. Техноло</w:t>
      </w:r>
      <w:r w:rsidRPr="00B91A6D">
        <w:rPr>
          <w:rStyle w:val="FontStyle23"/>
          <w:rFonts w:cs="Sylfaen"/>
          <w:sz w:val="24"/>
        </w:rPr>
        <w:softHyphen/>
        <w:t>гия приготовления салата из сырых овощей (фруктов). Украше</w:t>
      </w:r>
      <w:r w:rsidRPr="00B91A6D">
        <w:rPr>
          <w:rStyle w:val="FontStyle23"/>
          <w:rFonts w:cs="Sylfaen"/>
          <w:sz w:val="24"/>
        </w:rPr>
        <w:softHyphen/>
        <w:t>ние готовых блюд продуктами, входящими в состав салатов, зе</w:t>
      </w:r>
      <w:r w:rsidRPr="00B91A6D">
        <w:rPr>
          <w:rStyle w:val="FontStyle23"/>
          <w:rFonts w:cs="Sylfaen"/>
          <w:sz w:val="24"/>
        </w:rPr>
        <w:softHyphen/>
        <w:t>ленью.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Значение и виды тепловой обработки продуктов (варка, припускание, бланширование, жарение, пассерование, тушение, за</w:t>
      </w:r>
      <w:r w:rsidRPr="00B91A6D">
        <w:rPr>
          <w:rStyle w:val="FontStyle23"/>
          <w:rFonts w:cs="Sylfaen"/>
          <w:sz w:val="24"/>
        </w:rPr>
        <w:softHyphen/>
        <w:t>пекание). Преимущества и недостатки различных способов теп</w:t>
      </w:r>
      <w:r w:rsidRPr="00B91A6D">
        <w:rPr>
          <w:rStyle w:val="FontStyle23"/>
          <w:rFonts w:cs="Sylfaen"/>
          <w:sz w:val="24"/>
        </w:rPr>
        <w:softHyphen/>
        <w:t>ловой обработки овощей. Технология приготовления салатов и винегретов из варёных овощей. Условия варки овощей для са</w:t>
      </w:r>
      <w:r w:rsidRPr="00B91A6D">
        <w:rPr>
          <w:rStyle w:val="FontStyle23"/>
          <w:rFonts w:cs="Sylfaen"/>
          <w:sz w:val="24"/>
        </w:rPr>
        <w:softHyphen/>
        <w:t>латов и винегретов, способствующие сохранению питательных веществ и витаминов. Требования к качеству и оформлению го</w:t>
      </w:r>
      <w:r w:rsidRPr="00B91A6D">
        <w:rPr>
          <w:rStyle w:val="FontStyle23"/>
          <w:rFonts w:cs="Sylfaen"/>
          <w:sz w:val="24"/>
        </w:rPr>
        <w:softHyphen/>
        <w:t>товых блюд.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Механическая кулинарная обработка овощей и фруктов.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Определение содержания нитратов в овощах.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Приготовление и оформление блюд из сырых и варёных овощей и фруктов.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Дегустация блюд. Оценка качества.</w:t>
      </w:r>
    </w:p>
    <w:p w:rsidR="00A71C97" w:rsidRPr="00B91A6D" w:rsidRDefault="00A71C97" w:rsidP="009A569A">
      <w:pPr>
        <w:pStyle w:val="Style3"/>
        <w:widowControl/>
        <w:ind w:firstLine="709"/>
        <w:jc w:val="left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</w:t>
      </w:r>
      <w:r w:rsidRPr="00B91A6D">
        <w:rPr>
          <w:rStyle w:val="FontStyle24"/>
          <w:rFonts w:ascii="Times New Roman" w:hAnsi="Times New Roman" w:cs="Times New Roman"/>
          <w:u w:val="single"/>
        </w:rPr>
        <w:t xml:space="preserve">. </w:t>
      </w:r>
      <w:r w:rsidRPr="00B91A6D">
        <w:rPr>
          <w:rStyle w:val="FontStyle25"/>
          <w:rFonts w:cs="Sylfaen"/>
          <w:b w:val="0"/>
          <w:bCs/>
          <w:sz w:val="24"/>
          <w:u w:val="single"/>
        </w:rPr>
        <w:t>Блюда из яиц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Теоретические сведения. </w:t>
      </w:r>
      <w:r w:rsidRPr="00B91A6D">
        <w:rPr>
          <w:rStyle w:val="FontStyle23"/>
          <w:rFonts w:cs="Sylfaen"/>
          <w:sz w:val="24"/>
        </w:rPr>
        <w:t>Значение яиц в питании человека. Использование яиц в кулинарии. Меры предосторожности при работе с яйцами. Способы определения свежести яиц. Способы хранения яиц. Технология приготовления блюд из яиц. Приспо</w:t>
      </w:r>
      <w:r w:rsidRPr="00B91A6D">
        <w:rPr>
          <w:rStyle w:val="FontStyle23"/>
          <w:rFonts w:cs="Sylfaen"/>
          <w:sz w:val="24"/>
        </w:rPr>
        <w:softHyphen/>
        <w:t>собления для взбивания. Способы варки куриных яиц: всмятку, в «мешочек», вкрутую. Подача варёных яиц. Жарение яиц: при</w:t>
      </w:r>
      <w:r w:rsidRPr="00B91A6D">
        <w:rPr>
          <w:rStyle w:val="FontStyle23"/>
          <w:rFonts w:cs="Sylfaen"/>
          <w:sz w:val="24"/>
        </w:rPr>
        <w:softHyphen/>
        <w:t>готовление яичницы-глазуньи, омлета натурального. Подача готовых блюд.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Определение свежести яиц. Приготовление блюд из яиц. Дегу</w:t>
      </w:r>
      <w:r w:rsidRPr="00B91A6D">
        <w:rPr>
          <w:rStyle w:val="FontStyle23"/>
          <w:rFonts w:cs="Sylfaen"/>
          <w:sz w:val="24"/>
        </w:rPr>
        <w:softHyphen/>
        <w:t>стация блюд. Оценка качества.</w:t>
      </w:r>
    </w:p>
    <w:p w:rsidR="00A71C97" w:rsidRPr="00B91A6D" w:rsidRDefault="00A71C97" w:rsidP="009A569A">
      <w:pPr>
        <w:pStyle w:val="Style3"/>
        <w:widowControl/>
        <w:ind w:firstLine="709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Приготовление завтрака. Сервировка стола к завтраку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Теоретические сведения. </w:t>
      </w:r>
      <w:r w:rsidRPr="00B91A6D">
        <w:rPr>
          <w:rStyle w:val="FontStyle23"/>
          <w:rFonts w:cs="Sylfaen"/>
          <w:sz w:val="24"/>
        </w:rPr>
        <w:t>Меню завтрака. Понятие о кало</w:t>
      </w:r>
      <w:r w:rsidRPr="00B91A6D">
        <w:rPr>
          <w:rStyle w:val="FontStyle23"/>
          <w:rFonts w:cs="Sylfaen"/>
          <w:sz w:val="24"/>
        </w:rPr>
        <w:softHyphen/>
        <w:t>рийности продуктов. Понятие о сервировке стола. Особенности сервировки стола к завтраку. Набор столового белья, приборов и посуды для завтрака. Способы складывания салфеток. Правила поведения за столом и пользования столовыми приборами.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Разработка меню завтрака. Приготовление завтрака.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Сервировка стола к завтраку. Складывание салфеток.</w:t>
      </w:r>
    </w:p>
    <w:p w:rsidR="00A71C97" w:rsidRPr="00B91A6D" w:rsidRDefault="00A71C97" w:rsidP="009A569A">
      <w:pPr>
        <w:pStyle w:val="Style2"/>
        <w:widowControl/>
        <w:ind w:firstLine="709"/>
        <w:jc w:val="left"/>
        <w:rPr>
          <w:rStyle w:val="FontStyle22"/>
          <w:rFonts w:ascii="Times New Roman" w:hAnsi="Times New Roman" w:cs="Times New Roman"/>
          <w:b w:val="0"/>
          <w:bCs/>
          <w:sz w:val="24"/>
          <w:szCs w:val="28"/>
        </w:rPr>
      </w:pPr>
      <w:r w:rsidRPr="00B91A6D">
        <w:rPr>
          <w:rStyle w:val="FontStyle22"/>
          <w:rFonts w:ascii="Times New Roman" w:hAnsi="Times New Roman" w:cs="Times New Roman"/>
          <w:b w:val="0"/>
          <w:bCs/>
          <w:sz w:val="24"/>
          <w:szCs w:val="28"/>
        </w:rPr>
        <w:t>Раздел «Технологии домашнего хозяйства»</w:t>
      </w:r>
    </w:p>
    <w:p w:rsidR="00A71C97" w:rsidRPr="00B91A6D" w:rsidRDefault="00A71C97" w:rsidP="009A569A">
      <w:pPr>
        <w:pStyle w:val="Style3"/>
        <w:widowControl/>
        <w:ind w:firstLine="709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Интерьер кухни, столовой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Теоретические сведения. </w:t>
      </w:r>
      <w:r w:rsidRPr="00B91A6D">
        <w:rPr>
          <w:rStyle w:val="FontStyle23"/>
          <w:rFonts w:cs="Sylfaen"/>
          <w:sz w:val="24"/>
        </w:rPr>
        <w:t>Понятие об интерьере. Требования к интерьеру: эргономические, санитарно-гигиенические, эстети</w:t>
      </w:r>
      <w:r w:rsidRPr="00B91A6D">
        <w:rPr>
          <w:rStyle w:val="FontStyle23"/>
          <w:rFonts w:cs="Sylfaen"/>
          <w:sz w:val="24"/>
        </w:rPr>
        <w:softHyphen/>
        <w:t>ческие.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Создание интерьера кухни с учётом запросов и потребно</w:t>
      </w:r>
      <w:r w:rsidRPr="00B91A6D">
        <w:rPr>
          <w:rStyle w:val="FontStyle23"/>
          <w:rFonts w:cs="Sylfaen"/>
          <w:sz w:val="24"/>
        </w:rPr>
        <w:softHyphen/>
        <w:t>стей семьи и санитарно-гигиенических требований. Планировка кухни. Разделение кухни на зону приготовления пищи (рабочая зона) и зону приёма пищи (зона столовой). Оборудование кухни и его рациональное размещение в интерьере. Цветовое решение кухни. Использование современных материалов в отделке кухни. Декоративное оформление. Современные стили в оформлении кухни. Проектирование кухни с помощью ПК.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Разработка плана размещения оборудования на кухне-столовой.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Проектирование кухни с помощью ПК.</w:t>
      </w:r>
    </w:p>
    <w:p w:rsidR="00A71C97" w:rsidRPr="00B91A6D" w:rsidRDefault="00A71C97" w:rsidP="009A569A">
      <w:pPr>
        <w:pStyle w:val="Style2"/>
        <w:widowControl/>
        <w:ind w:firstLine="709"/>
        <w:jc w:val="left"/>
        <w:rPr>
          <w:rStyle w:val="FontStyle22"/>
          <w:rFonts w:ascii="Times New Roman" w:hAnsi="Times New Roman" w:cs="Times New Roman"/>
          <w:b w:val="0"/>
          <w:bCs/>
          <w:sz w:val="24"/>
          <w:szCs w:val="28"/>
        </w:rPr>
      </w:pPr>
      <w:r w:rsidRPr="00B91A6D">
        <w:rPr>
          <w:rStyle w:val="FontStyle22"/>
          <w:rFonts w:ascii="Times New Roman" w:hAnsi="Times New Roman" w:cs="Times New Roman"/>
          <w:b w:val="0"/>
          <w:bCs/>
          <w:sz w:val="24"/>
          <w:szCs w:val="28"/>
        </w:rPr>
        <w:t>Раздел «Электротехника»</w:t>
      </w:r>
    </w:p>
    <w:p w:rsidR="00A71C97" w:rsidRPr="00B91A6D" w:rsidRDefault="00A71C97" w:rsidP="009A569A">
      <w:pPr>
        <w:pStyle w:val="Style3"/>
        <w:widowControl/>
        <w:ind w:firstLine="709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 1. Бытовые электроприборы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Теоретические сведения. </w:t>
      </w:r>
      <w:r w:rsidRPr="00B91A6D">
        <w:rPr>
          <w:rStyle w:val="FontStyle23"/>
          <w:rFonts w:cs="Sylfaen"/>
          <w:sz w:val="24"/>
        </w:rPr>
        <w:t>Общие сведения о видах, принци</w:t>
      </w:r>
      <w:r w:rsidRPr="00B91A6D">
        <w:rPr>
          <w:rStyle w:val="FontStyle23"/>
          <w:rFonts w:cs="Sylfaen"/>
          <w:sz w:val="24"/>
        </w:rPr>
        <w:softHyphen/>
        <w:t>пе действия и правилах эксплуатации бытовых электроприбо</w:t>
      </w:r>
      <w:r w:rsidRPr="00B91A6D">
        <w:rPr>
          <w:rStyle w:val="FontStyle23"/>
          <w:rFonts w:cs="Sylfaen"/>
          <w:sz w:val="24"/>
        </w:rPr>
        <w:softHyphen/>
        <w:t>ров на кухне: бытового холодильника, микроволновой печи (СВЧ), посудомоечной машины.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Изучение потребности в бытовых электроприборах на кухне. Изучение безопасных приёмов работы с бытовыми электропри</w:t>
      </w:r>
      <w:r w:rsidRPr="00B91A6D">
        <w:rPr>
          <w:rStyle w:val="FontStyle23"/>
          <w:rFonts w:cs="Sylfaen"/>
          <w:sz w:val="24"/>
        </w:rPr>
        <w:softHyphen/>
        <w:t>борами. Изучение правил эксплуатации микроволновой печи и бытового холодильника.</w:t>
      </w:r>
    </w:p>
    <w:p w:rsidR="00A71C97" w:rsidRPr="00B91A6D" w:rsidRDefault="00A71C97" w:rsidP="009A569A">
      <w:pPr>
        <w:pStyle w:val="Style2"/>
        <w:widowControl/>
        <w:ind w:firstLine="709"/>
        <w:rPr>
          <w:rStyle w:val="FontStyle22"/>
          <w:rFonts w:ascii="Times New Roman" w:hAnsi="Times New Roman" w:cs="Times New Roman"/>
          <w:b w:val="0"/>
          <w:bCs/>
          <w:sz w:val="24"/>
          <w:szCs w:val="28"/>
        </w:rPr>
      </w:pPr>
      <w:r w:rsidRPr="00B91A6D">
        <w:rPr>
          <w:rStyle w:val="FontStyle22"/>
          <w:rFonts w:ascii="Times New Roman" w:hAnsi="Times New Roman" w:cs="Times New Roman"/>
          <w:b w:val="0"/>
          <w:bCs/>
          <w:sz w:val="24"/>
          <w:szCs w:val="28"/>
        </w:rPr>
        <w:t>Раздел «Создание изделий из текстильных материалов»</w:t>
      </w:r>
    </w:p>
    <w:p w:rsidR="00A71C97" w:rsidRPr="00B91A6D" w:rsidRDefault="00A71C97" w:rsidP="009A569A">
      <w:pPr>
        <w:pStyle w:val="Style3"/>
        <w:widowControl/>
        <w:ind w:firstLine="709"/>
        <w:jc w:val="left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Свойства текстильных материалов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Теоретические сведения. </w:t>
      </w:r>
      <w:r w:rsidRPr="00B91A6D">
        <w:rPr>
          <w:rStyle w:val="FontStyle23"/>
          <w:rFonts w:cs="Sylfaen"/>
          <w:sz w:val="24"/>
        </w:rPr>
        <w:t>Классификация текстильных во</w:t>
      </w:r>
      <w:r w:rsidRPr="00B91A6D">
        <w:rPr>
          <w:rStyle w:val="FontStyle23"/>
          <w:rFonts w:cs="Sylfaen"/>
          <w:sz w:val="24"/>
        </w:rPr>
        <w:softHyphen/>
        <w:t>локон. Способы получения и свойства натуральных волокон рас</w:t>
      </w:r>
      <w:r w:rsidRPr="00B91A6D">
        <w:rPr>
          <w:rStyle w:val="FontStyle23"/>
          <w:rFonts w:cs="Sylfaen"/>
          <w:sz w:val="24"/>
        </w:rPr>
        <w:softHyphen/>
        <w:t>тительного происхождения. Изготовление нитей и тканей в усло</w:t>
      </w:r>
      <w:r w:rsidRPr="00B91A6D">
        <w:rPr>
          <w:rStyle w:val="FontStyle23"/>
          <w:rFonts w:cs="Sylfaen"/>
          <w:sz w:val="24"/>
        </w:rPr>
        <w:softHyphen/>
        <w:t>виях прядильного, ткацкого и отделочного современного произ</w:t>
      </w:r>
      <w:r w:rsidRPr="00B91A6D">
        <w:rPr>
          <w:rStyle w:val="FontStyle23"/>
          <w:rFonts w:cs="Sylfaen"/>
          <w:sz w:val="24"/>
        </w:rPr>
        <w:softHyphen/>
        <w:t>водства и в домашних условиях. Основная и уточная нити в ткани. Ткацкие переплетения: полотняное, саржевое, сатиновое и атлас</w:t>
      </w:r>
      <w:r w:rsidRPr="00B91A6D">
        <w:rPr>
          <w:rStyle w:val="FontStyle23"/>
          <w:rFonts w:cs="Sylfaen"/>
          <w:sz w:val="24"/>
        </w:rPr>
        <w:softHyphen/>
        <w:t>ное. Лицевая и изнаночная стороны ткани.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Общие свойства текстильных материалов: физические, эрго</w:t>
      </w:r>
      <w:r w:rsidRPr="00B91A6D">
        <w:rPr>
          <w:rStyle w:val="FontStyle23"/>
          <w:rFonts w:cs="Sylfaen"/>
          <w:sz w:val="24"/>
        </w:rPr>
        <w:softHyphen/>
        <w:t>номические, эстетические, технологические. Виды и свойства текстильных материалов из волокон растительного происхожде</w:t>
      </w:r>
      <w:r w:rsidRPr="00B91A6D">
        <w:rPr>
          <w:rStyle w:val="FontStyle23"/>
          <w:rFonts w:cs="Sylfaen"/>
          <w:sz w:val="24"/>
        </w:rPr>
        <w:softHyphen/>
        <w:t>ния: хлопчатобумажных и льняных тканей, ниток, тесьмы, лент. Профессии оператор прядильного производства, ткач.</w:t>
      </w:r>
    </w:p>
    <w:p w:rsidR="00A71C97" w:rsidRPr="00B91A6D" w:rsidRDefault="00A71C97" w:rsidP="009A569A">
      <w:pPr>
        <w:pStyle w:val="Style10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Определение направления долевой нити в ткани.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Определение лицевой и изнаночной сторон в ткани.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Сравнительный анализ прочности окраски тканей.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Изучение свойств тканей из хлопка и льна.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5"/>
          <w:rFonts w:cs="Sylfaen"/>
          <w:b w:val="0"/>
          <w:sz w:val="24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Конструирование швейных изделий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Теоретические сведения. </w:t>
      </w:r>
      <w:r w:rsidRPr="00B91A6D">
        <w:rPr>
          <w:rStyle w:val="FontStyle23"/>
          <w:rFonts w:cs="Sylfaen"/>
          <w:sz w:val="24"/>
        </w:rPr>
        <w:t>Понятие о чертеже и выкройке швейного изделия. Инструменты и приспособления для изготов</w:t>
      </w:r>
      <w:r w:rsidRPr="00B91A6D">
        <w:rPr>
          <w:rStyle w:val="FontStyle23"/>
          <w:rFonts w:cs="Sylfaen"/>
          <w:sz w:val="24"/>
        </w:rPr>
        <w:softHyphen/>
        <w:t>ления выкройки. Определение размеров швейного изделия. Рас</w:t>
      </w:r>
      <w:r w:rsidRPr="00B91A6D">
        <w:rPr>
          <w:rStyle w:val="FontStyle23"/>
          <w:rFonts w:cs="Sylfaen"/>
          <w:sz w:val="24"/>
        </w:rPr>
        <w:softHyphen/>
        <w:t>положение конструктивных линий фигуры. Снятие мерок. Осо</w:t>
      </w:r>
      <w:r w:rsidRPr="00B91A6D">
        <w:rPr>
          <w:rStyle w:val="FontStyle23"/>
          <w:rFonts w:cs="Sylfaen"/>
          <w:sz w:val="24"/>
        </w:rPr>
        <w:softHyphen/>
        <w:t>бенности построения выкроек салфетки, подушки для стула, фартука, прямой юбки с кулиской на резинке, сарафана, топа. Подготовка выкройки к раскрою. Копирование готовой выкрой</w:t>
      </w:r>
      <w:r w:rsidRPr="00B91A6D">
        <w:rPr>
          <w:rStyle w:val="FontStyle23"/>
          <w:rFonts w:cs="Sylfaen"/>
          <w:sz w:val="24"/>
        </w:rPr>
        <w:softHyphen/>
        <w:t>ки. Правила безопасной работы ножницами.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Изготовление выкроек для образцов ручных и машинных работ.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Снятие мерок и изготовление выкройки проектного изде</w:t>
      </w:r>
      <w:r w:rsidRPr="00B91A6D">
        <w:rPr>
          <w:rStyle w:val="FontStyle23"/>
          <w:rFonts w:cs="Sylfaen"/>
          <w:sz w:val="24"/>
        </w:rPr>
        <w:softHyphen/>
        <w:t>лия.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Подготовка выкройки проектного изделия к раскрою.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5"/>
          <w:rFonts w:cs="Sylfaen"/>
          <w:b w:val="0"/>
          <w:sz w:val="24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Швейная машина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Теоретические сведения. </w:t>
      </w:r>
      <w:r w:rsidRPr="00B91A6D">
        <w:rPr>
          <w:rStyle w:val="FontStyle23"/>
          <w:rFonts w:cs="Sylfaen"/>
          <w:sz w:val="24"/>
        </w:rPr>
        <w:t>Современная бытовая швейная машина с электрическим приводом. Основные узлы швейной машины. Организация рабочего места для выполнения машин</w:t>
      </w:r>
      <w:r w:rsidRPr="00B91A6D">
        <w:rPr>
          <w:rStyle w:val="FontStyle23"/>
          <w:rFonts w:cs="Sylfaen"/>
          <w:sz w:val="24"/>
        </w:rPr>
        <w:softHyphen/>
        <w:t>ных работ. Подготовка швейной машины к работе: намотка ниж</w:t>
      </w:r>
      <w:r w:rsidRPr="00B91A6D">
        <w:rPr>
          <w:rStyle w:val="FontStyle23"/>
          <w:rFonts w:cs="Sylfaen"/>
          <w:sz w:val="24"/>
        </w:rPr>
        <w:softHyphen/>
        <w:t>ней нитки на шпульку, заправка верхней и нижней ниток, выве</w:t>
      </w:r>
      <w:r w:rsidRPr="00B91A6D">
        <w:rPr>
          <w:rStyle w:val="FontStyle23"/>
          <w:rFonts w:cs="Sylfaen"/>
          <w:sz w:val="24"/>
        </w:rPr>
        <w:softHyphen/>
        <w:t>дение нижней нитки наверх. Приёмы работы на швейной маши</w:t>
      </w:r>
      <w:r w:rsidRPr="00B91A6D">
        <w:rPr>
          <w:rStyle w:val="FontStyle23"/>
          <w:rFonts w:cs="Sylfaen"/>
          <w:sz w:val="24"/>
        </w:rPr>
        <w:softHyphen/>
        <w:t>не: начало работы, поворот строчки под углом, закрепление машинной строчки в начале и конце работы, окончание работы. Неполадки, связанные с неправильной заправкой ниток. Назначе</w:t>
      </w:r>
      <w:r w:rsidRPr="00B91A6D">
        <w:rPr>
          <w:rStyle w:val="FontStyle23"/>
          <w:rFonts w:cs="Sylfaen"/>
          <w:sz w:val="24"/>
        </w:rPr>
        <w:softHyphen/>
        <w:t>ние и правила использования регулирующих механизмов: пере</w:t>
      </w:r>
      <w:r w:rsidRPr="00B91A6D">
        <w:rPr>
          <w:rStyle w:val="FontStyle23"/>
          <w:rFonts w:cs="Sylfaen"/>
          <w:sz w:val="24"/>
        </w:rPr>
        <w:softHyphen/>
        <w:t>ключателя вида строчек, регулятора длины стежка, клавиши ши</w:t>
      </w:r>
      <w:r w:rsidRPr="00B91A6D">
        <w:rPr>
          <w:rStyle w:val="FontStyle23"/>
          <w:rFonts w:cs="Sylfaen"/>
          <w:sz w:val="24"/>
        </w:rPr>
        <w:softHyphen/>
        <w:t>тья назад. Правила безопасной работы на швейной машине.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Упражнение в шитье на швейной машине, не заправленной нит</w:t>
      </w:r>
      <w:r w:rsidRPr="00B91A6D">
        <w:rPr>
          <w:rStyle w:val="FontStyle23"/>
          <w:rFonts w:cs="Sylfaen"/>
          <w:sz w:val="24"/>
        </w:rPr>
        <w:softHyphen/>
        <w:t>ками.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Заправка швейной машины нитками. Упражнение в шитье на швейной машине, заправленной нитками.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Исследование работы регулирующих механизмов швейной машины.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Выполнение прямой и зигзагообразной строчек с измене</w:t>
      </w:r>
      <w:r w:rsidRPr="00B91A6D">
        <w:rPr>
          <w:rStyle w:val="FontStyle23"/>
          <w:rFonts w:cs="Sylfaen"/>
          <w:sz w:val="24"/>
        </w:rPr>
        <w:softHyphen/>
        <w:t>нием длины стежка.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Упражнение в выполнении закрепок.</w:t>
      </w:r>
    </w:p>
    <w:p w:rsidR="00A71C97" w:rsidRPr="00B91A6D" w:rsidRDefault="00A71C97" w:rsidP="009A569A">
      <w:pPr>
        <w:pStyle w:val="Style7"/>
        <w:widowControl/>
        <w:spacing w:line="240" w:lineRule="auto"/>
        <w:ind w:firstLine="709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Технология изготовления швейных изделий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Теоретические сведения. </w:t>
      </w:r>
      <w:r w:rsidRPr="00B91A6D">
        <w:rPr>
          <w:rStyle w:val="FontStyle23"/>
          <w:rFonts w:cs="Sylfaen"/>
          <w:sz w:val="24"/>
        </w:rPr>
        <w:t>Подготовка ткани к раскрою. Рас</w:t>
      </w:r>
      <w:r w:rsidRPr="00B91A6D">
        <w:rPr>
          <w:rStyle w:val="FontStyle23"/>
          <w:rFonts w:cs="Sylfaen"/>
          <w:sz w:val="24"/>
        </w:rPr>
        <w:softHyphen/>
        <w:t>кладка выкроек на ткани с учётом направления долевой нити. Особенности раскладки выкроек в зависимости от ширины ткани и направления рисунка. Инструменты и приспособления для раскроя. Обмеловка выкройки с учётом припусков на швы. Выкраивание деталей швейного изделия. Критерии качества кроя. Правила безопасной работы портновскими булавками, швейными иглами и ножницами.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Понятие о стежке, строчке, шве. Инструменты и приспособ</w:t>
      </w:r>
      <w:r w:rsidRPr="00B91A6D">
        <w:rPr>
          <w:rStyle w:val="FontStyle23"/>
          <w:rFonts w:cs="Sylfaen"/>
          <w:sz w:val="24"/>
        </w:rPr>
        <w:softHyphen/>
        <w:t>ления для ручных работ. Требования к выполнению ручных ра</w:t>
      </w:r>
      <w:r w:rsidRPr="00B91A6D">
        <w:rPr>
          <w:rStyle w:val="FontStyle23"/>
          <w:rFonts w:cs="Sylfaen"/>
          <w:sz w:val="24"/>
        </w:rPr>
        <w:softHyphen/>
        <w:t>бот. Правила выполнения прямого стежка. Способы переноса линий выкройки на детали кроя: с помощью резца-колёсика, пря</w:t>
      </w:r>
      <w:r w:rsidRPr="00B91A6D">
        <w:rPr>
          <w:rStyle w:val="FontStyle23"/>
          <w:rFonts w:cs="Sylfaen"/>
          <w:sz w:val="24"/>
        </w:rPr>
        <w:softHyphen/>
        <w:t>мыми стежками, с помощью булавок.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Основные операции при ручных работах: предохранение срезов от осыпания — ручное обмётывание; временное соедине</w:t>
      </w:r>
      <w:r w:rsidRPr="00B91A6D">
        <w:rPr>
          <w:rStyle w:val="FontStyle23"/>
          <w:rFonts w:cs="Sylfaen"/>
          <w:sz w:val="24"/>
        </w:rPr>
        <w:softHyphen/>
        <w:t>ние деталей — смётывание; временное закрепление подогнутого края — замётывание (с открытым и закрытым срезами).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Основные операции при машинной обработке изделия: пре</w:t>
      </w:r>
      <w:r w:rsidRPr="00B91A6D">
        <w:rPr>
          <w:rStyle w:val="FontStyle23"/>
          <w:rFonts w:cs="Sylfaen"/>
          <w:sz w:val="24"/>
        </w:rPr>
        <w:softHyphen/>
        <w:t>дохранение срезов от осыпания — машинное обмётывание зигза</w:t>
      </w:r>
      <w:r w:rsidRPr="00B91A6D">
        <w:rPr>
          <w:rStyle w:val="FontStyle23"/>
          <w:rFonts w:cs="Sylfaen"/>
          <w:sz w:val="24"/>
        </w:rPr>
        <w:softHyphen/>
        <w:t>гообразной строчкой и оверлоком; постоянное соединение дета</w:t>
      </w:r>
      <w:r w:rsidRPr="00B91A6D">
        <w:rPr>
          <w:rStyle w:val="FontStyle23"/>
          <w:rFonts w:cs="Sylfaen"/>
          <w:sz w:val="24"/>
        </w:rPr>
        <w:softHyphen/>
        <w:t>лей — стачивание; постоянное закрепление подогнутого края — застрачивание (с открытым и закрытым срезами). Требования к выполнению машинных работ.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Оборудование для влажно-тепловой обработки ткани. Пра</w:t>
      </w:r>
      <w:r w:rsidRPr="00B91A6D">
        <w:rPr>
          <w:rStyle w:val="FontStyle23"/>
          <w:rFonts w:cs="Sylfaen"/>
          <w:sz w:val="24"/>
        </w:rPr>
        <w:softHyphen/>
        <w:t>вила выполнения влажно-тепловых работ. Основные операции влажно-тепловой обработки: приутюживание, разутюживание, заутюживание.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Классификация машинных швов: соединительных (стачной шов вразутюжку и стачной шов взаутюжку) и краевых (шов вподгибку с открытым срезом и шов вподгибку с открытым обмётан</w:t>
      </w:r>
      <w:r w:rsidRPr="00B91A6D">
        <w:rPr>
          <w:rStyle w:val="FontStyle23"/>
          <w:rFonts w:cs="Sylfaen"/>
          <w:sz w:val="24"/>
        </w:rPr>
        <w:softHyphen/>
        <w:t>ным срезом, шов вподгибку с закрытым срезом).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Последовательность изготовления швейных изделий. Техно</w:t>
      </w:r>
      <w:r w:rsidRPr="00B91A6D">
        <w:rPr>
          <w:rStyle w:val="FontStyle23"/>
          <w:rFonts w:cs="Sylfaen"/>
          <w:sz w:val="24"/>
        </w:rPr>
        <w:softHyphen/>
        <w:t>логия пошива салфетки, фартука, юбки. Обработка накладных карманов. Обработка кулиски под мягкий пояс (в фартуке), ре</w:t>
      </w:r>
      <w:r w:rsidRPr="00B91A6D">
        <w:rPr>
          <w:rStyle w:val="FontStyle23"/>
          <w:rFonts w:cs="Sylfaen"/>
          <w:sz w:val="24"/>
        </w:rPr>
        <w:softHyphen/>
        <w:t>зинку (в юбке). Профессии закройщик, портной.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Раскладка выкроек на ткани. Раскрой швейного изделия.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Изготовление образцов ручных и машинных работ.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Проведение влажно-тепловых работ.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Обработка проектного изделия по индивидуальному плану.</w:t>
      </w:r>
    </w:p>
    <w:p w:rsidR="00A71C97" w:rsidRPr="00B91A6D" w:rsidRDefault="00A71C97" w:rsidP="009A569A">
      <w:pPr>
        <w:pStyle w:val="Style2"/>
        <w:widowControl/>
        <w:ind w:firstLine="709"/>
        <w:rPr>
          <w:rStyle w:val="FontStyle22"/>
          <w:rFonts w:ascii="Times New Roman" w:hAnsi="Times New Roman" w:cs="Times New Roman"/>
          <w:b w:val="0"/>
          <w:bCs/>
          <w:sz w:val="24"/>
          <w:szCs w:val="28"/>
        </w:rPr>
      </w:pPr>
      <w:r w:rsidRPr="00B91A6D">
        <w:rPr>
          <w:rStyle w:val="FontStyle22"/>
          <w:rFonts w:ascii="Times New Roman" w:hAnsi="Times New Roman" w:cs="Times New Roman"/>
          <w:b w:val="0"/>
          <w:bCs/>
          <w:sz w:val="24"/>
          <w:szCs w:val="28"/>
        </w:rPr>
        <w:t>Раздел «Художественные ремёсла»</w:t>
      </w:r>
    </w:p>
    <w:p w:rsidR="00A71C97" w:rsidRPr="00B91A6D" w:rsidRDefault="00A71C97" w:rsidP="009A569A">
      <w:pPr>
        <w:pStyle w:val="Style2"/>
        <w:widowControl/>
        <w:ind w:firstLine="709"/>
        <w:rPr>
          <w:rStyle w:val="FontStyle24"/>
          <w:rFonts w:ascii="Times New Roman" w:hAnsi="Times New Roman" w:cs="Times New Roman"/>
          <w:bCs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 xml:space="preserve">Тема. Декоративно-прикладное искусство 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Теоретические сведения. </w:t>
      </w:r>
      <w:r w:rsidRPr="00B91A6D">
        <w:rPr>
          <w:rStyle w:val="FontStyle23"/>
          <w:rFonts w:cs="Sylfaen"/>
          <w:sz w:val="24"/>
        </w:rPr>
        <w:t>Понятие «декоративно-приклад</w:t>
      </w:r>
      <w:r w:rsidRPr="00B91A6D">
        <w:rPr>
          <w:rStyle w:val="FontStyle23"/>
          <w:rFonts w:cs="Sylfaen"/>
          <w:sz w:val="24"/>
        </w:rPr>
        <w:softHyphen/>
        <w:t>ное искусство». Традиционные и современные виды декоратив</w:t>
      </w:r>
      <w:r w:rsidRPr="00B91A6D">
        <w:rPr>
          <w:rStyle w:val="FontStyle23"/>
          <w:rFonts w:cs="Sylfaen"/>
          <w:sz w:val="24"/>
        </w:rPr>
        <w:softHyphen/>
        <w:t>но-прикладного искусства России: узорное ткачество, вышивка, кружевоплетение, вязание, роспись по дереву, роспись по ткани, ковроткачество. Знакомство с творчеством народных умельцев своего края, области, села.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Приёмы украшения праздничной одежды в старину: отделка изделий вышивкой, тесьмой; изготовление сувениров к праздни</w:t>
      </w:r>
      <w:r w:rsidRPr="00B91A6D">
        <w:rPr>
          <w:rStyle w:val="FontStyle23"/>
          <w:rFonts w:cs="Sylfaen"/>
          <w:sz w:val="24"/>
        </w:rPr>
        <w:softHyphen/>
        <w:t>кам. Профессия художник декоративно-прикладного искусства и народных промыслов.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Экскурсия в краеведческий музей (музей этнографии, школьный музей).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Изучение лучших работ мастеров декоративно-прикладного искусства родного края.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Зарисовка и фотографирование наиболее интересных образ</w:t>
      </w:r>
      <w:r w:rsidRPr="00B91A6D">
        <w:rPr>
          <w:rStyle w:val="FontStyle23"/>
          <w:rFonts w:cs="Sylfaen"/>
          <w:sz w:val="24"/>
        </w:rPr>
        <w:softHyphen/>
        <w:t>цов рукоделия.</w:t>
      </w:r>
    </w:p>
    <w:p w:rsidR="00A71C97" w:rsidRPr="00B91A6D" w:rsidRDefault="00A71C97" w:rsidP="009A569A">
      <w:pPr>
        <w:pStyle w:val="Style7"/>
        <w:widowControl/>
        <w:spacing w:line="240" w:lineRule="auto"/>
        <w:ind w:firstLine="709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Основы композиции</w:t>
      </w:r>
      <w:r w:rsidRPr="00B91A6D">
        <w:rPr>
          <w:rStyle w:val="FontStyle25"/>
          <w:rFonts w:cs="Sylfaen"/>
          <w:b w:val="0"/>
          <w:bCs/>
          <w:sz w:val="24"/>
        </w:rPr>
        <w:t xml:space="preserve"> и </w:t>
      </w:r>
      <w:r w:rsidRPr="00B91A6D">
        <w:rPr>
          <w:rStyle w:val="FontStyle25"/>
          <w:rFonts w:cs="Sylfaen"/>
          <w:b w:val="0"/>
          <w:bCs/>
          <w:sz w:val="24"/>
          <w:u w:val="single"/>
        </w:rPr>
        <w:t>законы восприятия цвета при создании предметов декоративно-прикладного искусства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    Теоретические сведения. </w:t>
      </w:r>
      <w:r w:rsidRPr="00B91A6D">
        <w:rPr>
          <w:rStyle w:val="FontStyle23"/>
          <w:rFonts w:cs="Sylfaen"/>
          <w:sz w:val="24"/>
        </w:rPr>
        <w:t>Понятие композиции. Правила, приёмы и средства композиции. Статичная и динамичная, рит</w:t>
      </w:r>
      <w:r w:rsidRPr="00B91A6D">
        <w:rPr>
          <w:rStyle w:val="FontStyle23"/>
          <w:rFonts w:cs="Sylfaen"/>
          <w:sz w:val="24"/>
        </w:rPr>
        <w:softHyphen/>
        <w:t>мическая и пластическая композиция. Симметрия и асиммет</w:t>
      </w:r>
      <w:r w:rsidRPr="00B91A6D">
        <w:rPr>
          <w:rStyle w:val="FontStyle23"/>
          <w:rFonts w:cs="Sylfaen"/>
          <w:sz w:val="24"/>
        </w:rPr>
        <w:softHyphen/>
        <w:t>рия. Фактура, текстура и колорит в композиции.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Понятие орнамента. Символика в орнаменте. Применение орнамента в народной вышивке. Стилизация реальных форм. Приёмы стилизации. Цветовые сочетания в орнаменте. Ахро</w:t>
      </w:r>
      <w:r w:rsidRPr="00B91A6D">
        <w:rPr>
          <w:rStyle w:val="FontStyle23"/>
          <w:rFonts w:cs="Sylfaen"/>
          <w:sz w:val="24"/>
        </w:rPr>
        <w:softHyphen/>
        <w:t>матические и хроматические цвета. Основные и дополнитель</w:t>
      </w:r>
      <w:r w:rsidRPr="00B91A6D">
        <w:rPr>
          <w:rStyle w:val="FontStyle23"/>
          <w:rFonts w:cs="Sylfaen"/>
          <w:sz w:val="24"/>
        </w:rPr>
        <w:softHyphen/>
        <w:t>ные, тёплые и холодные цвета. Гармонические цветовые компо</w:t>
      </w:r>
      <w:r w:rsidRPr="00B91A6D">
        <w:rPr>
          <w:rStyle w:val="FontStyle23"/>
          <w:rFonts w:cs="Sylfaen"/>
          <w:sz w:val="24"/>
        </w:rPr>
        <w:softHyphen/>
        <w:t>зиции.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Возможности графических редакторов ПК в создании эски</w:t>
      </w:r>
      <w:r w:rsidRPr="00B91A6D">
        <w:rPr>
          <w:rStyle w:val="FontStyle23"/>
          <w:rFonts w:cs="Sylfaen"/>
          <w:sz w:val="24"/>
        </w:rPr>
        <w:softHyphen/>
        <w:t>зов, орнаментов, элементов композиции, в изучении различных цветовых сочетаний. Создание композиции на ПК с помощью графического редактора.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За</w:t>
      </w:r>
      <w:r w:rsidRPr="00B91A6D">
        <w:rPr>
          <w:rStyle w:val="FontStyle23"/>
          <w:rFonts w:cs="Sylfaen"/>
          <w:sz w:val="24"/>
        </w:rPr>
        <w:softHyphen/>
        <w:t>рисовка природных мотивов с натуры, их стилизация.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Создание графической композиции, орнамента на ПК или на листе бумаги в клетку.</w:t>
      </w:r>
    </w:p>
    <w:p w:rsidR="00A71C97" w:rsidRPr="00B91A6D" w:rsidRDefault="00A71C97" w:rsidP="009A569A">
      <w:pPr>
        <w:pStyle w:val="Style3"/>
        <w:widowControl/>
        <w:ind w:firstLine="709"/>
        <w:jc w:val="left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Лоскутное шитьё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Теоретические сведения. </w:t>
      </w:r>
      <w:r w:rsidRPr="00B91A6D">
        <w:rPr>
          <w:rStyle w:val="FontStyle23"/>
          <w:rFonts w:cs="Sylfaen"/>
          <w:sz w:val="24"/>
        </w:rPr>
        <w:t>Краткие сведения из истории соз</w:t>
      </w:r>
      <w:r w:rsidRPr="00B91A6D">
        <w:rPr>
          <w:rStyle w:val="FontStyle23"/>
          <w:rFonts w:cs="Sylfaen"/>
          <w:sz w:val="24"/>
        </w:rPr>
        <w:softHyphen/>
        <w:t>дания изделий из лоскутов. Возможности лоскутной пластики, её связь с направлениями современной моды. Традиционные узоры в лоскутном шитье: «спираль», «изба» и др.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Материалы для лоскутного шитья, подготовка их к работе. Инструменты и приспособления. Лоскутное шитьё по шаблонам: изготовление шаблонов из плотного картона, выкраивание дета</w:t>
      </w:r>
      <w:r w:rsidRPr="00B91A6D">
        <w:rPr>
          <w:rStyle w:val="FontStyle23"/>
          <w:rFonts w:cs="Sylfaen"/>
          <w:sz w:val="24"/>
        </w:rPr>
        <w:softHyphen/>
        <w:t>лей, создание лоскутного верха (соединение деталей между со</w:t>
      </w:r>
      <w:r w:rsidRPr="00B91A6D">
        <w:rPr>
          <w:rStyle w:val="FontStyle23"/>
          <w:rFonts w:cs="Sylfaen"/>
          <w:sz w:val="24"/>
        </w:rPr>
        <w:softHyphen/>
        <w:t>бой). Аппликация и стёжка (выстёгивание) в лоскутном шитье. Технология соединения лоскутного верха с подкладкой и про</w:t>
      </w:r>
      <w:r w:rsidRPr="00B91A6D">
        <w:rPr>
          <w:rStyle w:val="FontStyle23"/>
          <w:rFonts w:cs="Sylfaen"/>
          <w:sz w:val="24"/>
        </w:rPr>
        <w:softHyphen/>
        <w:t>кладкой. Обработка срезов лоскутного изделия.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Из</w:t>
      </w:r>
      <w:r w:rsidRPr="00B91A6D">
        <w:rPr>
          <w:rStyle w:val="FontStyle23"/>
          <w:rFonts w:cs="Sylfaen"/>
          <w:sz w:val="24"/>
        </w:rPr>
        <w:softHyphen/>
        <w:t>готовление образцов лоскутных узоров. Изготовление проект</w:t>
      </w:r>
      <w:r w:rsidRPr="00B91A6D">
        <w:rPr>
          <w:rStyle w:val="FontStyle23"/>
          <w:rFonts w:cs="Sylfaen"/>
          <w:sz w:val="24"/>
        </w:rPr>
        <w:softHyphen/>
        <w:t>ного изделия в технике лоскутного шитья.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2"/>
          <w:rFonts w:ascii="Times New Roman" w:hAnsi="Times New Roman" w:cs="Times New Roman"/>
          <w:b w:val="0"/>
          <w:sz w:val="24"/>
          <w:szCs w:val="28"/>
        </w:rPr>
      </w:pPr>
      <w:r w:rsidRPr="00B91A6D">
        <w:rPr>
          <w:rStyle w:val="FontStyle22"/>
          <w:rFonts w:ascii="Times New Roman" w:hAnsi="Times New Roman" w:cs="Times New Roman"/>
          <w:b w:val="0"/>
          <w:bCs/>
          <w:sz w:val="24"/>
          <w:szCs w:val="28"/>
        </w:rPr>
        <w:t>Раздел «Технологии творческой и опытнической деятельности»</w:t>
      </w:r>
    </w:p>
    <w:p w:rsidR="00A71C97" w:rsidRPr="00B91A6D" w:rsidRDefault="00A71C97" w:rsidP="009A569A">
      <w:pPr>
        <w:pStyle w:val="Style3"/>
        <w:widowControl/>
        <w:ind w:firstLine="709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Исследовательская и созидательная деятельность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Теоретические сведения. </w:t>
      </w:r>
      <w:r w:rsidRPr="00B91A6D">
        <w:rPr>
          <w:rStyle w:val="FontStyle23"/>
          <w:rFonts w:cs="Sylfaen"/>
          <w:sz w:val="24"/>
        </w:rPr>
        <w:t>Понятие о творческой проектной деятельности, индивидуальных и коллективных творческих про</w:t>
      </w:r>
      <w:r w:rsidRPr="00B91A6D">
        <w:rPr>
          <w:rStyle w:val="FontStyle23"/>
          <w:rFonts w:cs="Sylfaen"/>
          <w:sz w:val="24"/>
        </w:rPr>
        <w:softHyphen/>
        <w:t>ектах. Цель и задачи проектной деятельности в 5 классе. Состав</w:t>
      </w:r>
      <w:r w:rsidRPr="00B91A6D">
        <w:rPr>
          <w:rStyle w:val="FontStyle23"/>
          <w:rFonts w:cs="Sylfaen"/>
          <w:sz w:val="24"/>
        </w:rPr>
        <w:softHyphen/>
        <w:t>ные части годового творческого проекта пятиклассников.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Этапы выполнения проекта. Поисковый (подготовитель</w:t>
      </w:r>
      <w:r w:rsidRPr="00B91A6D">
        <w:rPr>
          <w:rStyle w:val="FontStyle23"/>
          <w:rFonts w:cs="Sylfaen"/>
          <w:sz w:val="24"/>
        </w:rPr>
        <w:softHyphen/>
        <w:t>ный) этап: выбор темы проекта, обоснование необходимости изготовления изделия, формулирование требований к проекти</w:t>
      </w:r>
      <w:r w:rsidRPr="00B91A6D">
        <w:rPr>
          <w:rStyle w:val="FontStyle23"/>
          <w:rFonts w:cs="Sylfaen"/>
          <w:sz w:val="24"/>
        </w:rPr>
        <w:softHyphen/>
        <w:t>руемому изделию. Разработка нескольких вариантов изделия и выбор наилучшего. Технологический этап: разработка конст</w:t>
      </w:r>
      <w:r w:rsidRPr="00B91A6D">
        <w:rPr>
          <w:rStyle w:val="FontStyle23"/>
          <w:rFonts w:cs="Sylfaen"/>
          <w:sz w:val="24"/>
        </w:rPr>
        <w:softHyphen/>
        <w:t>рукции и технологии изготовления изделия, подбор материалов и инструментов, организация рабочего места, изготовление изделия с соблюдением правил безопасной работы, подсчёт затрат на изготовление. Заключительный (аналитический) этап: окончательный контроль готового изделия. Испытание изделия. Анализ того, что получилось, а что нет. Защита проекта.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Практические работы. </w:t>
      </w:r>
      <w:r w:rsidRPr="00B91A6D">
        <w:rPr>
          <w:rStyle w:val="FontStyle23"/>
          <w:rFonts w:cs="Sylfaen"/>
          <w:sz w:val="24"/>
        </w:rPr>
        <w:t>Творческий проект по разделу «Технологии домашнего хозяйства».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Творческий проект по разделу «Кулинария».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Творческий проект по разделу «Создание изделий из текс</w:t>
      </w:r>
      <w:r w:rsidRPr="00B91A6D">
        <w:rPr>
          <w:rStyle w:val="FontStyle23"/>
          <w:rFonts w:cs="Sylfaen"/>
          <w:sz w:val="24"/>
        </w:rPr>
        <w:softHyphen/>
        <w:t>тильных материалов».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Творческий проект по разделу «Художественные ремёсла».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Составление портфолио и разработка электронной презен</w:t>
      </w:r>
      <w:r w:rsidRPr="00B91A6D">
        <w:rPr>
          <w:rStyle w:val="FontStyle23"/>
          <w:rFonts w:cs="Sylfaen"/>
          <w:sz w:val="24"/>
        </w:rPr>
        <w:softHyphen/>
        <w:t>тации.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Презентация и защита творческого проекта.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Варианты творческих проектов: </w:t>
      </w:r>
      <w:r w:rsidRPr="00B91A6D">
        <w:rPr>
          <w:rStyle w:val="FontStyle23"/>
          <w:rFonts w:cs="Sylfaen"/>
          <w:sz w:val="24"/>
        </w:rPr>
        <w:t>«Планирование кухни-столовой», «Приготовление воскресного завтрака для всей се</w:t>
      </w:r>
      <w:r w:rsidRPr="00B91A6D">
        <w:rPr>
          <w:rStyle w:val="FontStyle23"/>
          <w:rFonts w:cs="Sylfaen"/>
          <w:sz w:val="24"/>
        </w:rPr>
        <w:softHyphen/>
        <w:t>мьи», «Столовое белье», «Фартук для работы на кухне», «Наряд для завтрака», «Лоскутное изделие для кухни-столовой», «Лос</w:t>
      </w:r>
      <w:r w:rsidRPr="00B91A6D">
        <w:rPr>
          <w:rStyle w:val="FontStyle23"/>
          <w:rFonts w:cs="Sylfaen"/>
          <w:sz w:val="24"/>
        </w:rPr>
        <w:softHyphen/>
        <w:t>кутная мозаика» и др.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</w:p>
    <w:p w:rsidR="00A71C97" w:rsidRPr="00B91A6D" w:rsidRDefault="00A71C97" w:rsidP="009A569A">
      <w:pPr>
        <w:pStyle w:val="Style1"/>
        <w:widowControl/>
        <w:ind w:firstLine="709"/>
        <w:jc w:val="both"/>
        <w:rPr>
          <w:rStyle w:val="FontStyle27"/>
          <w:b w:val="0"/>
          <w:bCs/>
          <w:sz w:val="24"/>
        </w:rPr>
      </w:pPr>
    </w:p>
    <w:p w:rsidR="00A71C97" w:rsidRPr="00721398" w:rsidRDefault="00A71C97" w:rsidP="00900CBA">
      <w:pPr>
        <w:pStyle w:val="Style5"/>
        <w:widowControl/>
        <w:spacing w:line="240" w:lineRule="auto"/>
        <w:ind w:firstLine="709"/>
        <w:outlineLvl w:val="0"/>
        <w:rPr>
          <w:rStyle w:val="FontStyle23"/>
          <w:rFonts w:ascii="Times New Roman" w:hAnsi="Times New Roman" w:cs="Times New Roman"/>
          <w:b/>
          <w:sz w:val="32"/>
        </w:rPr>
      </w:pPr>
      <w:r w:rsidRPr="00721398">
        <w:rPr>
          <w:rStyle w:val="FontStyle23"/>
          <w:rFonts w:ascii="Times New Roman" w:hAnsi="Times New Roman" w:cs="Times New Roman"/>
          <w:b/>
          <w:sz w:val="32"/>
        </w:rPr>
        <w:t>Тематическое планирование 5 класс</w:t>
      </w:r>
    </w:p>
    <w:p w:rsidR="00A71C97" w:rsidRPr="00721398" w:rsidRDefault="00A71C97" w:rsidP="00900CBA">
      <w:pPr>
        <w:pStyle w:val="Style5"/>
        <w:widowControl/>
        <w:spacing w:line="240" w:lineRule="auto"/>
        <w:ind w:firstLine="709"/>
        <w:rPr>
          <w:rStyle w:val="FontStyle23"/>
          <w:rFonts w:ascii="Times New Roman" w:hAnsi="Times New Roman" w:cs="Times New Roman"/>
          <w:sz w:val="3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6671"/>
        <w:gridCol w:w="2340"/>
      </w:tblGrid>
      <w:tr w:rsidR="00A71C97" w:rsidTr="001E6645">
        <w:trPr>
          <w:trHeight w:val="772"/>
        </w:trPr>
        <w:tc>
          <w:tcPr>
            <w:tcW w:w="817" w:type="dxa"/>
          </w:tcPr>
          <w:p w:rsidR="00A71C97" w:rsidRPr="00D84668" w:rsidRDefault="00A71C97" w:rsidP="001E6645">
            <w:pPr>
              <w:spacing w:after="0" w:line="240" w:lineRule="auto"/>
              <w:jc w:val="center"/>
              <w:rPr>
                <w:b/>
              </w:rPr>
            </w:pPr>
            <w:r w:rsidRPr="00D84668">
              <w:rPr>
                <w:b/>
              </w:rPr>
              <w:t>№ урока</w:t>
            </w:r>
          </w:p>
        </w:tc>
        <w:tc>
          <w:tcPr>
            <w:tcW w:w="6671" w:type="dxa"/>
          </w:tcPr>
          <w:p w:rsidR="00A71C97" w:rsidRPr="00D84668" w:rsidRDefault="00A71C97" w:rsidP="001E6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Pr="00D84668">
              <w:rPr>
                <w:b/>
              </w:rPr>
              <w:t>ема</w:t>
            </w:r>
            <w:r>
              <w:rPr>
                <w:b/>
              </w:rPr>
              <w:t xml:space="preserve"> урока</w:t>
            </w:r>
          </w:p>
        </w:tc>
        <w:tc>
          <w:tcPr>
            <w:tcW w:w="2340" w:type="dxa"/>
          </w:tcPr>
          <w:p w:rsidR="00A71C97" w:rsidRPr="00D84668" w:rsidRDefault="00A71C97" w:rsidP="001E6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A71C97" w:rsidRPr="007D6977" w:rsidTr="001E6645">
        <w:trPr>
          <w:trHeight w:val="1154"/>
        </w:trPr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b/>
                <w:i/>
                <w:sz w:val="24"/>
              </w:rPr>
            </w:pPr>
            <w:r w:rsidRPr="007D6977">
              <w:rPr>
                <w:b/>
                <w:i/>
                <w:sz w:val="24"/>
              </w:rPr>
              <w:t>Технология домашнего хозяйства   ( 6 часов, из них 2 теор, и 4 практ, включая творч. проект)</w:t>
            </w: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rPr>
          <w:trHeight w:val="892"/>
        </w:trPr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1-2</w:t>
            </w: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Вводный инструктаж и первичный инструктаж на рабочем месте. Интерьер кухни, столовой</w:t>
            </w: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3-6</w:t>
            </w: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Планировка кухни. П.р Планировка кухни. Творческий проект «Моя кухня»</w:t>
            </w: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b/>
                <w:i/>
                <w:sz w:val="24"/>
              </w:rPr>
            </w:pP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b/>
                <w:i/>
                <w:sz w:val="24"/>
              </w:rPr>
            </w:pPr>
            <w:r w:rsidRPr="007D6977">
              <w:rPr>
                <w:b/>
                <w:i/>
                <w:sz w:val="24"/>
              </w:rPr>
              <w:t>Кулинария</w:t>
            </w:r>
            <w:r>
              <w:rPr>
                <w:b/>
                <w:i/>
                <w:sz w:val="24"/>
              </w:rPr>
              <w:t xml:space="preserve">  (16 часов, из них5-теор., 11-практика, включая творчек. проект)</w:t>
            </w: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7-8</w:t>
            </w: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 xml:space="preserve">Санитария и гигиена на кухне. Физиология питания. </w:t>
            </w:r>
          </w:p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9--10</w:t>
            </w: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Бутерброды и горячие напитки</w:t>
            </w:r>
          </w:p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11-12</w:t>
            </w: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 xml:space="preserve">Блюда из круп, бобовых и макаронных изделий </w:t>
            </w:r>
          </w:p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13-14</w:t>
            </w: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Правила первичной обработки овощей. Технология приготовления блюд из сырых овощей. Блюда из овощей и фруктов.</w:t>
            </w: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15-16</w:t>
            </w: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  <w:lang w:val="en-US"/>
              </w:rPr>
            </w:pPr>
            <w:r w:rsidRPr="007D6977">
              <w:rPr>
                <w:sz w:val="24"/>
              </w:rPr>
              <w:t>Тепловая кулинарная обработка овощей.</w:t>
            </w:r>
          </w:p>
          <w:p w:rsidR="00A71C97" w:rsidRPr="007D6977" w:rsidRDefault="00A71C97" w:rsidP="001E6645">
            <w:pPr>
              <w:spacing w:after="0" w:line="240" w:lineRule="auto"/>
              <w:rPr>
                <w:sz w:val="24"/>
                <w:lang w:val="en-US"/>
              </w:rPr>
            </w:pP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17-18</w:t>
            </w: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  <w:lang w:val="en-US"/>
              </w:rPr>
            </w:pPr>
            <w:r w:rsidRPr="007D6977">
              <w:rPr>
                <w:sz w:val="24"/>
              </w:rPr>
              <w:t>Блюда из яиц. Приготовление и оборудование для их приготовления. Способы определения свежести яиц и их хранение.</w:t>
            </w:r>
          </w:p>
          <w:p w:rsidR="00A71C97" w:rsidRPr="007D6977" w:rsidRDefault="00A71C97" w:rsidP="001E6645">
            <w:pPr>
              <w:spacing w:after="0" w:line="240" w:lineRule="auto"/>
              <w:rPr>
                <w:sz w:val="24"/>
                <w:lang w:val="en-US"/>
              </w:rPr>
            </w:pP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19-20</w:t>
            </w: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Приготовление завтрака . Сервировка стола  к завтраку.</w:t>
            </w:r>
          </w:p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21-22</w:t>
            </w: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Проект « Завтрак для моей семьи»</w:t>
            </w:r>
          </w:p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6671" w:type="dxa"/>
          </w:tcPr>
          <w:p w:rsidR="00A71C97" w:rsidRPr="00BC1E56" w:rsidRDefault="00A71C97" w:rsidP="001E6645">
            <w:pPr>
              <w:spacing w:after="0" w:line="240" w:lineRule="auto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Создание изделий из текстильных материалов (21час, из них 5-теор., 16-практики)</w:t>
            </w: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23-24-25-26</w:t>
            </w: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Текстильные волокна из природного сырья. Свойства хлопчатобумажных и льняных тканей. Получение ткани.</w:t>
            </w: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27-28</w:t>
            </w: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  <w:lang w:val="en-US"/>
              </w:rPr>
            </w:pPr>
            <w:r w:rsidRPr="007D6977">
              <w:rPr>
                <w:sz w:val="24"/>
              </w:rPr>
              <w:t>Конструирование швейных изделий</w:t>
            </w:r>
          </w:p>
          <w:p w:rsidR="00A71C97" w:rsidRPr="007D6977" w:rsidRDefault="00A71C97" w:rsidP="001E6645">
            <w:pPr>
              <w:spacing w:after="0" w:line="240" w:lineRule="auto"/>
              <w:rPr>
                <w:sz w:val="24"/>
                <w:lang w:val="en-US"/>
              </w:rPr>
            </w:pP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29-32</w:t>
            </w: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Подготовка швейной машины к работе. Приемы работы на швейной машине. Швейные машинные работы. Влажно-тепловая обработка.</w:t>
            </w: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33-34</w:t>
            </w: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 xml:space="preserve">Раскрой изделия. Подготовка деталей кроя к обработке. </w:t>
            </w:r>
          </w:p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35-36</w:t>
            </w: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Обработка  карманов и соединение их с изделием.</w:t>
            </w:r>
          </w:p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37-38</w:t>
            </w: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Обработка  боковых и нижнего среза изделия.</w:t>
            </w:r>
          </w:p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39-40</w:t>
            </w: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Обработка верхнего среза юбки поясом - кулиской.</w:t>
            </w:r>
          </w:p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41-43</w:t>
            </w: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  <w:lang w:val="en-US"/>
              </w:rPr>
            </w:pPr>
            <w:r w:rsidRPr="007D6977">
              <w:rPr>
                <w:sz w:val="24"/>
              </w:rPr>
              <w:t>Проект « Наряд для завтрака»</w:t>
            </w:r>
          </w:p>
          <w:p w:rsidR="00A71C97" w:rsidRPr="007D6977" w:rsidRDefault="00A71C97" w:rsidP="001E6645">
            <w:pPr>
              <w:spacing w:after="0" w:line="240" w:lineRule="auto"/>
              <w:rPr>
                <w:sz w:val="24"/>
                <w:lang w:val="en-US"/>
              </w:rPr>
            </w:pP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6671" w:type="dxa"/>
          </w:tcPr>
          <w:p w:rsidR="00A71C97" w:rsidRPr="00BC1E56" w:rsidRDefault="00A71C97" w:rsidP="001E6645">
            <w:pPr>
              <w:spacing w:after="0" w:line="240" w:lineRule="auto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Художественные ремёсла (12 часов, из них4-теор, 8-прак5тики)</w:t>
            </w: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44-47</w:t>
            </w: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Декоративно - прикладное искусство. Основы композиции. Орнамент .Символика в орнаменте. Цветовые сочетания в орнаменте.</w:t>
            </w: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48-49</w:t>
            </w: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  <w:lang w:val="en-US"/>
              </w:rPr>
            </w:pPr>
            <w:r w:rsidRPr="007D6977">
              <w:rPr>
                <w:sz w:val="24"/>
              </w:rPr>
              <w:t>Лоскутное шитье.</w:t>
            </w:r>
          </w:p>
          <w:p w:rsidR="00A71C97" w:rsidRPr="007D6977" w:rsidRDefault="00A71C97" w:rsidP="001E6645">
            <w:pPr>
              <w:spacing w:after="0" w:line="240" w:lineRule="auto"/>
              <w:rPr>
                <w:sz w:val="24"/>
                <w:lang w:val="en-US"/>
              </w:rPr>
            </w:pP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50-53</w:t>
            </w: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 xml:space="preserve">Раскрой элементов. Соединение деталей изделия. Сборка изделия. Декоративная и окончательная отделка изделия. </w:t>
            </w:r>
          </w:p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54-55</w:t>
            </w: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 w:rsidRPr="007D6977">
              <w:rPr>
                <w:sz w:val="24"/>
              </w:rPr>
              <w:t>Проект «Лоскутное изделие для кухни-столовой»</w:t>
            </w:r>
          </w:p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6671" w:type="dxa"/>
          </w:tcPr>
          <w:p w:rsidR="00A71C97" w:rsidRPr="006232BF" w:rsidRDefault="00A71C97" w:rsidP="001E6645">
            <w:pPr>
              <w:spacing w:after="0" w:line="240" w:lineRule="auto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Технология творческой и опытнической деятельности (1 3 часов практики)</w:t>
            </w: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56-68</w:t>
            </w: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  <w:lang w:val="en-US"/>
              </w:rPr>
            </w:pPr>
            <w:r w:rsidRPr="007D6977">
              <w:rPr>
                <w:sz w:val="24"/>
              </w:rPr>
              <w:t>«Исследовательская и созидательная деятельность».</w:t>
            </w:r>
          </w:p>
          <w:p w:rsidR="00A71C97" w:rsidRPr="007D6977" w:rsidRDefault="00A71C97" w:rsidP="001E6645">
            <w:pPr>
              <w:spacing w:after="0" w:line="240" w:lineRule="auto"/>
              <w:rPr>
                <w:sz w:val="24"/>
                <w:lang w:val="en-US"/>
              </w:rPr>
            </w:pP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  <w:tr w:rsidR="00A71C97" w:rsidRPr="007D6977" w:rsidTr="001E6645">
        <w:tc>
          <w:tcPr>
            <w:tcW w:w="817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6671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  <w:lang w:val="en-US"/>
              </w:rPr>
            </w:pPr>
          </w:p>
        </w:tc>
        <w:tc>
          <w:tcPr>
            <w:tcW w:w="2340" w:type="dxa"/>
          </w:tcPr>
          <w:p w:rsidR="00A71C97" w:rsidRPr="007D6977" w:rsidRDefault="00A71C97" w:rsidP="001E6645">
            <w:pPr>
              <w:spacing w:after="0" w:line="240" w:lineRule="auto"/>
              <w:rPr>
                <w:sz w:val="24"/>
              </w:rPr>
            </w:pPr>
          </w:p>
        </w:tc>
      </w:tr>
    </w:tbl>
    <w:p w:rsidR="00A71C97" w:rsidRPr="00B91A6D" w:rsidRDefault="00A71C97" w:rsidP="00900CBA">
      <w:pPr>
        <w:spacing w:after="0" w:line="240" w:lineRule="auto"/>
        <w:rPr>
          <w:rStyle w:val="FontStyle27"/>
          <w:rFonts w:cs="Tahoma"/>
          <w:b w:val="0"/>
          <w:bCs/>
          <w:sz w:val="24"/>
          <w:szCs w:val="24"/>
        </w:rPr>
      </w:pPr>
      <w:r w:rsidRPr="00B91A6D">
        <w:rPr>
          <w:rStyle w:val="FontStyle27"/>
          <w:rFonts w:cs="Tahoma"/>
          <w:b w:val="0"/>
          <w:bCs/>
          <w:sz w:val="24"/>
          <w:szCs w:val="24"/>
        </w:rPr>
        <w:br w:type="page"/>
      </w:r>
    </w:p>
    <w:p w:rsidR="00A71C97" w:rsidRPr="007536F1" w:rsidRDefault="00A71C97" w:rsidP="009A569A">
      <w:pPr>
        <w:pStyle w:val="Style1"/>
        <w:widowControl/>
        <w:ind w:firstLine="709"/>
        <w:jc w:val="both"/>
        <w:rPr>
          <w:rStyle w:val="FontStyle27"/>
          <w:bCs/>
          <w:sz w:val="24"/>
        </w:rPr>
      </w:pPr>
      <w:r w:rsidRPr="007536F1">
        <w:rPr>
          <w:rStyle w:val="FontStyle27"/>
          <w:bCs/>
          <w:sz w:val="24"/>
        </w:rPr>
        <w:t>Содержание программы    6класс</w:t>
      </w:r>
    </w:p>
    <w:p w:rsidR="00A71C97" w:rsidRPr="00B91A6D" w:rsidRDefault="00A71C97" w:rsidP="009A569A">
      <w:pPr>
        <w:pStyle w:val="Style1"/>
        <w:widowControl/>
        <w:ind w:firstLine="709"/>
        <w:jc w:val="both"/>
        <w:rPr>
          <w:rStyle w:val="FontStyle27"/>
          <w:b w:val="0"/>
          <w:bCs/>
          <w:sz w:val="24"/>
        </w:rPr>
      </w:pPr>
    </w:p>
    <w:p w:rsidR="00A71C97" w:rsidRPr="00B91A6D" w:rsidRDefault="00A71C97" w:rsidP="009A569A">
      <w:pPr>
        <w:pStyle w:val="Style2"/>
        <w:widowControl/>
        <w:ind w:firstLine="709"/>
        <w:jc w:val="left"/>
        <w:rPr>
          <w:rStyle w:val="FontStyle22"/>
          <w:rFonts w:ascii="Times New Roman" w:hAnsi="Times New Roman" w:cs="Times New Roman"/>
          <w:b w:val="0"/>
          <w:bCs/>
          <w:sz w:val="24"/>
          <w:szCs w:val="28"/>
        </w:rPr>
      </w:pPr>
      <w:r w:rsidRPr="00B91A6D">
        <w:rPr>
          <w:rStyle w:val="FontStyle22"/>
          <w:rFonts w:ascii="Times New Roman" w:hAnsi="Times New Roman" w:cs="Times New Roman"/>
          <w:b w:val="0"/>
          <w:bCs/>
          <w:sz w:val="24"/>
          <w:szCs w:val="28"/>
        </w:rPr>
        <w:t>Раздел «Технологии домашнего хозяйства»</w:t>
      </w:r>
    </w:p>
    <w:p w:rsidR="00A71C97" w:rsidRPr="00B91A6D" w:rsidRDefault="00A71C97" w:rsidP="009A569A">
      <w:pPr>
        <w:pStyle w:val="Style2"/>
        <w:widowControl/>
        <w:ind w:firstLine="709"/>
        <w:jc w:val="left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Интерьер жилого дома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Теоретические сведения. </w:t>
      </w:r>
      <w:r w:rsidRPr="00B91A6D">
        <w:rPr>
          <w:rStyle w:val="FontStyle23"/>
          <w:rFonts w:cs="Sylfaen"/>
          <w:sz w:val="24"/>
        </w:rPr>
        <w:t>Понятие о жилом помещении: жи</w:t>
      </w:r>
      <w:r w:rsidRPr="00B91A6D">
        <w:rPr>
          <w:rStyle w:val="FontStyle23"/>
          <w:rFonts w:cs="Sylfaen"/>
          <w:sz w:val="24"/>
        </w:rPr>
        <w:softHyphen/>
        <w:t>лой дом, квартира, комната, многоквартирный дом. Зонирова</w:t>
      </w:r>
      <w:r w:rsidRPr="00B91A6D">
        <w:rPr>
          <w:rStyle w:val="FontStyle23"/>
          <w:rFonts w:cs="Sylfaen"/>
          <w:sz w:val="24"/>
        </w:rPr>
        <w:softHyphen/>
        <w:t>ние пространства жилого дома. Организация зон приготовления и приёма пищи, отдыха и общения членов семьи, приёма гостей, зоны сна, санитарно-гигиенической зоны. Зонирование комна</w:t>
      </w:r>
      <w:r w:rsidRPr="00B91A6D">
        <w:rPr>
          <w:rStyle w:val="FontStyle23"/>
          <w:rFonts w:cs="Sylfaen"/>
          <w:sz w:val="24"/>
        </w:rPr>
        <w:softHyphen/>
        <w:t>ты подростка.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Понятие о композиции в интерьере. Интерьер жилого дома. Современные стили в интерьере. Использование современных материалов и подбор цветового решения в отделке квартиры. Виды отделки потолка, стен, пола. Декоративное оформление интерьера. Применение текстиля в интерьере. Основные виды занавесей для окон.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Выполнение электронной презентации «Декоративное оформ</w:t>
      </w:r>
      <w:r w:rsidRPr="00B91A6D">
        <w:rPr>
          <w:rStyle w:val="FontStyle23"/>
          <w:rFonts w:cs="Sylfaen"/>
          <w:sz w:val="24"/>
        </w:rPr>
        <w:softHyphen/>
        <w:t>ление интерьера». Разработка плана жилого дома. Подбор совре</w:t>
      </w:r>
      <w:r w:rsidRPr="00B91A6D">
        <w:rPr>
          <w:rStyle w:val="FontStyle23"/>
          <w:rFonts w:cs="Sylfaen"/>
          <w:sz w:val="24"/>
        </w:rPr>
        <w:softHyphen/>
        <w:t>менных материалов для отделки потолка, стен, пола. Изготовле</w:t>
      </w:r>
      <w:r w:rsidRPr="00B91A6D">
        <w:rPr>
          <w:rStyle w:val="FontStyle23"/>
          <w:rFonts w:cs="Sylfaen"/>
          <w:sz w:val="24"/>
        </w:rPr>
        <w:softHyphen/>
        <w:t>ние макета оформления окон.</w:t>
      </w:r>
    </w:p>
    <w:p w:rsidR="00A71C97" w:rsidRPr="00B91A6D" w:rsidRDefault="00A71C97" w:rsidP="009A569A">
      <w:pPr>
        <w:pStyle w:val="Style7"/>
        <w:widowControl/>
        <w:spacing w:line="240" w:lineRule="auto"/>
        <w:ind w:firstLine="709"/>
        <w:jc w:val="both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Комнатные растения в интерьере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Теоретические сведения. </w:t>
      </w:r>
      <w:r w:rsidRPr="00B91A6D">
        <w:rPr>
          <w:rStyle w:val="FontStyle23"/>
          <w:rFonts w:cs="Sylfaen"/>
          <w:sz w:val="24"/>
        </w:rPr>
        <w:t>Понятие о фито дизайне как искус</w:t>
      </w:r>
      <w:r w:rsidRPr="00B91A6D">
        <w:rPr>
          <w:rStyle w:val="FontStyle23"/>
          <w:rFonts w:cs="Sylfaen"/>
          <w:sz w:val="24"/>
        </w:rPr>
        <w:softHyphen/>
        <w:t>стве оформления интерьера, создания композиций с использо</w:t>
      </w:r>
      <w:r w:rsidRPr="00B91A6D">
        <w:rPr>
          <w:rStyle w:val="FontStyle23"/>
          <w:rFonts w:cs="Sylfaen"/>
          <w:sz w:val="24"/>
        </w:rPr>
        <w:softHyphen/>
        <w:t>ванием растений. Роль комнатных растений в интерьере. Приё</w:t>
      </w:r>
      <w:r w:rsidRPr="00B91A6D">
        <w:rPr>
          <w:rStyle w:val="FontStyle23"/>
          <w:rFonts w:cs="Sylfaen"/>
          <w:sz w:val="24"/>
        </w:rPr>
        <w:softHyphen/>
        <w:t>мы размещения комнатных растений в интерьере: одиночные растения, композиция из горшечных растений, комнатный са</w:t>
      </w:r>
      <w:r w:rsidRPr="00B91A6D">
        <w:rPr>
          <w:rStyle w:val="FontStyle23"/>
          <w:rFonts w:cs="Sylfaen"/>
          <w:sz w:val="24"/>
        </w:rPr>
        <w:softHyphen/>
        <w:t>дик, террариум.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Требования растений к окружающим условиям. Светолюби</w:t>
      </w:r>
      <w:r w:rsidRPr="00B91A6D">
        <w:rPr>
          <w:rStyle w:val="FontStyle23"/>
          <w:rFonts w:cs="Sylfaen"/>
          <w:sz w:val="24"/>
        </w:rPr>
        <w:softHyphen/>
        <w:t>вые, теневыносливые и тенелюбивые растения. Разновидности комнатных растений: декоративно</w:t>
      </w:r>
      <w:r>
        <w:rPr>
          <w:rStyle w:val="FontStyle23"/>
          <w:rFonts w:cs="Sylfaen"/>
          <w:sz w:val="24"/>
        </w:rPr>
        <w:t>-</w:t>
      </w:r>
      <w:r w:rsidRPr="00B91A6D">
        <w:rPr>
          <w:rStyle w:val="FontStyle23"/>
          <w:rFonts w:cs="Sylfaen"/>
          <w:sz w:val="24"/>
        </w:rPr>
        <w:t>лист</w:t>
      </w:r>
      <w:r>
        <w:rPr>
          <w:rStyle w:val="FontStyle23"/>
          <w:rFonts w:cs="Sylfaen"/>
          <w:sz w:val="24"/>
        </w:rPr>
        <w:t>ов</w:t>
      </w:r>
      <w:r w:rsidRPr="00B91A6D">
        <w:rPr>
          <w:rStyle w:val="FontStyle23"/>
          <w:rFonts w:cs="Sylfaen"/>
          <w:sz w:val="24"/>
        </w:rPr>
        <w:t>ые, декоративноцветущие комнатные, декоративноцветущие горшечные, кактусы и сук</w:t>
      </w:r>
      <w:r w:rsidRPr="00B91A6D">
        <w:rPr>
          <w:rStyle w:val="FontStyle23"/>
          <w:rFonts w:cs="Sylfaen"/>
          <w:sz w:val="24"/>
        </w:rPr>
        <w:softHyphen/>
        <w:t>куленты. Виды растени</w:t>
      </w:r>
      <w:r>
        <w:rPr>
          <w:rStyle w:val="FontStyle23"/>
          <w:rFonts w:cs="Sylfaen"/>
          <w:sz w:val="24"/>
        </w:rPr>
        <w:t>й по внешним данным: злаковые</w:t>
      </w:r>
      <w:r w:rsidRPr="00B91A6D">
        <w:rPr>
          <w:rStyle w:val="FontStyle23"/>
          <w:rFonts w:cs="Sylfaen"/>
          <w:sz w:val="24"/>
        </w:rPr>
        <w:t>, рас</w:t>
      </w:r>
      <w:r w:rsidRPr="00B91A6D">
        <w:rPr>
          <w:rStyle w:val="FontStyle23"/>
          <w:rFonts w:cs="Sylfaen"/>
          <w:sz w:val="24"/>
        </w:rPr>
        <w:softHyphen/>
        <w:t>тения с прямостоячими стеблями, лианы и ампельные растения, розеточные, шарообразные и кустистые растения.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Технологии выращивания комнатных растений. Влияние растений на микроклимат помещения. Правила ухода за комнат</w:t>
      </w:r>
      <w:r w:rsidRPr="00B91A6D">
        <w:rPr>
          <w:rStyle w:val="FontStyle23"/>
          <w:rFonts w:cs="Sylfaen"/>
          <w:sz w:val="24"/>
        </w:rPr>
        <w:softHyphen/>
        <w:t>ными растениями. Пересадка и перевалка комнатного растения. Технологии выращивания цветов без почвы: гидропоника, на суб</w:t>
      </w:r>
      <w:r w:rsidRPr="00B91A6D">
        <w:rPr>
          <w:rStyle w:val="FontStyle23"/>
          <w:rFonts w:cs="Sylfaen"/>
          <w:sz w:val="24"/>
        </w:rPr>
        <w:softHyphen/>
        <w:t>стратах, аэропоника. Профессия садовник.</w:t>
      </w:r>
    </w:p>
    <w:p w:rsidR="00A71C97" w:rsidRPr="00B91A6D" w:rsidRDefault="00A71C97" w:rsidP="009A569A">
      <w:pPr>
        <w:pStyle w:val="Style10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Пе</w:t>
      </w:r>
      <w:r w:rsidRPr="00B91A6D">
        <w:rPr>
          <w:rStyle w:val="FontStyle23"/>
          <w:rFonts w:cs="Sylfaen"/>
          <w:sz w:val="24"/>
        </w:rPr>
        <w:softHyphen/>
        <w:t>ревалка (пересадка) комнатных растений.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Уход за растениями в кабинете технологии, классной комна</w:t>
      </w:r>
      <w:r w:rsidRPr="00B91A6D">
        <w:rPr>
          <w:rStyle w:val="FontStyle23"/>
          <w:rFonts w:cs="Sylfaen"/>
          <w:sz w:val="24"/>
        </w:rPr>
        <w:softHyphen/>
        <w:t>те, холлах школы.</w:t>
      </w:r>
    </w:p>
    <w:p w:rsidR="00A71C97" w:rsidRPr="00B91A6D" w:rsidRDefault="00A71C97" w:rsidP="009A569A">
      <w:pPr>
        <w:pStyle w:val="Style3"/>
        <w:widowControl/>
        <w:ind w:firstLine="709"/>
        <w:jc w:val="left"/>
        <w:rPr>
          <w:rStyle w:val="FontStyle22"/>
          <w:rFonts w:ascii="Times New Roman" w:hAnsi="Times New Roman" w:cs="Times New Roman"/>
          <w:b w:val="0"/>
          <w:bCs/>
          <w:sz w:val="24"/>
          <w:szCs w:val="28"/>
        </w:rPr>
      </w:pPr>
      <w:r w:rsidRPr="00B91A6D">
        <w:rPr>
          <w:rStyle w:val="FontStyle22"/>
          <w:rFonts w:ascii="Times New Roman" w:hAnsi="Times New Roman" w:cs="Times New Roman"/>
          <w:b w:val="0"/>
          <w:bCs/>
          <w:sz w:val="24"/>
          <w:szCs w:val="28"/>
        </w:rPr>
        <w:t>Раздел «Кулинария»</w:t>
      </w:r>
    </w:p>
    <w:p w:rsidR="00A71C97" w:rsidRPr="00B91A6D" w:rsidRDefault="00A71C97" w:rsidP="009A569A">
      <w:pPr>
        <w:pStyle w:val="Style3"/>
        <w:widowControl/>
        <w:ind w:firstLine="709"/>
        <w:jc w:val="left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</w:t>
      </w:r>
      <w:r w:rsidRPr="00B91A6D">
        <w:rPr>
          <w:rStyle w:val="FontStyle24"/>
          <w:rFonts w:ascii="Times New Roman" w:hAnsi="Times New Roman" w:cs="Times New Roman"/>
          <w:u w:val="single"/>
        </w:rPr>
        <w:t xml:space="preserve">. </w:t>
      </w:r>
      <w:r w:rsidRPr="00B91A6D">
        <w:rPr>
          <w:rStyle w:val="FontStyle25"/>
          <w:rFonts w:cs="Sylfaen"/>
          <w:b w:val="0"/>
          <w:bCs/>
          <w:sz w:val="24"/>
          <w:u w:val="single"/>
        </w:rPr>
        <w:t>Блюда из рыбы и нерыбных продуктов моря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   Теоретические сведения. </w:t>
      </w:r>
      <w:r w:rsidRPr="00B91A6D">
        <w:rPr>
          <w:rStyle w:val="FontStyle23"/>
          <w:rFonts w:cs="Sylfaen"/>
          <w:sz w:val="24"/>
        </w:rPr>
        <w:t>Пищевая ценность рыбы и нерыб</w:t>
      </w:r>
      <w:r w:rsidRPr="00B91A6D">
        <w:rPr>
          <w:rStyle w:val="FontStyle23"/>
          <w:rFonts w:cs="Sylfaen"/>
          <w:sz w:val="24"/>
        </w:rPr>
        <w:softHyphen/>
        <w:t>ных продуктов моря. Содержание в них белков, жиров, углево</w:t>
      </w:r>
      <w:r w:rsidRPr="00B91A6D">
        <w:rPr>
          <w:rStyle w:val="FontStyle23"/>
          <w:rFonts w:cs="Sylfaen"/>
          <w:sz w:val="24"/>
        </w:rPr>
        <w:softHyphen/>
        <w:t>дов, витаминов. Виды рыбы и нерыбных продуктов моря, про</w:t>
      </w:r>
      <w:r w:rsidRPr="00B91A6D">
        <w:rPr>
          <w:rStyle w:val="FontStyle23"/>
          <w:rFonts w:cs="Sylfaen"/>
          <w:sz w:val="24"/>
        </w:rPr>
        <w:softHyphen/>
        <w:t>дуктов из них. Маркировка консервов.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Признаки доброкачественности рыбы. Условия и сроки хра</w:t>
      </w:r>
      <w:r w:rsidRPr="00B91A6D">
        <w:rPr>
          <w:rStyle w:val="FontStyle23"/>
          <w:rFonts w:cs="Sylfaen"/>
          <w:sz w:val="24"/>
        </w:rPr>
        <w:softHyphen/>
        <w:t>нения рыбной продукции. Оттаивание мороженой рыбы. Выма</w:t>
      </w:r>
      <w:r w:rsidRPr="00B91A6D">
        <w:rPr>
          <w:rStyle w:val="FontStyle23"/>
          <w:rFonts w:cs="Sylfaen"/>
          <w:sz w:val="24"/>
        </w:rPr>
        <w:softHyphen/>
        <w:t>чивание солёной рыбы. Разделка рыбы. Санитарные требования при обработке рыбы. Тепловая обработка рыбы.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Технология приготовления блюд из рыбы и нерыбных про</w:t>
      </w:r>
      <w:r w:rsidRPr="00B91A6D">
        <w:rPr>
          <w:rStyle w:val="FontStyle23"/>
          <w:rFonts w:cs="Sylfaen"/>
          <w:sz w:val="24"/>
        </w:rPr>
        <w:softHyphen/>
        <w:t>дуктов моря. Подача готовых блюд. Требования к качеству гото</w:t>
      </w:r>
      <w:r w:rsidRPr="00B91A6D">
        <w:rPr>
          <w:rStyle w:val="FontStyle23"/>
          <w:rFonts w:cs="Sylfaen"/>
          <w:sz w:val="24"/>
        </w:rPr>
        <w:softHyphen/>
        <w:t>вых блюд.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Определение свежести рыбы. Приготовление блюда из рыбы. Определение качества термической обработки рыбных блюд. Приготовление блюд из морепродуктов.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4"/>
          <w:rFonts w:ascii="Times New Roman" w:hAnsi="Times New Roman" w:cs="Times New Roman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</w:t>
      </w:r>
      <w:r w:rsidRPr="00B91A6D">
        <w:rPr>
          <w:rStyle w:val="FontStyle24"/>
          <w:rFonts w:ascii="Times New Roman" w:hAnsi="Times New Roman" w:cs="Times New Roman"/>
          <w:u w:val="single"/>
        </w:rPr>
        <w:t xml:space="preserve">. </w:t>
      </w:r>
      <w:r w:rsidRPr="00B91A6D">
        <w:rPr>
          <w:rStyle w:val="FontStyle25"/>
          <w:rFonts w:cs="Sylfaen"/>
          <w:b w:val="0"/>
          <w:bCs/>
          <w:sz w:val="24"/>
          <w:u w:val="single"/>
        </w:rPr>
        <w:t xml:space="preserve">Блюда из мяса 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Теоретические сведения. </w:t>
      </w:r>
      <w:r w:rsidRPr="00B91A6D">
        <w:rPr>
          <w:rStyle w:val="FontStyle23"/>
          <w:rFonts w:cs="Sylfaen"/>
          <w:sz w:val="24"/>
        </w:rPr>
        <w:t>Значение мясных блюд в питании. Виды мяса и субпродуктов. Признаки доброкачественности мяса. Органолептические методы определения доброкачественности мяса. Условия и сроки хранения мясной продукции. Оттаивание мороженого мяса. Подготовка мяса к тепловой обработке. Сани</w:t>
      </w:r>
      <w:r w:rsidRPr="00B91A6D">
        <w:rPr>
          <w:rStyle w:val="FontStyle23"/>
          <w:rFonts w:cs="Sylfaen"/>
          <w:sz w:val="24"/>
        </w:rPr>
        <w:softHyphen/>
        <w:t>тарные требования при обработке мяса. Оборудование и инвен</w:t>
      </w:r>
      <w:r w:rsidRPr="00B91A6D">
        <w:rPr>
          <w:rStyle w:val="FontStyle23"/>
          <w:rFonts w:cs="Sylfaen"/>
          <w:sz w:val="24"/>
        </w:rPr>
        <w:softHyphen/>
        <w:t>тарь, применяемые при механической и тепловой обработке мяса.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Виды тепловой обработки мяса. Определение качества тер</w:t>
      </w:r>
      <w:r w:rsidRPr="00B91A6D">
        <w:rPr>
          <w:rStyle w:val="FontStyle23"/>
          <w:rFonts w:cs="Sylfaen"/>
          <w:sz w:val="24"/>
        </w:rPr>
        <w:softHyphen/>
        <w:t>мической обработки мясных блюд. Технология приготовления блюд из мяса. Подача к столу. Гарниры к мясным блюдам.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Определение доброкачественности мяса и мясных продуктов.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Приготовление блюда из мяса.</w:t>
      </w:r>
    </w:p>
    <w:p w:rsidR="00A71C97" w:rsidRPr="00B91A6D" w:rsidRDefault="00A71C97" w:rsidP="009A569A">
      <w:pPr>
        <w:pStyle w:val="Style7"/>
        <w:widowControl/>
        <w:spacing w:line="240" w:lineRule="auto"/>
        <w:ind w:firstLine="709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Блюда из птицы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Теоретические сведения. </w:t>
      </w:r>
      <w:r w:rsidRPr="00B91A6D">
        <w:rPr>
          <w:rStyle w:val="FontStyle23"/>
          <w:rFonts w:cs="Sylfaen"/>
          <w:sz w:val="24"/>
        </w:rPr>
        <w:t>Виды домашней и сельскохозяйст</w:t>
      </w:r>
      <w:r w:rsidRPr="00B91A6D">
        <w:rPr>
          <w:rStyle w:val="FontStyle23"/>
          <w:rFonts w:cs="Sylfaen"/>
          <w:sz w:val="24"/>
        </w:rPr>
        <w:softHyphen/>
        <w:t>венной птицы и их кулинарное употребление. Способы определе</w:t>
      </w:r>
      <w:r w:rsidRPr="00B91A6D">
        <w:rPr>
          <w:rStyle w:val="FontStyle23"/>
          <w:rFonts w:cs="Sylfaen"/>
          <w:sz w:val="24"/>
        </w:rPr>
        <w:softHyphen/>
        <w:t>ния качества птицы. Подготовка птицы к тепловой обработке. Способы разрезания птицы на части. Оборудование и инвентарь, применяемые при механической и тепловой обработке птицы.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Виды тепловой обработки птицы. Технология приготовления блюд из птицы. Оформление готовых блюд и подача их к столу.</w:t>
      </w:r>
    </w:p>
    <w:p w:rsidR="00A71C97" w:rsidRPr="00B91A6D" w:rsidRDefault="00A71C97" w:rsidP="009A569A">
      <w:pPr>
        <w:pStyle w:val="Style10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Приготовление блюда из птицы.</w:t>
      </w:r>
    </w:p>
    <w:p w:rsidR="00A71C97" w:rsidRPr="00B91A6D" w:rsidRDefault="00A71C97" w:rsidP="009A569A">
      <w:pPr>
        <w:pStyle w:val="Style7"/>
        <w:widowControl/>
        <w:spacing w:line="240" w:lineRule="auto"/>
        <w:ind w:firstLine="709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Первые блюда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     Теоретические сведения. </w:t>
      </w:r>
      <w:r w:rsidRPr="00B91A6D">
        <w:rPr>
          <w:rStyle w:val="FontStyle23"/>
          <w:rFonts w:cs="Sylfaen"/>
          <w:sz w:val="24"/>
        </w:rPr>
        <w:t>Значение супов в рационе пита</w:t>
      </w:r>
      <w:r w:rsidRPr="00B91A6D">
        <w:rPr>
          <w:rStyle w:val="FontStyle23"/>
          <w:rFonts w:cs="Sylfaen"/>
          <w:sz w:val="24"/>
        </w:rPr>
        <w:softHyphen/>
        <w:t>ния. Технология приготовления бульонов, используемых при приготовлении заправочных супов.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Виды заправочных супов. Технология приготовления щей, борща, рассольника, солянки, овощных супов и супов с крупами и мучными изделиями. Оценка готового блюда. Оформление го</w:t>
      </w:r>
      <w:r w:rsidRPr="00B91A6D">
        <w:rPr>
          <w:rStyle w:val="FontStyle23"/>
          <w:rFonts w:cs="Sylfaen"/>
          <w:sz w:val="24"/>
        </w:rPr>
        <w:softHyphen/>
        <w:t>тового супа и подача к столу.</w:t>
      </w:r>
    </w:p>
    <w:p w:rsidR="00A71C97" w:rsidRPr="00B91A6D" w:rsidRDefault="00A71C97" w:rsidP="009A569A">
      <w:pPr>
        <w:pStyle w:val="Style10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Приготовление заправочного супа.</w:t>
      </w:r>
    </w:p>
    <w:p w:rsidR="00A71C97" w:rsidRPr="00B91A6D" w:rsidRDefault="00A71C97" w:rsidP="009A569A">
      <w:pPr>
        <w:pStyle w:val="Style10"/>
        <w:widowControl/>
        <w:spacing w:line="240" w:lineRule="auto"/>
        <w:ind w:firstLine="709"/>
        <w:rPr>
          <w:rStyle w:val="FontStyle25"/>
          <w:rFonts w:cs="Sylfaen"/>
          <w:b w:val="0"/>
          <w:sz w:val="24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Приготовление обеда. Сервировка стола к обеду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     Теоретические сведения. </w:t>
      </w:r>
      <w:r w:rsidRPr="00B91A6D">
        <w:rPr>
          <w:rStyle w:val="FontStyle23"/>
          <w:rFonts w:cs="Sylfaen"/>
          <w:sz w:val="24"/>
        </w:rPr>
        <w:t>Меню обеда. Сервировка стола к обеду. Набор столового белья, приборов и посуды для обеда.</w:t>
      </w:r>
    </w:p>
    <w:p w:rsidR="00A71C97" w:rsidRPr="00B91A6D" w:rsidRDefault="00A71C97" w:rsidP="009A569A">
      <w:pPr>
        <w:pStyle w:val="Style1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Подача блюд. Правила поведения за столом и пользования столовыми приборами.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Со</w:t>
      </w:r>
      <w:r w:rsidRPr="00B91A6D">
        <w:rPr>
          <w:rStyle w:val="FontStyle23"/>
          <w:rFonts w:cs="Sylfaen"/>
          <w:sz w:val="24"/>
        </w:rPr>
        <w:softHyphen/>
        <w:t>ставление меню обеда. Приготовление обеда. Сервировка стола к обеду. Определение калорийности блюд.</w:t>
      </w:r>
    </w:p>
    <w:p w:rsidR="00A71C97" w:rsidRPr="00B91A6D" w:rsidRDefault="00A71C97" w:rsidP="009A569A">
      <w:pPr>
        <w:pStyle w:val="Style2"/>
        <w:widowControl/>
        <w:ind w:firstLine="709"/>
        <w:rPr>
          <w:rStyle w:val="FontStyle22"/>
          <w:rFonts w:ascii="Times New Roman" w:hAnsi="Times New Roman" w:cs="Times New Roman"/>
          <w:b w:val="0"/>
          <w:bCs/>
          <w:sz w:val="24"/>
          <w:szCs w:val="28"/>
        </w:rPr>
      </w:pPr>
      <w:r w:rsidRPr="00B91A6D">
        <w:rPr>
          <w:rStyle w:val="FontStyle22"/>
          <w:rFonts w:ascii="Times New Roman" w:hAnsi="Times New Roman" w:cs="Times New Roman"/>
          <w:b w:val="0"/>
          <w:bCs/>
          <w:sz w:val="24"/>
          <w:szCs w:val="28"/>
        </w:rPr>
        <w:t>Раздел «Создание изделий из текстильных материалов»</w:t>
      </w:r>
    </w:p>
    <w:p w:rsidR="00A71C97" w:rsidRPr="00B91A6D" w:rsidRDefault="00A71C97" w:rsidP="009A569A">
      <w:pPr>
        <w:pStyle w:val="Style3"/>
        <w:widowControl/>
        <w:ind w:firstLine="709"/>
        <w:jc w:val="left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Свойства текстильных материалов</w:t>
      </w:r>
    </w:p>
    <w:p w:rsidR="00A71C97" w:rsidRPr="00B91A6D" w:rsidRDefault="00A71C97" w:rsidP="009A569A">
      <w:pPr>
        <w:pStyle w:val="Style3"/>
        <w:widowControl/>
        <w:ind w:firstLine="709"/>
        <w:jc w:val="left"/>
        <w:rPr>
          <w:rStyle w:val="FontStyle23"/>
          <w:rFonts w:cs="Sylfaen"/>
          <w:bCs/>
          <w:sz w:val="24"/>
          <w:u w:val="single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      Теоретические сведения. </w:t>
      </w:r>
      <w:r w:rsidRPr="00B91A6D">
        <w:rPr>
          <w:rStyle w:val="FontStyle23"/>
          <w:rFonts w:cs="Sylfaen"/>
          <w:sz w:val="24"/>
        </w:rPr>
        <w:t>Классификация текстильных хими</w:t>
      </w:r>
      <w:r w:rsidRPr="00B91A6D">
        <w:rPr>
          <w:rStyle w:val="FontStyle23"/>
          <w:rFonts w:cs="Sylfaen"/>
          <w:sz w:val="24"/>
        </w:rPr>
        <w:softHyphen/>
        <w:t>ческих волокон. Способы их получения. Виды и свойства искус</w:t>
      </w:r>
      <w:r w:rsidRPr="00B91A6D">
        <w:rPr>
          <w:rStyle w:val="FontStyle23"/>
          <w:rFonts w:cs="Sylfaen"/>
          <w:sz w:val="24"/>
        </w:rPr>
        <w:softHyphen/>
        <w:t>ственных и синтетических тканей. Виды нетканых материалов из химических волокон. Профессия оператор в производстве химических волокон.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Изу</w:t>
      </w:r>
      <w:r w:rsidRPr="00B91A6D">
        <w:rPr>
          <w:rStyle w:val="FontStyle23"/>
          <w:rFonts w:cs="Sylfaen"/>
          <w:sz w:val="24"/>
        </w:rPr>
        <w:softHyphen/>
        <w:t>чение свойств текстильных материалов из химических волокон.</w:t>
      </w:r>
    </w:p>
    <w:p w:rsidR="00A71C97" w:rsidRPr="00B91A6D" w:rsidRDefault="00A71C97" w:rsidP="009A569A">
      <w:pPr>
        <w:pStyle w:val="Style3"/>
        <w:widowControl/>
        <w:ind w:firstLine="709"/>
        <w:jc w:val="left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Конструирование швейных изделий</w:t>
      </w:r>
    </w:p>
    <w:p w:rsidR="00A71C97" w:rsidRPr="00B91A6D" w:rsidRDefault="00A71C97" w:rsidP="009A569A">
      <w:pPr>
        <w:pStyle w:val="Style3"/>
        <w:widowControl/>
        <w:ind w:firstLine="709"/>
        <w:jc w:val="left"/>
        <w:rPr>
          <w:rStyle w:val="FontStyle23"/>
          <w:rFonts w:cs="Sylfaen"/>
          <w:bCs/>
          <w:sz w:val="24"/>
          <w:u w:val="single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   Теоретические сведения. </w:t>
      </w:r>
      <w:r w:rsidRPr="00B91A6D">
        <w:rPr>
          <w:rStyle w:val="FontStyle23"/>
          <w:rFonts w:cs="Sylfaen"/>
          <w:sz w:val="24"/>
        </w:rPr>
        <w:t>Понятие о плечевой одежде. По</w:t>
      </w:r>
      <w:r w:rsidRPr="00B91A6D">
        <w:rPr>
          <w:rStyle w:val="FontStyle23"/>
          <w:rFonts w:cs="Sylfaen"/>
          <w:sz w:val="24"/>
        </w:rPr>
        <w:softHyphen/>
        <w:t>нятие об одежде с цельнокроеным и втачным рукавом. Опреде</w:t>
      </w:r>
      <w:r w:rsidRPr="00B91A6D">
        <w:rPr>
          <w:rStyle w:val="FontStyle23"/>
          <w:rFonts w:cs="Sylfaen"/>
          <w:sz w:val="24"/>
        </w:rPr>
        <w:softHyphen/>
        <w:t>ление размеров фигуры человека. Снятие мерок для изготовле</w:t>
      </w:r>
      <w:r w:rsidRPr="00B91A6D">
        <w:rPr>
          <w:rStyle w:val="FontStyle23"/>
          <w:rFonts w:cs="Sylfaen"/>
          <w:sz w:val="24"/>
        </w:rPr>
        <w:softHyphen/>
        <w:t>ния плечевой одежды. Построение чертежа основы плечевого изделия с цельнокроеным рукавом.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Изготовление выкроек для образцов ручных и машинных работ.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Снятие мерок и построение чертежа швейного изделия с цельнокроеным рукавом в натуральную величину (проектное изделие).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Моделирование швейных изделий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Теоретические сведения. </w:t>
      </w:r>
      <w:r w:rsidRPr="00B91A6D">
        <w:rPr>
          <w:rStyle w:val="FontStyle23"/>
          <w:rFonts w:cs="Sylfaen"/>
          <w:sz w:val="24"/>
        </w:rPr>
        <w:t>Понятие о моделировании одеж</w:t>
      </w:r>
      <w:r w:rsidRPr="00B91A6D">
        <w:rPr>
          <w:rStyle w:val="FontStyle23"/>
          <w:rFonts w:cs="Sylfaen"/>
          <w:sz w:val="24"/>
        </w:rPr>
        <w:softHyphen/>
        <w:t>ды. Моделирование формы выреза горловины. Моделирование плечевой одежды с застёжкой на пуговицах. Моделирование отрезной плечевой одежды. Приёмы изготовления выкроек дополнительных деталей изделия: подкройной обтачки горло</w:t>
      </w:r>
      <w:r w:rsidRPr="00B91A6D">
        <w:rPr>
          <w:rStyle w:val="FontStyle23"/>
          <w:rFonts w:cs="Sylfaen"/>
          <w:sz w:val="24"/>
        </w:rPr>
        <w:softHyphen/>
        <w:t>вины спинки, подкройной обтачки горловины переда, подборта. Подготовка выкройки к раскрою. Профессия художник по кос</w:t>
      </w:r>
      <w:r w:rsidRPr="00B91A6D">
        <w:rPr>
          <w:rStyle w:val="FontStyle23"/>
          <w:rFonts w:cs="Sylfaen"/>
          <w:sz w:val="24"/>
        </w:rPr>
        <w:softHyphen/>
        <w:t>тюму.</w:t>
      </w:r>
    </w:p>
    <w:p w:rsidR="00A71C97" w:rsidRPr="00B91A6D" w:rsidRDefault="00A71C97" w:rsidP="009A569A">
      <w:pPr>
        <w:pStyle w:val="Style10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Моделирование выкройки проектного изделия.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Подготовка выкройки проектного изделия к раскрою.</w:t>
      </w:r>
    </w:p>
    <w:p w:rsidR="00A71C97" w:rsidRPr="00B91A6D" w:rsidRDefault="00A71C97" w:rsidP="009A569A">
      <w:pPr>
        <w:pStyle w:val="Style13"/>
        <w:widowControl/>
        <w:spacing w:line="240" w:lineRule="auto"/>
        <w:ind w:firstLine="709"/>
        <w:jc w:val="left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Швейная машина</w:t>
      </w:r>
    </w:p>
    <w:p w:rsidR="00A71C97" w:rsidRPr="00B91A6D" w:rsidRDefault="00A71C97" w:rsidP="009A569A">
      <w:pPr>
        <w:pStyle w:val="Style13"/>
        <w:widowControl/>
        <w:spacing w:line="240" w:lineRule="auto"/>
        <w:ind w:firstLine="709"/>
        <w:jc w:val="left"/>
        <w:rPr>
          <w:rStyle w:val="FontStyle23"/>
          <w:rFonts w:cs="Sylfaen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</w:rPr>
        <w:t xml:space="preserve">   Т</w:t>
      </w:r>
      <w:r w:rsidRPr="00B91A6D">
        <w:rPr>
          <w:rStyle w:val="FontStyle26"/>
          <w:rFonts w:cs="Sylfaen"/>
          <w:i w:val="0"/>
          <w:iCs/>
          <w:sz w:val="24"/>
        </w:rPr>
        <w:t xml:space="preserve">еоретические сведения. </w:t>
      </w:r>
      <w:r w:rsidRPr="00B91A6D">
        <w:rPr>
          <w:rStyle w:val="FontStyle23"/>
          <w:rFonts w:cs="Sylfaen"/>
          <w:sz w:val="24"/>
        </w:rPr>
        <w:t>Устройство машинной иглы. Не</w:t>
      </w:r>
      <w:r w:rsidRPr="00B91A6D">
        <w:rPr>
          <w:rStyle w:val="FontStyle23"/>
          <w:rFonts w:cs="Sylfaen"/>
          <w:sz w:val="24"/>
        </w:rPr>
        <w:softHyphen/>
        <w:t>поладки в работе швейной машины, связанные с неправильной установкой иглы, её поломкой. Замена машинной иглы. Неполад</w:t>
      </w:r>
      <w:r w:rsidRPr="00B91A6D">
        <w:rPr>
          <w:rStyle w:val="FontStyle23"/>
          <w:rFonts w:cs="Sylfaen"/>
          <w:sz w:val="24"/>
        </w:rPr>
        <w:softHyphen/>
        <w:t>ки в работе швейной машины, связанные с неправильным на</w:t>
      </w:r>
      <w:r w:rsidRPr="00B91A6D">
        <w:rPr>
          <w:rStyle w:val="FontStyle23"/>
          <w:rFonts w:cs="Sylfaen"/>
          <w:sz w:val="24"/>
        </w:rPr>
        <w:softHyphen/>
        <w:t>тяжением ниток. Дефекты машинной строчки: петляние сверху и снизу, слабая и стянутая строчка. Приспособления к швейным машинам. Назначение и правила использования регулятора на</w:t>
      </w:r>
      <w:r w:rsidRPr="00B91A6D">
        <w:rPr>
          <w:rStyle w:val="FontStyle23"/>
          <w:rFonts w:cs="Sylfaen"/>
          <w:sz w:val="24"/>
        </w:rPr>
        <w:softHyphen/>
        <w:t>тяжения верхней нитки. Обмётывание петель и пришивание пу</w:t>
      </w:r>
      <w:r w:rsidRPr="00B91A6D">
        <w:rPr>
          <w:rStyle w:val="FontStyle23"/>
          <w:rFonts w:cs="Sylfaen"/>
          <w:sz w:val="24"/>
        </w:rPr>
        <w:softHyphen/>
        <w:t>говицы с помощью швейной машины.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Подготовка выкройки к раскрою.</w:t>
      </w:r>
    </w:p>
    <w:p w:rsidR="00A71C97" w:rsidRPr="00B91A6D" w:rsidRDefault="00A71C97" w:rsidP="009A569A">
      <w:pPr>
        <w:pStyle w:val="Style10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Устранение дефектов машинной строчки.</w:t>
      </w:r>
    </w:p>
    <w:p w:rsidR="00A71C97" w:rsidRPr="00B91A6D" w:rsidRDefault="00A71C97" w:rsidP="009A569A">
      <w:pPr>
        <w:pStyle w:val="Style12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Применение приспособлений к швейной машине. Выполнение прорезных петель. Пришивание пуговицы.</w:t>
      </w:r>
    </w:p>
    <w:p w:rsidR="00A71C97" w:rsidRPr="00B91A6D" w:rsidRDefault="00A71C97" w:rsidP="009A569A">
      <w:pPr>
        <w:pStyle w:val="Style12"/>
        <w:widowControl/>
        <w:spacing w:line="240" w:lineRule="auto"/>
        <w:ind w:firstLine="709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Технология изготовления швейных изделий</w:t>
      </w:r>
    </w:p>
    <w:p w:rsidR="00A71C97" w:rsidRPr="00B91A6D" w:rsidRDefault="00A71C97" w:rsidP="009A569A">
      <w:pPr>
        <w:pStyle w:val="Style12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Теоретические сведения. </w:t>
      </w:r>
      <w:r w:rsidRPr="00B91A6D">
        <w:rPr>
          <w:rStyle w:val="FontStyle23"/>
          <w:rFonts w:cs="Sylfaen"/>
          <w:sz w:val="24"/>
        </w:rPr>
        <w:t>Технология изготовления плече</w:t>
      </w:r>
      <w:r w:rsidRPr="00B91A6D">
        <w:rPr>
          <w:rStyle w:val="FontStyle23"/>
          <w:rFonts w:cs="Sylfaen"/>
          <w:sz w:val="24"/>
        </w:rPr>
        <w:softHyphen/>
        <w:t>вого швейного изделия с цельнокроеным рукавом. Последова</w:t>
      </w:r>
      <w:r w:rsidRPr="00B91A6D">
        <w:rPr>
          <w:rStyle w:val="FontStyle23"/>
          <w:rFonts w:cs="Sylfaen"/>
          <w:sz w:val="24"/>
        </w:rPr>
        <w:softHyphen/>
        <w:t>тельность подготовки ткани к раскрою. Правила раскладки вы</w:t>
      </w:r>
      <w:r w:rsidRPr="00B91A6D">
        <w:rPr>
          <w:rStyle w:val="FontStyle23"/>
          <w:rFonts w:cs="Sylfaen"/>
          <w:sz w:val="24"/>
        </w:rPr>
        <w:softHyphen/>
        <w:t>кроек на ткани. Правила раскроя. Выкраивание деталей из про</w:t>
      </w:r>
      <w:r w:rsidRPr="00B91A6D">
        <w:rPr>
          <w:rStyle w:val="FontStyle23"/>
          <w:rFonts w:cs="Sylfaen"/>
          <w:sz w:val="24"/>
        </w:rPr>
        <w:softHyphen/>
        <w:t>кладки. Критерии качества кроя. Правила безопасной работы с иголками и булавками.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Понятие о дублировании деталей кроя. Технология соедине</w:t>
      </w:r>
      <w:r w:rsidRPr="00B91A6D">
        <w:rPr>
          <w:rStyle w:val="FontStyle23"/>
          <w:rFonts w:cs="Sylfaen"/>
          <w:sz w:val="24"/>
        </w:rPr>
        <w:softHyphen/>
        <w:t>ния детали с клеевой прокладкой. Правила безопасной работы утюгом.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Способы переноса линий выкройки на детали кроя с помо</w:t>
      </w:r>
      <w:r w:rsidRPr="00B91A6D">
        <w:rPr>
          <w:rStyle w:val="FontStyle23"/>
          <w:rFonts w:cs="Sylfaen"/>
          <w:sz w:val="24"/>
        </w:rPr>
        <w:softHyphen/>
        <w:t>щью прямых копировальных стежков.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Основные операции при ручных работах: временное соеди</w:t>
      </w:r>
      <w:r w:rsidRPr="00B91A6D">
        <w:rPr>
          <w:rStyle w:val="FontStyle23"/>
          <w:rFonts w:cs="Sylfaen"/>
          <w:sz w:val="24"/>
        </w:rPr>
        <w:softHyphen/>
        <w:t>нение мелкой детали с крупной — примётывание; временное ни</w:t>
      </w:r>
      <w:r w:rsidRPr="00B91A6D">
        <w:rPr>
          <w:rStyle w:val="FontStyle23"/>
          <w:rFonts w:cs="Sylfaen"/>
          <w:sz w:val="24"/>
        </w:rPr>
        <w:softHyphen/>
        <w:t>точное закрепление стачанных и вывернутых краёв — вымётыва</w:t>
      </w:r>
      <w:r w:rsidRPr="00B91A6D">
        <w:rPr>
          <w:rStyle w:val="FontStyle23"/>
          <w:rFonts w:cs="Sylfaen"/>
          <w:sz w:val="24"/>
        </w:rPr>
        <w:softHyphen/>
        <w:t>ние.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Основные машинные операции: присоединение мелкой де</w:t>
      </w:r>
      <w:r w:rsidRPr="00B91A6D">
        <w:rPr>
          <w:rStyle w:val="FontStyle23"/>
          <w:rFonts w:cs="Sylfaen"/>
          <w:sz w:val="24"/>
        </w:rPr>
        <w:softHyphen/>
        <w:t>тали к крупной — притачивание; соединение деталей по контуру с последующим вывёртыванием — обтачивание. Обработка при</w:t>
      </w:r>
      <w:r w:rsidRPr="00B91A6D">
        <w:rPr>
          <w:rStyle w:val="FontStyle23"/>
          <w:rFonts w:cs="Sylfaen"/>
          <w:sz w:val="24"/>
        </w:rPr>
        <w:softHyphen/>
        <w:t>пусков шва перед вывёртыванием.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Классификация машинных швов: соединительные (стач</w:t>
      </w:r>
      <w:r w:rsidRPr="00B91A6D">
        <w:rPr>
          <w:rStyle w:val="FontStyle23"/>
          <w:rFonts w:cs="Sylfaen"/>
          <w:sz w:val="24"/>
        </w:rPr>
        <w:softHyphen/>
        <w:t>ной взаутюжку и стачной вразутюжку). Обработка мелких дета</w:t>
      </w:r>
      <w:r w:rsidRPr="00B91A6D">
        <w:rPr>
          <w:rStyle w:val="FontStyle23"/>
          <w:rFonts w:cs="Sylfaen"/>
          <w:sz w:val="24"/>
        </w:rPr>
        <w:softHyphen/>
        <w:t>лей швейного изделия обтачным швом — мягкого пояса, брете</w:t>
      </w:r>
      <w:r w:rsidRPr="00B91A6D">
        <w:rPr>
          <w:rStyle w:val="FontStyle23"/>
          <w:rFonts w:cs="Sylfaen"/>
          <w:sz w:val="24"/>
        </w:rPr>
        <w:softHyphen/>
        <w:t>лей.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Подготовка и проведение примерки плечевой одежды с цельнокроеным рукавом. Устранение дефектов после при</w:t>
      </w:r>
      <w:r w:rsidRPr="00B91A6D">
        <w:rPr>
          <w:rStyle w:val="FontStyle23"/>
          <w:rFonts w:cs="Sylfaen"/>
          <w:sz w:val="24"/>
        </w:rPr>
        <w:softHyphen/>
        <w:t>мерки.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Последовательность изготовления плечевой одежды с цель</w:t>
      </w:r>
      <w:r w:rsidRPr="00B91A6D">
        <w:rPr>
          <w:rStyle w:val="FontStyle23"/>
          <w:rFonts w:cs="Sylfaen"/>
          <w:sz w:val="24"/>
        </w:rPr>
        <w:softHyphen/>
        <w:t>нокроеным рукавом. Технология обработки среднего шва с за</w:t>
      </w:r>
      <w:r w:rsidRPr="00B91A6D">
        <w:rPr>
          <w:rStyle w:val="FontStyle23"/>
          <w:rFonts w:cs="Sylfaen"/>
          <w:sz w:val="24"/>
        </w:rPr>
        <w:softHyphen/>
        <w:t>стежкой и разрезом, плечевых швов, нижних срезов рукавов. Обработка срезов подкройной обтачкой с расположением её на изнаночной или лицевой стороне изделия. Обработка застёж</w:t>
      </w:r>
      <w:r w:rsidRPr="00B91A6D">
        <w:rPr>
          <w:rStyle w:val="FontStyle23"/>
          <w:rFonts w:cs="Sylfaen"/>
          <w:sz w:val="24"/>
        </w:rPr>
        <w:softHyphen/>
        <w:t>ки подбортом. Обработка боковых швов. Соединение лифа с юб</w:t>
      </w:r>
      <w:r w:rsidRPr="00B91A6D">
        <w:rPr>
          <w:rStyle w:val="FontStyle23"/>
          <w:rFonts w:cs="Sylfaen"/>
          <w:sz w:val="24"/>
        </w:rPr>
        <w:softHyphen/>
        <w:t>кой. Обработка нижнего среза изделия. Обработка разреза в шве. Окончательная отделка изделия. Профессия технолог-конструк</w:t>
      </w:r>
      <w:r w:rsidRPr="00B91A6D">
        <w:rPr>
          <w:rStyle w:val="FontStyle23"/>
          <w:rFonts w:cs="Sylfaen"/>
          <w:sz w:val="24"/>
        </w:rPr>
        <w:softHyphen/>
        <w:t>тор.</w:t>
      </w:r>
    </w:p>
    <w:p w:rsidR="00A71C97" w:rsidRPr="00B91A6D" w:rsidRDefault="00A71C97" w:rsidP="009A569A">
      <w:pPr>
        <w:pStyle w:val="Style10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Раскрой швейного изделия.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Дублирование деталей клеевой прокладкой.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Изготовление образцов ручных и машинных работ.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Обработка мелких деталей проектного изделия.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Подготовка изделия к примерке. Проведение примерки про</w:t>
      </w:r>
      <w:r w:rsidRPr="00B91A6D">
        <w:rPr>
          <w:rStyle w:val="FontStyle23"/>
          <w:rFonts w:cs="Sylfaen"/>
          <w:sz w:val="24"/>
        </w:rPr>
        <w:softHyphen/>
        <w:t>ектного изделия.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Обработка среднего шва спинки, плечевых и нижних срезов рукавов; горловины и застёжки проектного изделия; боковых срезов и отрезного изделия; нижнего среза изделия.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Окончательная обработка изделия.</w:t>
      </w:r>
    </w:p>
    <w:p w:rsidR="00A71C97" w:rsidRPr="00B91A6D" w:rsidRDefault="00A71C97" w:rsidP="009A569A">
      <w:pPr>
        <w:pStyle w:val="Style2"/>
        <w:widowControl/>
        <w:ind w:firstLine="709"/>
        <w:rPr>
          <w:rStyle w:val="FontStyle22"/>
          <w:rFonts w:ascii="Times New Roman" w:hAnsi="Times New Roman" w:cs="Times New Roman"/>
          <w:b w:val="0"/>
          <w:bCs/>
          <w:sz w:val="24"/>
          <w:szCs w:val="28"/>
        </w:rPr>
      </w:pPr>
      <w:r w:rsidRPr="00B91A6D">
        <w:rPr>
          <w:rStyle w:val="FontStyle22"/>
          <w:rFonts w:ascii="Times New Roman" w:hAnsi="Times New Roman" w:cs="Times New Roman"/>
          <w:b w:val="0"/>
          <w:bCs/>
          <w:sz w:val="24"/>
          <w:szCs w:val="28"/>
        </w:rPr>
        <w:t>Раздел «Художественные ремёсла»</w:t>
      </w:r>
    </w:p>
    <w:p w:rsidR="00A71C97" w:rsidRPr="00B91A6D" w:rsidRDefault="00A71C97" w:rsidP="009A569A">
      <w:pPr>
        <w:pStyle w:val="Style3"/>
        <w:widowControl/>
        <w:ind w:firstLine="709"/>
        <w:jc w:val="left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Вязание крючком</w:t>
      </w:r>
    </w:p>
    <w:p w:rsidR="00A71C97" w:rsidRPr="00B91A6D" w:rsidRDefault="00A71C97" w:rsidP="009A569A">
      <w:pPr>
        <w:pStyle w:val="Style3"/>
        <w:widowControl/>
        <w:ind w:firstLine="709"/>
        <w:jc w:val="left"/>
        <w:rPr>
          <w:rStyle w:val="FontStyle23"/>
          <w:rFonts w:cs="Sylfaen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</w:rPr>
        <w:t xml:space="preserve">     Т</w:t>
      </w:r>
      <w:r w:rsidRPr="00B91A6D">
        <w:rPr>
          <w:rStyle w:val="FontStyle26"/>
          <w:rFonts w:cs="Sylfaen"/>
          <w:i w:val="0"/>
          <w:iCs/>
          <w:sz w:val="24"/>
        </w:rPr>
        <w:t xml:space="preserve">еоретические сведения. </w:t>
      </w:r>
      <w:r w:rsidRPr="00B91A6D">
        <w:rPr>
          <w:rStyle w:val="FontStyle23"/>
          <w:rFonts w:cs="Sylfaen"/>
          <w:sz w:val="24"/>
        </w:rPr>
        <w:t>Краткие сведения из истории ста</w:t>
      </w:r>
      <w:r w:rsidRPr="00B91A6D">
        <w:rPr>
          <w:rStyle w:val="FontStyle23"/>
          <w:rFonts w:cs="Sylfaen"/>
          <w:sz w:val="24"/>
        </w:rPr>
        <w:softHyphen/>
        <w:t>ринного рукоделия — вязания. Вязаные изделия в современной моде. Материалы и инструменты для вязания. Виды крючков и спиц. Правила подбора инструментов в зависимости от вида изделия и толщины нити. Организация рабочего места при вяза</w:t>
      </w:r>
      <w:r w:rsidRPr="00B91A6D">
        <w:rPr>
          <w:rStyle w:val="FontStyle23"/>
          <w:rFonts w:cs="Sylfaen"/>
          <w:sz w:val="24"/>
        </w:rPr>
        <w:softHyphen/>
        <w:t>нии. Расчёт количества петель для изделия. Отпаривание и сбор</w:t>
      </w:r>
      <w:r w:rsidRPr="00B91A6D">
        <w:rPr>
          <w:rStyle w:val="FontStyle23"/>
          <w:rFonts w:cs="Sylfaen"/>
          <w:sz w:val="24"/>
        </w:rPr>
        <w:softHyphen/>
        <w:t>ка готового изделия.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Основные виды петель при вязании крючком. Условные обо</w:t>
      </w:r>
      <w:r w:rsidRPr="00B91A6D">
        <w:rPr>
          <w:rStyle w:val="FontStyle23"/>
          <w:rFonts w:cs="Sylfaen"/>
          <w:sz w:val="24"/>
        </w:rPr>
        <w:softHyphen/>
        <w:t>значения, применяемые при вязании крючком. Вязание полот</w:t>
      </w:r>
      <w:r w:rsidRPr="00B91A6D">
        <w:rPr>
          <w:rStyle w:val="FontStyle23"/>
          <w:rFonts w:cs="Sylfaen"/>
          <w:sz w:val="24"/>
        </w:rPr>
        <w:softHyphen/>
        <w:t>на: начало вязания, вязание рядами, основные способы вывязы</w:t>
      </w:r>
      <w:r w:rsidRPr="00B91A6D">
        <w:rPr>
          <w:rStyle w:val="FontStyle23"/>
          <w:rFonts w:cs="Sylfaen"/>
          <w:sz w:val="24"/>
        </w:rPr>
        <w:softHyphen/>
        <w:t>вания петель, закрепление вязания. Вязание по кругу: основное кольцо, способы вязания по кругу.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Вывязывание полотна из столбиков с накидом несколькими спо</w:t>
      </w:r>
      <w:r w:rsidRPr="00B91A6D">
        <w:rPr>
          <w:rStyle w:val="FontStyle23"/>
          <w:rFonts w:cs="Sylfaen"/>
          <w:sz w:val="24"/>
        </w:rPr>
        <w:softHyphen/>
        <w:t>собами.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Выполнение плотного вязания по кругу.</w:t>
      </w:r>
    </w:p>
    <w:p w:rsidR="00A71C97" w:rsidRPr="00B91A6D" w:rsidRDefault="00A71C97" w:rsidP="009A569A">
      <w:pPr>
        <w:pStyle w:val="Style3"/>
        <w:widowControl/>
        <w:ind w:firstLine="709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Вязание спицами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Теоретические сведения. </w:t>
      </w:r>
      <w:r w:rsidRPr="00B91A6D">
        <w:rPr>
          <w:rStyle w:val="FontStyle23"/>
          <w:rFonts w:cs="Sylfaen"/>
          <w:sz w:val="24"/>
        </w:rPr>
        <w:t>Вязание спицами узоров из лице</w:t>
      </w:r>
      <w:r w:rsidRPr="00B91A6D">
        <w:rPr>
          <w:rStyle w:val="FontStyle23"/>
          <w:rFonts w:cs="Sylfaen"/>
          <w:sz w:val="24"/>
        </w:rPr>
        <w:softHyphen/>
        <w:t>вых и изнаночных петель: набор петель на спицы, применение схем узоров с условными обозначениями. Кромочные, лицевые и изнаночные петли, закрытие петель последнего ряда. Вязание полотна лицевыми и изнаночными петлями. Вязание цветных узоров. Создание схем для вязания с помощью ПК. Профессия вязальщица текстильно-галантерейных изделий.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Лабораторно-практические и практические работы. </w:t>
      </w:r>
      <w:r w:rsidRPr="00B91A6D">
        <w:rPr>
          <w:rStyle w:val="FontStyle23"/>
          <w:rFonts w:cs="Sylfaen"/>
          <w:sz w:val="24"/>
        </w:rPr>
        <w:t>Вы</w:t>
      </w:r>
      <w:r w:rsidRPr="00B91A6D">
        <w:rPr>
          <w:rStyle w:val="FontStyle23"/>
          <w:rFonts w:cs="Sylfaen"/>
          <w:sz w:val="24"/>
        </w:rPr>
        <w:softHyphen/>
        <w:t>полнение образцов вязок лицевыми и изнаночными петлями.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Разработка схемы жаккардового узора на ПК.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2"/>
          <w:rFonts w:ascii="Times New Roman" w:hAnsi="Times New Roman" w:cs="Times New Roman"/>
          <w:b w:val="0"/>
          <w:bCs/>
          <w:sz w:val="24"/>
          <w:szCs w:val="28"/>
        </w:rPr>
      </w:pPr>
      <w:r w:rsidRPr="00B91A6D">
        <w:rPr>
          <w:rStyle w:val="FontStyle22"/>
          <w:rFonts w:ascii="Times New Roman" w:hAnsi="Times New Roman" w:cs="Times New Roman"/>
          <w:b w:val="0"/>
          <w:bCs/>
          <w:sz w:val="24"/>
          <w:szCs w:val="28"/>
        </w:rPr>
        <w:t>Раздел «Технологии творческой деятельности»</w:t>
      </w:r>
    </w:p>
    <w:p w:rsidR="00A71C97" w:rsidRPr="00B91A6D" w:rsidRDefault="00A71C97" w:rsidP="009A569A">
      <w:pPr>
        <w:pStyle w:val="Style3"/>
        <w:widowControl/>
        <w:ind w:firstLine="709"/>
        <w:rPr>
          <w:rStyle w:val="FontStyle25"/>
          <w:rFonts w:cs="Sylfaen"/>
          <w:b w:val="0"/>
          <w:bCs/>
          <w:sz w:val="24"/>
          <w:u w:val="single"/>
        </w:rPr>
      </w:pPr>
      <w:r w:rsidRPr="00B91A6D">
        <w:rPr>
          <w:rStyle w:val="FontStyle25"/>
          <w:rFonts w:cs="Sylfaen"/>
          <w:b w:val="0"/>
          <w:bCs/>
          <w:sz w:val="24"/>
          <w:u w:val="single"/>
        </w:rPr>
        <w:t>Тема. Исследовательская и созидательная деятельность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bCs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Теоретические сведения. </w:t>
      </w:r>
      <w:r w:rsidRPr="00B91A6D">
        <w:rPr>
          <w:rStyle w:val="FontStyle23"/>
          <w:rFonts w:cs="Sylfaen"/>
          <w:sz w:val="24"/>
        </w:rPr>
        <w:t>Цель и задачи проектной деятель</w:t>
      </w:r>
      <w:r w:rsidRPr="00B91A6D">
        <w:rPr>
          <w:rStyle w:val="FontStyle23"/>
          <w:rFonts w:cs="Sylfaen"/>
          <w:sz w:val="24"/>
        </w:rPr>
        <w:softHyphen/>
        <w:t>ности в 6 классе. Составные части годового творческого проекта шестиклассников.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Практические работы. </w:t>
      </w:r>
      <w:r w:rsidRPr="00B91A6D">
        <w:rPr>
          <w:rStyle w:val="FontStyle23"/>
          <w:rFonts w:cs="Sylfaen"/>
          <w:sz w:val="24"/>
        </w:rPr>
        <w:t>Творческий проект по разделу «Технологии домашнего хозяйства»».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Творческий проект по разделу «Кулинария».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Творческий проект по разделу «Создание изделий из текс</w:t>
      </w:r>
      <w:r w:rsidRPr="00B91A6D">
        <w:rPr>
          <w:rStyle w:val="FontStyle23"/>
          <w:rFonts w:cs="Sylfaen"/>
          <w:sz w:val="24"/>
        </w:rPr>
        <w:softHyphen/>
        <w:t>тильных материалов».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Творческий проект по разделу «Художественные ремёсла».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Составление портфолио и разработка электронной презен</w:t>
      </w:r>
      <w:r w:rsidRPr="00B91A6D">
        <w:rPr>
          <w:rStyle w:val="FontStyle23"/>
          <w:rFonts w:cs="Sylfaen"/>
          <w:sz w:val="24"/>
        </w:rPr>
        <w:softHyphen/>
        <w:t>тации.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jc w:val="left"/>
        <w:rPr>
          <w:rStyle w:val="FontStyle23"/>
          <w:rFonts w:cs="Sylfaen"/>
          <w:sz w:val="24"/>
        </w:rPr>
      </w:pPr>
      <w:r w:rsidRPr="00B91A6D">
        <w:rPr>
          <w:rStyle w:val="FontStyle23"/>
          <w:rFonts w:cs="Sylfaen"/>
          <w:sz w:val="24"/>
        </w:rPr>
        <w:t>Презентация и защита творческого проекта.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709"/>
        <w:rPr>
          <w:rStyle w:val="FontStyle23"/>
          <w:rFonts w:cs="Sylfaen"/>
          <w:sz w:val="24"/>
        </w:rPr>
      </w:pPr>
      <w:r w:rsidRPr="00B91A6D">
        <w:rPr>
          <w:rStyle w:val="FontStyle26"/>
          <w:rFonts w:cs="Sylfaen"/>
          <w:i w:val="0"/>
          <w:iCs/>
          <w:sz w:val="24"/>
        </w:rPr>
        <w:t xml:space="preserve">Варианты творческих проектов: </w:t>
      </w:r>
      <w:r w:rsidRPr="00B91A6D">
        <w:rPr>
          <w:rStyle w:val="FontStyle23"/>
          <w:rFonts w:cs="Sylfaen"/>
          <w:sz w:val="24"/>
        </w:rPr>
        <w:t>«Растение в интерьере жилого дома», «Планирование комнаты подростка», «Приготов</w:t>
      </w:r>
      <w:r w:rsidRPr="00B91A6D">
        <w:rPr>
          <w:rStyle w:val="FontStyle23"/>
          <w:rFonts w:cs="Sylfaen"/>
          <w:sz w:val="24"/>
        </w:rPr>
        <w:softHyphen/>
        <w:t>ление спицами», «Любимая вяза</w:t>
      </w:r>
      <w:r w:rsidRPr="00B91A6D">
        <w:rPr>
          <w:rStyle w:val="FontStyle23"/>
          <w:rFonts w:cs="Sylfaen"/>
          <w:sz w:val="24"/>
        </w:rPr>
        <w:softHyphen/>
        <w:t>ная игрушка» и др.воскресного семейного обеда», «Наряд для семейного обе</w:t>
      </w:r>
      <w:r w:rsidRPr="00B91A6D">
        <w:rPr>
          <w:rStyle w:val="FontStyle23"/>
          <w:rFonts w:cs="Sylfaen"/>
          <w:sz w:val="24"/>
        </w:rPr>
        <w:softHyphen/>
        <w:t xml:space="preserve">да», «Вяжем аксессуары крючком или </w:t>
      </w:r>
    </w:p>
    <w:p w:rsidR="00A71C97" w:rsidRPr="00B91A6D" w:rsidRDefault="00A71C97" w:rsidP="009A569A">
      <w:pPr>
        <w:pStyle w:val="Style5"/>
        <w:widowControl/>
        <w:spacing w:line="240" w:lineRule="auto"/>
        <w:ind w:firstLine="547"/>
        <w:rPr>
          <w:rStyle w:val="FontStyle23"/>
          <w:rFonts w:cs="Sylfaen"/>
          <w:sz w:val="24"/>
        </w:rPr>
      </w:pPr>
    </w:p>
    <w:p w:rsidR="00A71C97" w:rsidRPr="007B32E6" w:rsidRDefault="00A71C97" w:rsidP="009A569A">
      <w:pPr>
        <w:spacing w:after="0" w:line="240" w:lineRule="auto"/>
        <w:rPr>
          <w:sz w:val="24"/>
          <w:szCs w:val="24"/>
        </w:rPr>
      </w:pPr>
    </w:p>
    <w:p w:rsidR="00A71C97" w:rsidRPr="007B32E6" w:rsidRDefault="00A71C97" w:rsidP="009A569A">
      <w:pPr>
        <w:spacing w:after="0" w:line="240" w:lineRule="auto"/>
        <w:rPr>
          <w:sz w:val="24"/>
          <w:szCs w:val="24"/>
        </w:rPr>
      </w:pPr>
    </w:p>
    <w:p w:rsidR="00A71C97" w:rsidRPr="007B32E6" w:rsidRDefault="00A71C97" w:rsidP="009A569A">
      <w:pPr>
        <w:spacing w:after="0" w:line="240" w:lineRule="auto"/>
        <w:rPr>
          <w:sz w:val="24"/>
          <w:szCs w:val="24"/>
        </w:rPr>
      </w:pPr>
    </w:p>
    <w:p w:rsidR="00A71C97" w:rsidRPr="00B91A6D" w:rsidRDefault="00A71C97" w:rsidP="009A569A">
      <w:pPr>
        <w:spacing w:after="0" w:line="240" w:lineRule="auto"/>
        <w:rPr>
          <w:sz w:val="24"/>
          <w:szCs w:val="24"/>
        </w:rPr>
      </w:pPr>
    </w:p>
    <w:p w:rsidR="00A71C97" w:rsidRDefault="00A71C97" w:rsidP="00146C0F">
      <w:pPr>
        <w:spacing w:after="0" w:line="240" w:lineRule="auto"/>
        <w:rPr>
          <w:b/>
          <w:sz w:val="24"/>
          <w:szCs w:val="24"/>
        </w:rPr>
      </w:pPr>
    </w:p>
    <w:p w:rsidR="00A71C97" w:rsidRDefault="00A71C97" w:rsidP="00146C0F">
      <w:pPr>
        <w:spacing w:after="0" w:line="240" w:lineRule="auto"/>
        <w:rPr>
          <w:b/>
          <w:sz w:val="24"/>
          <w:szCs w:val="24"/>
        </w:rPr>
      </w:pPr>
    </w:p>
    <w:p w:rsidR="00A71C97" w:rsidRPr="006232BF" w:rsidRDefault="00A71C97" w:rsidP="00900CBA">
      <w:pPr>
        <w:spacing w:after="0" w:line="240" w:lineRule="auto"/>
        <w:jc w:val="center"/>
        <w:outlineLvl w:val="0"/>
        <w:rPr>
          <w:b/>
          <w:color w:val="000000"/>
          <w:sz w:val="32"/>
          <w:szCs w:val="24"/>
        </w:rPr>
      </w:pPr>
      <w:r w:rsidRPr="006232BF">
        <w:rPr>
          <w:b/>
          <w:color w:val="000000"/>
          <w:sz w:val="32"/>
          <w:szCs w:val="24"/>
        </w:rPr>
        <w:t>Тематическое планирование</w:t>
      </w:r>
      <w:r>
        <w:rPr>
          <w:b/>
          <w:color w:val="000000"/>
          <w:sz w:val="32"/>
          <w:szCs w:val="24"/>
          <w:lang w:val="en-US"/>
        </w:rPr>
        <w:t xml:space="preserve">  </w:t>
      </w:r>
      <w:r w:rsidRPr="006232BF">
        <w:rPr>
          <w:b/>
          <w:color w:val="000000"/>
          <w:sz w:val="32"/>
          <w:szCs w:val="24"/>
        </w:rPr>
        <w:t xml:space="preserve">6 класс   </w:t>
      </w:r>
    </w:p>
    <w:p w:rsidR="00A71C97" w:rsidRPr="006232BF" w:rsidRDefault="00A71C97" w:rsidP="00900CBA">
      <w:pPr>
        <w:spacing w:after="0" w:line="240" w:lineRule="auto"/>
        <w:jc w:val="center"/>
        <w:outlineLvl w:val="0"/>
        <w:rPr>
          <w:b/>
          <w:color w:val="000000"/>
          <w:sz w:val="32"/>
          <w:szCs w:val="24"/>
        </w:rPr>
      </w:pPr>
    </w:p>
    <w:tbl>
      <w:tblPr>
        <w:tblW w:w="9625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A0"/>
      </w:tblPr>
      <w:tblGrid>
        <w:gridCol w:w="1440"/>
        <w:gridCol w:w="5760"/>
        <w:gridCol w:w="2425"/>
      </w:tblGrid>
      <w:tr w:rsidR="00A71C97" w:rsidRPr="007B32E6" w:rsidTr="007B32E6">
        <w:trPr>
          <w:trHeight w:val="148"/>
          <w:tblHeader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B32E6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B32E6">
              <w:rPr>
                <w:b/>
                <w:sz w:val="24"/>
                <w:szCs w:val="24"/>
              </w:rPr>
              <w:t xml:space="preserve"> Тема урока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B32E6">
              <w:rPr>
                <w:b/>
                <w:sz w:val="24"/>
                <w:szCs w:val="24"/>
              </w:rPr>
              <w:t>примечание</w:t>
            </w:r>
          </w:p>
        </w:tc>
      </w:tr>
      <w:tr w:rsidR="00A71C97" w:rsidRPr="007B32E6" w:rsidTr="007B32E6">
        <w:trPr>
          <w:trHeight w:val="507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b/>
                <w:i/>
                <w:color w:val="000000"/>
                <w:sz w:val="24"/>
                <w:szCs w:val="24"/>
              </w:rPr>
            </w:pPr>
            <w:r w:rsidRPr="007B32E6">
              <w:rPr>
                <w:b/>
                <w:i/>
                <w:color w:val="000000"/>
                <w:sz w:val="24"/>
                <w:szCs w:val="24"/>
                <w:u w:val="single"/>
              </w:rPr>
              <w:t>Раздел 1 Технология домашнего хозяйства</w:t>
            </w:r>
            <w:r w:rsidRPr="007B32E6">
              <w:rPr>
                <w:b/>
                <w:i/>
                <w:color w:val="000000"/>
                <w:sz w:val="24"/>
                <w:szCs w:val="24"/>
              </w:rPr>
              <w:t xml:space="preserve"> 4 часа</w:t>
            </w:r>
          </w:p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1.1 Интерьер жилого дома  2ч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991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1-2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rStyle w:val="FontStyle26"/>
                <w:rFonts w:ascii="Times New Roman" w:hAnsi="Times New Roman"/>
                <w:i w:val="0"/>
                <w:sz w:val="24"/>
                <w:szCs w:val="24"/>
              </w:rPr>
              <w:t>П.р.</w:t>
            </w:r>
            <w:r w:rsidRPr="007B32E6">
              <w:rPr>
                <w:rStyle w:val="FontStyle23"/>
                <w:rFonts w:ascii="Times New Roman" w:hAnsi="Times New Roman"/>
                <w:color w:val="000000"/>
                <w:sz w:val="24"/>
                <w:szCs w:val="24"/>
              </w:rPr>
              <w:t>Выполнение электронной презентации «Декоративное оформ</w:t>
            </w:r>
            <w:r w:rsidRPr="007B32E6">
              <w:rPr>
                <w:rStyle w:val="FontStyle23"/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ление интерьера». </w:t>
            </w: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210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1.2 Комнатные растения в интерьере 2 ч.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991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3-4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ind w:left="512" w:hanging="512"/>
              <w:rPr>
                <w:rStyle w:val="FontStyle23"/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71C97" w:rsidRPr="007B32E6" w:rsidRDefault="00A71C97" w:rsidP="00813D48">
            <w:pPr>
              <w:pStyle w:val="Style10"/>
              <w:widowControl/>
              <w:spacing w:line="240" w:lineRule="auto"/>
              <w:ind w:left="512" w:hanging="512"/>
              <w:rPr>
                <w:rFonts w:ascii="Times New Roman" w:hAnsi="Times New Roman" w:cs="Times New Roman"/>
                <w:color w:val="000000"/>
              </w:rPr>
            </w:pPr>
            <w:r w:rsidRPr="007B32E6">
              <w:rPr>
                <w:rStyle w:val="FontStyle26"/>
                <w:rFonts w:ascii="Times New Roman" w:hAnsi="Times New Roman" w:cs="Times New Roman"/>
                <w:i w:val="0"/>
                <w:sz w:val="24"/>
              </w:rPr>
              <w:t xml:space="preserve">П.р. </w:t>
            </w:r>
            <w:r w:rsidRPr="007B32E6">
              <w:rPr>
                <w:rStyle w:val="FontStyle23"/>
                <w:rFonts w:ascii="Times New Roman" w:hAnsi="Times New Roman" w:cs="Times New Roman"/>
                <w:color w:val="000000"/>
                <w:sz w:val="24"/>
              </w:rPr>
              <w:t>Пе</w:t>
            </w:r>
            <w:r w:rsidRPr="007B32E6">
              <w:rPr>
                <w:rStyle w:val="FontStyle23"/>
                <w:rFonts w:ascii="Times New Roman" w:hAnsi="Times New Roman" w:cs="Times New Roman"/>
                <w:color w:val="000000"/>
                <w:sz w:val="24"/>
              </w:rPr>
              <w:softHyphen/>
              <w:t>ревалка (пересадка) комнатных растений.</w:t>
            </w:r>
          </w:p>
        </w:tc>
        <w:tc>
          <w:tcPr>
            <w:tcW w:w="2425" w:type="dxa"/>
            <w:tcBorders>
              <w:right w:val="single" w:sz="4" w:space="0" w:color="auto"/>
            </w:tcBorders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136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b/>
                <w:i/>
                <w:color w:val="000000"/>
                <w:sz w:val="24"/>
                <w:szCs w:val="24"/>
                <w:u w:val="single"/>
              </w:rPr>
            </w:pPr>
            <w:r w:rsidRPr="007B32E6">
              <w:rPr>
                <w:b/>
                <w:i/>
                <w:color w:val="000000"/>
                <w:sz w:val="24"/>
                <w:szCs w:val="24"/>
                <w:u w:val="single"/>
              </w:rPr>
              <w:t>Раздел 2  Кулинария: технология приготовления пищи 14 ч.</w:t>
            </w:r>
          </w:p>
          <w:p w:rsidR="00A71C97" w:rsidRPr="007B32E6" w:rsidRDefault="00A71C97" w:rsidP="00813D48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2.1. Блюда   из рыбы и нерыбных про</w:t>
            </w:r>
            <w:r w:rsidRPr="007B32E6">
              <w:rPr>
                <w:b/>
                <w:color w:val="000000"/>
                <w:sz w:val="24"/>
                <w:szCs w:val="24"/>
              </w:rPr>
              <w:softHyphen/>
              <w:t>дуктов моря 4 ч.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1134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5-6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color w:val="000000"/>
                <w:sz w:val="24"/>
              </w:rPr>
            </w:pPr>
          </w:p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b/>
                <w:iCs/>
                <w:color w:val="000000"/>
                <w:sz w:val="24"/>
                <w:szCs w:val="24"/>
              </w:rPr>
              <w:t>П.р.</w:t>
            </w:r>
            <w:r w:rsidRPr="007B32E6">
              <w:rPr>
                <w:color w:val="000000"/>
                <w:sz w:val="24"/>
                <w:szCs w:val="24"/>
              </w:rPr>
              <w:t xml:space="preserve">Определение свежести рыбы. Приготовление блюда из рыбы. 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241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7-8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rStyle w:val="FontStyle23"/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b/>
                <w:iCs/>
                <w:color w:val="000000"/>
                <w:sz w:val="24"/>
                <w:szCs w:val="24"/>
              </w:rPr>
              <w:t>П.р</w:t>
            </w:r>
            <w:r w:rsidRPr="007B32E6">
              <w:rPr>
                <w:color w:val="000000"/>
                <w:sz w:val="24"/>
                <w:szCs w:val="24"/>
              </w:rPr>
              <w:t>. Определение качества термической обработки рыбных блюд. Приготовление блюд из морепродуктов.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173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2.2. Блюда   из мяса 4 ч.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282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9-10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rStyle w:val="FontStyle23"/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71C97" w:rsidRPr="007B32E6" w:rsidRDefault="00A71C97" w:rsidP="00813D48">
            <w:pPr>
              <w:pStyle w:val="Style5"/>
              <w:widowControl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7B32E6">
              <w:rPr>
                <w:rStyle w:val="FontStyle23"/>
                <w:rFonts w:ascii="Times New Roman" w:hAnsi="Times New Roman" w:cs="Times New Roman"/>
                <w:b/>
                <w:color w:val="000000"/>
                <w:sz w:val="24"/>
              </w:rPr>
              <w:t>П.р.</w:t>
            </w:r>
            <w:r w:rsidRPr="007B32E6">
              <w:rPr>
                <w:rStyle w:val="FontStyle23"/>
                <w:rFonts w:ascii="Times New Roman" w:hAnsi="Times New Roman" w:cs="Times New Roman"/>
                <w:color w:val="000000"/>
                <w:sz w:val="24"/>
              </w:rPr>
              <w:t>Определение доброкачественности мяса и мясных продуктов.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333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11-12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color w:val="000000"/>
                <w:sz w:val="24"/>
              </w:rPr>
            </w:pPr>
          </w:p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rStyle w:val="FontStyle23"/>
                <w:rFonts w:ascii="Times New Roman" w:hAnsi="Times New Roman"/>
                <w:b/>
                <w:color w:val="000000"/>
                <w:sz w:val="24"/>
                <w:szCs w:val="24"/>
              </w:rPr>
              <w:t>П.р.</w:t>
            </w:r>
            <w:r w:rsidRPr="007B32E6">
              <w:rPr>
                <w:rStyle w:val="FontStyle23"/>
                <w:rFonts w:ascii="Times New Roman" w:hAnsi="Times New Roman"/>
                <w:color w:val="000000"/>
                <w:sz w:val="24"/>
                <w:szCs w:val="24"/>
              </w:rPr>
              <w:t>Приготовление блюда из мяса.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312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2.3. Блюда   из птицы 2 ч.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215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13-14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color w:val="000000"/>
                <w:sz w:val="24"/>
              </w:rPr>
            </w:pPr>
          </w:p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rStyle w:val="FontStyle23"/>
                <w:rFonts w:ascii="Times New Roman" w:hAnsi="Times New Roman"/>
                <w:b/>
                <w:color w:val="000000"/>
                <w:sz w:val="24"/>
                <w:szCs w:val="24"/>
              </w:rPr>
              <w:t>П.р.</w:t>
            </w:r>
            <w:r w:rsidRPr="007B32E6">
              <w:rPr>
                <w:rStyle w:val="FontStyle23"/>
                <w:rFonts w:ascii="Times New Roman" w:hAnsi="Times New Roman"/>
                <w:color w:val="000000"/>
                <w:sz w:val="24"/>
                <w:szCs w:val="24"/>
              </w:rPr>
              <w:t xml:space="preserve">Приготовление блюда из птицы. 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172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2.4. Первые блюда 2 ч.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172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15-16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A71C97" w:rsidRPr="007B32E6" w:rsidRDefault="00A71C97" w:rsidP="00813D48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7B32E6">
              <w:rPr>
                <w:rStyle w:val="FontStyle23"/>
                <w:rFonts w:ascii="Times New Roman" w:hAnsi="Times New Roman"/>
                <w:b/>
                <w:color w:val="000000"/>
                <w:sz w:val="24"/>
                <w:szCs w:val="24"/>
              </w:rPr>
              <w:t>П.р.</w:t>
            </w:r>
            <w:r w:rsidRPr="007B32E6">
              <w:rPr>
                <w:color w:val="000000"/>
                <w:sz w:val="24"/>
                <w:szCs w:val="24"/>
              </w:rPr>
              <w:t>Приготовление заправочного супа.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217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2.5.Приготовление обеда. Сервировка стола к обеду 2 ч.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1134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17-18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rStyle w:val="FontStyle23"/>
                <w:rFonts w:ascii="Times New Roman" w:hAnsi="Times New Roman"/>
                <w:b/>
                <w:color w:val="000000"/>
                <w:sz w:val="24"/>
                <w:szCs w:val="24"/>
              </w:rPr>
              <w:t>П.р.</w:t>
            </w:r>
            <w:r w:rsidRPr="007B32E6">
              <w:rPr>
                <w:color w:val="000000"/>
                <w:sz w:val="24"/>
                <w:szCs w:val="24"/>
              </w:rPr>
              <w:t>Со</w:t>
            </w:r>
            <w:r w:rsidRPr="007B32E6">
              <w:rPr>
                <w:color w:val="000000"/>
                <w:sz w:val="24"/>
                <w:szCs w:val="24"/>
              </w:rPr>
              <w:softHyphen/>
              <w:t>ставление меню обеда. Приготовление обеда. Сервировка стола к обеду. Определение калорийности блюд.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148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b/>
                <w:i/>
                <w:color w:val="000000"/>
                <w:sz w:val="24"/>
                <w:szCs w:val="24"/>
              </w:rPr>
            </w:pPr>
            <w:r w:rsidRPr="007B32E6">
              <w:rPr>
                <w:b/>
                <w:i/>
                <w:color w:val="000000"/>
                <w:sz w:val="24"/>
                <w:szCs w:val="24"/>
                <w:u w:val="single"/>
              </w:rPr>
              <w:t>Раздел 3. Создание изделий из текстильных материалов 22 ч.</w:t>
            </w:r>
          </w:p>
          <w:p w:rsidR="00A71C97" w:rsidRPr="007B32E6" w:rsidRDefault="00A71C97" w:rsidP="00813D48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3.1. Свойства текстильных   материа</w:t>
            </w:r>
            <w:r w:rsidRPr="007B32E6">
              <w:rPr>
                <w:b/>
                <w:color w:val="000000"/>
                <w:sz w:val="24"/>
                <w:szCs w:val="24"/>
              </w:rPr>
              <w:softHyphen/>
              <w:t>лов 4 ч.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1134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19-20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rStyle w:val="FontStyle23"/>
                <w:rFonts w:ascii="Times New Roman" w:hAnsi="Times New Roman"/>
                <w:b/>
                <w:color w:val="000000"/>
                <w:sz w:val="24"/>
                <w:szCs w:val="24"/>
              </w:rPr>
              <w:t>П.р.</w:t>
            </w:r>
            <w:r w:rsidRPr="007B32E6">
              <w:rPr>
                <w:color w:val="000000"/>
                <w:sz w:val="24"/>
                <w:szCs w:val="24"/>
              </w:rPr>
              <w:t>Изучение свойств текстильных материалов из химических волокон.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227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3.2. Конструирование швейных изделий 4 ч.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71C97" w:rsidRPr="007B32E6" w:rsidTr="007B32E6">
        <w:trPr>
          <w:trHeight w:val="1129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21-22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rStyle w:val="FontStyle23"/>
                <w:rFonts w:ascii="Times New Roman" w:hAnsi="Times New Roman"/>
                <w:b/>
                <w:color w:val="000000"/>
                <w:sz w:val="24"/>
                <w:szCs w:val="24"/>
              </w:rPr>
              <w:t>П.р.</w:t>
            </w:r>
            <w:r w:rsidRPr="007B32E6">
              <w:rPr>
                <w:color w:val="000000"/>
                <w:sz w:val="24"/>
                <w:szCs w:val="24"/>
              </w:rPr>
              <w:t>. Изготовление выкроек для образцов ручных и машинных работ.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1134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23-24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Построение чертежа основы плечевого изделия с цельнокроеным рукавом.</w:t>
            </w:r>
          </w:p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rStyle w:val="FontStyle23"/>
                <w:rFonts w:ascii="Times New Roman" w:hAnsi="Times New Roman"/>
                <w:b/>
                <w:color w:val="000000"/>
                <w:sz w:val="24"/>
                <w:szCs w:val="24"/>
              </w:rPr>
              <w:t>П.р.</w:t>
            </w:r>
            <w:r w:rsidRPr="007B32E6">
              <w:rPr>
                <w:color w:val="000000"/>
                <w:sz w:val="24"/>
                <w:szCs w:val="24"/>
              </w:rPr>
              <w:t>.Снятие мерок и построение чертежа швейного изделия с цельнокроеным рукавом в натуральную величину (проектное изделие).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196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3.3 Моделиро</w:t>
            </w:r>
            <w:r w:rsidRPr="007B32E6">
              <w:rPr>
                <w:b/>
                <w:color w:val="000000"/>
                <w:sz w:val="24"/>
                <w:szCs w:val="24"/>
              </w:rPr>
              <w:softHyphen/>
              <w:t>вание   швейных  изде</w:t>
            </w:r>
            <w:r w:rsidRPr="007B32E6">
              <w:rPr>
                <w:b/>
                <w:color w:val="000000"/>
                <w:sz w:val="24"/>
                <w:szCs w:val="24"/>
              </w:rPr>
              <w:softHyphen/>
              <w:t>лий 2 ч.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196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25-26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rStyle w:val="FontStyle23"/>
                <w:rFonts w:ascii="Times New Roman" w:hAnsi="Times New Roman"/>
                <w:b/>
                <w:color w:val="000000"/>
                <w:sz w:val="24"/>
                <w:szCs w:val="24"/>
              </w:rPr>
              <w:t>П.р.</w:t>
            </w:r>
            <w:r w:rsidRPr="007B32E6">
              <w:rPr>
                <w:b/>
                <w:color w:val="000000"/>
                <w:sz w:val="24"/>
                <w:szCs w:val="24"/>
              </w:rPr>
              <w:t>.</w:t>
            </w:r>
            <w:r w:rsidRPr="007B32E6">
              <w:rPr>
                <w:color w:val="000000"/>
                <w:sz w:val="24"/>
                <w:szCs w:val="24"/>
              </w:rPr>
              <w:t xml:space="preserve"> Моделирование выкройки проектного изделия.</w:t>
            </w:r>
          </w:p>
          <w:p w:rsidR="00A71C97" w:rsidRPr="007B32E6" w:rsidRDefault="00A71C97" w:rsidP="00813D48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Подготовка выкройки проектного изделия к раскрою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196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3.4. Швейная машина 2 ч.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black"/>
              </w:rPr>
            </w:pPr>
          </w:p>
        </w:tc>
      </w:tr>
      <w:tr w:rsidR="00A71C97" w:rsidRPr="007B32E6" w:rsidTr="007B32E6">
        <w:trPr>
          <w:trHeight w:val="1134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27-28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rStyle w:val="FontStyle23"/>
                <w:rFonts w:ascii="Times New Roman" w:hAnsi="Times New Roman"/>
                <w:b/>
                <w:color w:val="000000"/>
                <w:sz w:val="24"/>
                <w:szCs w:val="24"/>
              </w:rPr>
              <w:t>П.р.</w:t>
            </w:r>
            <w:r w:rsidRPr="007B32E6">
              <w:rPr>
                <w:b/>
                <w:color w:val="000000"/>
                <w:sz w:val="24"/>
                <w:szCs w:val="24"/>
              </w:rPr>
              <w:t>.</w:t>
            </w:r>
            <w:r w:rsidRPr="007B32E6">
              <w:rPr>
                <w:color w:val="000000"/>
                <w:sz w:val="24"/>
                <w:szCs w:val="24"/>
              </w:rPr>
              <w:t xml:space="preserve"> Устранение дефектов машинной строчки.</w:t>
            </w:r>
          </w:p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Применение приспособлений к швейной машине. Выполнение прорезных петель. Пришивание пуговицы.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212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3.5. Технология изготовления швейных изделий 12 ч.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596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29-30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pStyle w:val="Style12"/>
              <w:widowControl/>
              <w:spacing w:line="240" w:lineRule="auto"/>
              <w:rPr>
                <w:rStyle w:val="FontStyle23"/>
                <w:rFonts w:ascii="Times New Roman" w:hAnsi="Times New Roman" w:cs="Times New Roman"/>
                <w:color w:val="000000"/>
                <w:sz w:val="24"/>
              </w:rPr>
            </w:pPr>
          </w:p>
          <w:p w:rsidR="00A71C97" w:rsidRPr="007B32E6" w:rsidRDefault="00A71C97" w:rsidP="00813D48">
            <w:pPr>
              <w:pStyle w:val="Style5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32E6">
              <w:rPr>
                <w:rStyle w:val="FontStyle26"/>
                <w:rFonts w:ascii="Times New Roman" w:hAnsi="Times New Roman" w:cs="Times New Roman"/>
                <w:b/>
                <w:i w:val="0"/>
                <w:sz w:val="24"/>
              </w:rPr>
              <w:t>П.р.</w:t>
            </w:r>
            <w:r w:rsidRPr="007B32E6">
              <w:rPr>
                <w:rStyle w:val="FontStyle23"/>
                <w:rFonts w:ascii="Times New Roman" w:hAnsi="Times New Roman" w:cs="Times New Roman"/>
                <w:color w:val="000000"/>
                <w:sz w:val="24"/>
              </w:rPr>
              <w:t>Раскрой швейного изделия.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842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31-32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color w:val="000000"/>
                <w:sz w:val="24"/>
              </w:rPr>
            </w:pPr>
          </w:p>
          <w:p w:rsidR="00A71C97" w:rsidRPr="007B32E6" w:rsidRDefault="00A71C97" w:rsidP="00813D48">
            <w:pPr>
              <w:pStyle w:val="Style5"/>
              <w:widowControl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7B32E6">
              <w:rPr>
                <w:rStyle w:val="FontStyle26"/>
                <w:rFonts w:ascii="Times New Roman" w:hAnsi="Times New Roman" w:cs="Times New Roman"/>
                <w:b/>
                <w:i w:val="0"/>
                <w:sz w:val="24"/>
              </w:rPr>
              <w:t>П.р.</w:t>
            </w:r>
            <w:r w:rsidRPr="007B32E6">
              <w:rPr>
                <w:rStyle w:val="FontStyle23"/>
                <w:rFonts w:ascii="Times New Roman" w:hAnsi="Times New Roman" w:cs="Times New Roman"/>
                <w:color w:val="000000"/>
                <w:sz w:val="24"/>
              </w:rPr>
              <w:t>Изготовление образцов ручных и машинных работ.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391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color w:val="000000"/>
                <w:sz w:val="24"/>
              </w:rPr>
            </w:pPr>
          </w:p>
          <w:p w:rsidR="00A71C97" w:rsidRPr="007B32E6" w:rsidRDefault="00A71C97" w:rsidP="00813D48">
            <w:pPr>
              <w:pStyle w:val="Style5"/>
              <w:widowControl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7B32E6">
              <w:rPr>
                <w:rStyle w:val="FontStyle26"/>
                <w:rFonts w:ascii="Times New Roman" w:hAnsi="Times New Roman" w:cs="Times New Roman"/>
                <w:b/>
                <w:i w:val="0"/>
                <w:sz w:val="24"/>
              </w:rPr>
              <w:t>П.р.</w:t>
            </w:r>
            <w:r w:rsidRPr="007B32E6">
              <w:rPr>
                <w:rStyle w:val="FontStyle23"/>
                <w:rFonts w:ascii="Times New Roman" w:hAnsi="Times New Roman" w:cs="Times New Roman"/>
                <w:color w:val="000000"/>
                <w:sz w:val="24"/>
              </w:rPr>
              <w:t>Дублирование деталей клеевой прокладкой.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568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35-36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color w:val="000000"/>
                <w:sz w:val="24"/>
              </w:rPr>
            </w:pPr>
          </w:p>
          <w:p w:rsidR="00A71C97" w:rsidRPr="007B32E6" w:rsidRDefault="00A71C97" w:rsidP="00813D48">
            <w:pPr>
              <w:pStyle w:val="Style5"/>
              <w:widowControl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7B32E6">
              <w:rPr>
                <w:rStyle w:val="FontStyle26"/>
                <w:rFonts w:ascii="Times New Roman" w:hAnsi="Times New Roman" w:cs="Times New Roman"/>
                <w:b/>
                <w:i w:val="0"/>
                <w:sz w:val="24"/>
              </w:rPr>
              <w:t>П.р.</w:t>
            </w:r>
            <w:r w:rsidRPr="007B32E6">
              <w:rPr>
                <w:rStyle w:val="FontStyle23"/>
                <w:rFonts w:ascii="Times New Roman" w:hAnsi="Times New Roman" w:cs="Times New Roman"/>
                <w:color w:val="000000"/>
                <w:sz w:val="24"/>
              </w:rPr>
              <w:t>Обработка мелких деталей проектного изделия.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837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37-38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color w:val="000000"/>
                <w:sz w:val="24"/>
              </w:rPr>
            </w:pPr>
          </w:p>
          <w:p w:rsidR="00A71C97" w:rsidRPr="007B32E6" w:rsidRDefault="00A71C97" w:rsidP="00813D48">
            <w:pPr>
              <w:pStyle w:val="Style5"/>
              <w:widowControl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7B32E6">
              <w:rPr>
                <w:rStyle w:val="FontStyle26"/>
                <w:rFonts w:ascii="Times New Roman" w:hAnsi="Times New Roman" w:cs="Times New Roman"/>
                <w:b/>
                <w:i w:val="0"/>
                <w:sz w:val="24"/>
              </w:rPr>
              <w:t>П.р.</w:t>
            </w:r>
            <w:r w:rsidRPr="007B32E6">
              <w:rPr>
                <w:rStyle w:val="FontStyle23"/>
                <w:rFonts w:ascii="Times New Roman" w:hAnsi="Times New Roman" w:cs="Times New Roman"/>
                <w:color w:val="000000"/>
                <w:sz w:val="24"/>
              </w:rPr>
              <w:t xml:space="preserve">Подготовка изделия к примерке. 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383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39-40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color w:val="000000"/>
                <w:sz w:val="24"/>
              </w:rPr>
            </w:pPr>
          </w:p>
          <w:p w:rsidR="00A71C97" w:rsidRPr="007B32E6" w:rsidRDefault="00A71C97" w:rsidP="00813D48">
            <w:pPr>
              <w:pStyle w:val="Style5"/>
              <w:widowControl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7B32E6">
              <w:rPr>
                <w:rStyle w:val="FontStyle26"/>
                <w:rFonts w:ascii="Times New Roman" w:hAnsi="Times New Roman" w:cs="Times New Roman"/>
                <w:b/>
                <w:i w:val="0"/>
                <w:sz w:val="24"/>
              </w:rPr>
              <w:t>П.р.</w:t>
            </w:r>
            <w:r w:rsidRPr="007B32E6">
              <w:rPr>
                <w:rStyle w:val="FontStyle23"/>
                <w:rFonts w:ascii="Times New Roman" w:hAnsi="Times New Roman" w:cs="Times New Roman"/>
                <w:color w:val="000000"/>
                <w:sz w:val="24"/>
              </w:rPr>
              <w:t>Проведение примерки про</w:t>
            </w:r>
            <w:r w:rsidRPr="007B32E6">
              <w:rPr>
                <w:rStyle w:val="FontStyle23"/>
                <w:rFonts w:ascii="Times New Roman" w:hAnsi="Times New Roman" w:cs="Times New Roman"/>
                <w:color w:val="000000"/>
                <w:sz w:val="24"/>
              </w:rPr>
              <w:softHyphen/>
              <w:t>ектного изделия.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182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b/>
                <w:i/>
                <w:color w:val="000000"/>
                <w:sz w:val="24"/>
                <w:szCs w:val="24"/>
                <w:u w:val="single"/>
              </w:rPr>
            </w:pPr>
            <w:r w:rsidRPr="007B32E6">
              <w:rPr>
                <w:b/>
                <w:i/>
                <w:color w:val="000000"/>
                <w:sz w:val="24"/>
                <w:szCs w:val="24"/>
                <w:u w:val="single"/>
              </w:rPr>
              <w:t>Раздел 4. Художественные ремёсла 8 ч.</w:t>
            </w:r>
          </w:p>
          <w:p w:rsidR="00A71C97" w:rsidRPr="007B32E6" w:rsidRDefault="00A71C97" w:rsidP="00813D48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Вязание крючком 4 ч.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182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41-42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pStyle w:val="Style3"/>
              <w:widowControl/>
              <w:jc w:val="left"/>
              <w:rPr>
                <w:rStyle w:val="FontStyle23"/>
                <w:rFonts w:ascii="Times New Roman" w:hAnsi="Times New Roman" w:cs="Times New Roman"/>
                <w:b/>
                <w:bCs/>
                <w:color w:val="000000"/>
                <w:sz w:val="24"/>
                <w:u w:val="single"/>
              </w:rPr>
            </w:pPr>
          </w:p>
          <w:p w:rsidR="00A71C97" w:rsidRPr="007B32E6" w:rsidRDefault="00A71C97" w:rsidP="00813D48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7B32E6">
              <w:rPr>
                <w:rStyle w:val="FontStyle26"/>
                <w:rFonts w:ascii="Times New Roman" w:hAnsi="Times New Roman"/>
                <w:b/>
                <w:i w:val="0"/>
                <w:sz w:val="24"/>
                <w:szCs w:val="24"/>
              </w:rPr>
              <w:t>П.р.</w:t>
            </w:r>
            <w:r w:rsidRPr="007B32E6">
              <w:rPr>
                <w:rStyle w:val="FontStyle23"/>
                <w:rFonts w:ascii="Times New Roman" w:hAnsi="Times New Roman"/>
                <w:color w:val="000000"/>
                <w:sz w:val="24"/>
                <w:szCs w:val="24"/>
              </w:rPr>
              <w:t>Вывязывание полотна из столбиков с накидом несколькими спо</w:t>
            </w:r>
            <w:r w:rsidRPr="007B32E6">
              <w:rPr>
                <w:rStyle w:val="FontStyle23"/>
                <w:rFonts w:ascii="Times New Roman" w:hAnsi="Times New Roman"/>
                <w:color w:val="000000"/>
                <w:sz w:val="24"/>
                <w:szCs w:val="24"/>
              </w:rPr>
              <w:softHyphen/>
              <w:t>собами.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182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43-44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pStyle w:val="Style5"/>
              <w:widowControl/>
              <w:spacing w:line="240" w:lineRule="auto"/>
              <w:ind w:firstLine="0"/>
              <w:jc w:val="left"/>
              <w:rPr>
                <w:rStyle w:val="FontStyle23"/>
                <w:rFonts w:ascii="Times New Roman" w:hAnsi="Times New Roman" w:cs="Times New Roman"/>
                <w:color w:val="000000"/>
                <w:sz w:val="24"/>
              </w:rPr>
            </w:pPr>
          </w:p>
          <w:p w:rsidR="00A71C97" w:rsidRPr="007B32E6" w:rsidRDefault="00A71C97" w:rsidP="00813D48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7B32E6">
              <w:rPr>
                <w:rStyle w:val="FontStyle26"/>
                <w:rFonts w:ascii="Times New Roman" w:hAnsi="Times New Roman"/>
                <w:b/>
                <w:i w:val="0"/>
                <w:sz w:val="24"/>
                <w:szCs w:val="24"/>
              </w:rPr>
              <w:t>П.р.</w:t>
            </w:r>
            <w:r w:rsidRPr="007B32E6">
              <w:rPr>
                <w:rStyle w:val="FontStyle23"/>
                <w:rFonts w:ascii="Times New Roman" w:hAnsi="Times New Roman"/>
                <w:color w:val="000000"/>
                <w:sz w:val="24"/>
                <w:szCs w:val="24"/>
              </w:rPr>
              <w:t>Выполнение плотного вязания по кругу.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182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Вязание на спицах 4 ч.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182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45-46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pStyle w:val="Style5"/>
              <w:widowControl/>
              <w:spacing w:line="240" w:lineRule="auto"/>
              <w:ind w:firstLine="0"/>
              <w:jc w:val="left"/>
              <w:rPr>
                <w:rStyle w:val="FontStyle23"/>
                <w:rFonts w:ascii="Times New Roman" w:hAnsi="Times New Roman" w:cs="Times New Roman"/>
                <w:color w:val="000000"/>
                <w:sz w:val="24"/>
              </w:rPr>
            </w:pPr>
          </w:p>
          <w:p w:rsidR="00A71C97" w:rsidRPr="007B32E6" w:rsidRDefault="00A71C97" w:rsidP="00813D48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7B32E6">
              <w:rPr>
                <w:rStyle w:val="FontStyle26"/>
                <w:rFonts w:ascii="Times New Roman" w:hAnsi="Times New Roman"/>
                <w:b/>
                <w:i w:val="0"/>
                <w:sz w:val="24"/>
                <w:szCs w:val="24"/>
              </w:rPr>
              <w:t>П.р.</w:t>
            </w:r>
            <w:r w:rsidRPr="007B32E6">
              <w:rPr>
                <w:rStyle w:val="FontStyle23"/>
                <w:rFonts w:ascii="Times New Roman" w:hAnsi="Times New Roman"/>
                <w:color w:val="000000"/>
                <w:sz w:val="24"/>
                <w:szCs w:val="24"/>
              </w:rPr>
              <w:t>Вы</w:t>
            </w:r>
            <w:r w:rsidRPr="007B32E6">
              <w:rPr>
                <w:rStyle w:val="FontStyle23"/>
                <w:rFonts w:ascii="Times New Roman" w:hAnsi="Times New Roman"/>
                <w:color w:val="000000"/>
                <w:sz w:val="24"/>
                <w:szCs w:val="24"/>
              </w:rPr>
              <w:softHyphen/>
              <w:t>полнение образцов вязок лицевыми и изнаночными петлями.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182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47-48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-\\-\\-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182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760" w:type="dxa"/>
          </w:tcPr>
          <w:p w:rsidR="00A71C97" w:rsidRPr="007B32E6" w:rsidRDefault="00A71C97" w:rsidP="00813D48">
            <w:pPr>
              <w:shd w:val="clear" w:color="auto" w:fill="FFFFFF"/>
              <w:spacing w:after="0" w:line="240" w:lineRule="auto"/>
              <w:rPr>
                <w:b/>
                <w:i/>
                <w:color w:val="000000"/>
                <w:sz w:val="24"/>
                <w:szCs w:val="24"/>
                <w:u w:val="single"/>
              </w:rPr>
            </w:pPr>
            <w:r w:rsidRPr="007B32E6">
              <w:rPr>
                <w:b/>
                <w:bCs/>
                <w:i/>
                <w:color w:val="000000"/>
                <w:sz w:val="24"/>
                <w:szCs w:val="24"/>
                <w:u w:val="single"/>
              </w:rPr>
              <w:t>Раздел 5. Технологии творческой</w:t>
            </w:r>
            <w:r w:rsidRPr="007B32E6">
              <w:rPr>
                <w:b/>
                <w:bCs/>
                <w:i/>
                <w:color w:val="000000"/>
                <w:spacing w:val="-2"/>
                <w:sz w:val="24"/>
                <w:szCs w:val="24"/>
                <w:u w:val="single"/>
              </w:rPr>
              <w:t xml:space="preserve"> деятельности  </w:t>
            </w:r>
            <w:r w:rsidRPr="007B32E6">
              <w:rPr>
                <w:b/>
                <w:i/>
                <w:color w:val="000000"/>
                <w:sz w:val="24"/>
                <w:szCs w:val="24"/>
                <w:u w:val="single"/>
              </w:rPr>
              <w:t>20 ч.</w:t>
            </w:r>
          </w:p>
          <w:p w:rsidR="00A71C97" w:rsidRPr="007B32E6" w:rsidRDefault="00A71C97" w:rsidP="00813D48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Исследовательская и созидательная деятельность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242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49-50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Пр.р</w:t>
            </w:r>
            <w:r w:rsidRPr="007B32E6">
              <w:rPr>
                <w:color w:val="000000"/>
                <w:sz w:val="24"/>
                <w:szCs w:val="24"/>
              </w:rPr>
              <w:t xml:space="preserve"> Творческий проект по разделу «Технологии домашнего хозяйства»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242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51-52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Пр.р</w:t>
            </w:r>
            <w:r w:rsidRPr="007B32E6">
              <w:rPr>
                <w:color w:val="000000"/>
                <w:sz w:val="24"/>
                <w:szCs w:val="24"/>
              </w:rPr>
              <w:t xml:space="preserve"> Творческий проект по разделу «Технологии домашнего хозяйства »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242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53-54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Пр.р</w:t>
            </w:r>
            <w:r w:rsidRPr="007B32E6">
              <w:rPr>
                <w:color w:val="000000"/>
                <w:sz w:val="24"/>
                <w:szCs w:val="24"/>
              </w:rPr>
              <w:t xml:space="preserve"> Творческий проект по разделу: « Создание изделия из текстильных и поделочных материалов»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170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55-56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Пр.р</w:t>
            </w:r>
            <w:r w:rsidRPr="007B32E6">
              <w:rPr>
                <w:color w:val="000000"/>
                <w:sz w:val="24"/>
                <w:szCs w:val="24"/>
              </w:rPr>
              <w:t xml:space="preserve"> Творческий проект по разделу: «Создание изделия из текстильных и поделочных материалов»  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58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57-58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Пр.р</w:t>
            </w:r>
            <w:r w:rsidRPr="007B32E6">
              <w:rPr>
                <w:color w:val="000000"/>
                <w:sz w:val="24"/>
                <w:szCs w:val="24"/>
              </w:rPr>
              <w:t xml:space="preserve"> Творческий проект по разделу «  Кулинария »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rPr>
          <w:trHeight w:val="1204"/>
        </w:trPr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59-60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Пр.р</w:t>
            </w:r>
            <w:r w:rsidRPr="007B32E6">
              <w:rPr>
                <w:color w:val="000000"/>
                <w:sz w:val="24"/>
                <w:szCs w:val="24"/>
              </w:rPr>
              <w:t xml:space="preserve">  Творческий проект по разделу «  Кулинария »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61-62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Пр.р</w:t>
            </w:r>
            <w:r w:rsidRPr="007B32E6">
              <w:rPr>
                <w:color w:val="000000"/>
                <w:sz w:val="24"/>
                <w:szCs w:val="24"/>
              </w:rPr>
              <w:t xml:space="preserve"> Творческий проект по разделу: « Создание изделия из текстильных и поделочных материалов»  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63-64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Пр.р</w:t>
            </w:r>
            <w:r w:rsidRPr="007B32E6">
              <w:rPr>
                <w:color w:val="000000"/>
                <w:sz w:val="24"/>
                <w:szCs w:val="24"/>
              </w:rPr>
              <w:t xml:space="preserve"> Творческий проект по разделу: « Создание изделия из текстильных и поделочных материалов»  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65-66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Пр.р</w:t>
            </w:r>
            <w:r w:rsidRPr="007B32E6">
              <w:rPr>
                <w:color w:val="000000"/>
                <w:sz w:val="24"/>
                <w:szCs w:val="24"/>
              </w:rPr>
              <w:t xml:space="preserve"> Составление портфолио и разработка электронной презентации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  <w:tr w:rsidR="00A71C97" w:rsidRPr="007B32E6" w:rsidTr="007B32E6">
        <w:tc>
          <w:tcPr>
            <w:tcW w:w="144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color w:val="000000"/>
                <w:sz w:val="24"/>
                <w:szCs w:val="24"/>
              </w:rPr>
              <w:t>67-68</w:t>
            </w:r>
          </w:p>
        </w:tc>
        <w:tc>
          <w:tcPr>
            <w:tcW w:w="5760" w:type="dxa"/>
          </w:tcPr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A71C97" w:rsidRPr="007B32E6" w:rsidRDefault="00A71C97" w:rsidP="00813D4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B32E6">
              <w:rPr>
                <w:b/>
                <w:color w:val="000000"/>
                <w:sz w:val="24"/>
                <w:szCs w:val="24"/>
              </w:rPr>
              <w:t>Пр.р</w:t>
            </w:r>
            <w:r w:rsidRPr="007B32E6">
              <w:rPr>
                <w:color w:val="000000"/>
                <w:sz w:val="24"/>
                <w:szCs w:val="24"/>
              </w:rPr>
              <w:t xml:space="preserve"> Презентация и защита творческого проекта</w:t>
            </w:r>
          </w:p>
        </w:tc>
        <w:tc>
          <w:tcPr>
            <w:tcW w:w="2425" w:type="dxa"/>
          </w:tcPr>
          <w:p w:rsidR="00A71C97" w:rsidRPr="007B32E6" w:rsidRDefault="00A71C97" w:rsidP="00813D4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A71C97" w:rsidRDefault="00A71C97" w:rsidP="002537B8">
      <w:pPr>
        <w:keepNext/>
        <w:keepLines/>
        <w:spacing w:line="240" w:lineRule="auto"/>
        <w:ind w:right="20"/>
        <w:outlineLvl w:val="0"/>
        <w:rPr>
          <w:b/>
          <w:sz w:val="24"/>
        </w:rPr>
      </w:pPr>
    </w:p>
    <w:p w:rsidR="00A71C97" w:rsidRPr="00AF02BC" w:rsidRDefault="00A71C97" w:rsidP="002537B8">
      <w:pPr>
        <w:keepNext/>
        <w:keepLines/>
        <w:spacing w:line="240" w:lineRule="auto"/>
        <w:ind w:right="20"/>
        <w:outlineLvl w:val="0"/>
        <w:rPr>
          <w:b/>
          <w:sz w:val="32"/>
        </w:rPr>
      </w:pPr>
      <w:r>
        <w:rPr>
          <w:b/>
          <w:sz w:val="24"/>
        </w:rPr>
        <w:t xml:space="preserve">                        </w:t>
      </w:r>
      <w:r>
        <w:rPr>
          <w:b/>
          <w:sz w:val="32"/>
        </w:rPr>
        <w:t xml:space="preserve"> </w:t>
      </w:r>
      <w:r w:rsidRPr="00885329">
        <w:rPr>
          <w:b/>
          <w:sz w:val="32"/>
        </w:rPr>
        <w:t xml:space="preserve">Содержание </w:t>
      </w:r>
      <w:r w:rsidRPr="00567928">
        <w:rPr>
          <w:b/>
          <w:sz w:val="32"/>
        </w:rPr>
        <w:t xml:space="preserve"> </w:t>
      </w:r>
      <w:r w:rsidRPr="00885329">
        <w:rPr>
          <w:b/>
          <w:sz w:val="32"/>
        </w:rPr>
        <w:t>программы 7 класс</w:t>
      </w:r>
      <w:bookmarkStart w:id="1" w:name="bookmark30"/>
      <w:r w:rsidRPr="00EA3692">
        <w:rPr>
          <w:b/>
        </w:rPr>
        <w:t xml:space="preserve"> </w:t>
      </w:r>
    </w:p>
    <w:p w:rsidR="00A71C97" w:rsidRPr="00885329" w:rsidRDefault="00A71C97" w:rsidP="00430F1A">
      <w:pPr>
        <w:keepNext/>
        <w:keepLines/>
        <w:spacing w:line="240" w:lineRule="auto"/>
        <w:ind w:left="660" w:right="20" w:firstLine="709"/>
        <w:outlineLvl w:val="0"/>
        <w:rPr>
          <w:b/>
        </w:rPr>
      </w:pPr>
      <w:r w:rsidRPr="00885329">
        <w:rPr>
          <w:b/>
        </w:rPr>
        <w:t xml:space="preserve">Раздел «Технологии домашнего хозяйства» </w:t>
      </w:r>
    </w:p>
    <w:p w:rsidR="00A71C97" w:rsidRPr="00EA3692" w:rsidRDefault="00A71C97" w:rsidP="00430F1A">
      <w:pPr>
        <w:keepNext/>
        <w:keepLines/>
        <w:spacing w:line="240" w:lineRule="auto"/>
        <w:ind w:left="660" w:right="20" w:firstLine="709"/>
        <w:outlineLvl w:val="0"/>
        <w:rPr>
          <w:b/>
          <w:i/>
        </w:rPr>
      </w:pPr>
      <w:r w:rsidRPr="00EA3692">
        <w:rPr>
          <w:rStyle w:val="Heading20"/>
          <w:b/>
          <w:i/>
          <w:sz w:val="24"/>
          <w:szCs w:val="24"/>
          <w:u w:val="none"/>
        </w:rPr>
        <w:t>Тема . Освещение жилого помещения. Предметы искусства</w:t>
      </w:r>
      <w:r w:rsidRPr="00EA3692">
        <w:rPr>
          <w:b/>
          <w:i/>
        </w:rPr>
        <w:t xml:space="preserve"> и </w:t>
      </w:r>
      <w:r w:rsidRPr="00EA3692">
        <w:rPr>
          <w:rStyle w:val="Heading20"/>
          <w:b/>
          <w:i/>
          <w:sz w:val="24"/>
          <w:szCs w:val="24"/>
          <w:u w:val="none"/>
        </w:rPr>
        <w:t>коллекции в интерьере</w:t>
      </w:r>
      <w:bookmarkEnd w:id="1"/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t xml:space="preserve">Т е о р е т и ч е с к и е </w:t>
      </w:r>
      <w:r>
        <w:t xml:space="preserve"> </w:t>
      </w:r>
      <w:r w:rsidRPr="00885329">
        <w:t>с в е д е н и я . Роль освещения в интерьере. Понятие о системе освещения жилого помещения. Естественное и искусственное освещение. Типы ламп: накаливания, люминесцентные, галогенные, светодиодные. Особенности конструкции ламп, область применения, потребляемая электроэнергия, достоинства и недостатки.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t>Типы светильников: рассеянного и направленного освещения. Виды светильников: потолочные висячие, настенные, настольные, напольные, встроенные, рельсовые, тросовые. Современные системы управления светом: выключатели, переключатели, диммеры. Комплексная система управления «умный дом». Типы освещения: общее, местное, направленное, декоративное, комбинированное.</w:t>
      </w:r>
    </w:p>
    <w:p w:rsidR="00A71C97" w:rsidRPr="00AF02BC" w:rsidRDefault="00A71C97" w:rsidP="00430F1A">
      <w:pPr>
        <w:spacing w:line="240" w:lineRule="auto"/>
        <w:ind w:left="660" w:right="20" w:firstLine="709"/>
        <w:rPr>
          <w:sz w:val="24"/>
        </w:rPr>
      </w:pPr>
      <w:r w:rsidRPr="00885329">
        <w:t xml:space="preserve">Предметы искусства и коллекции в интерьере. Оформление и размещение картин. Понятие о коллекционировании. Размещение </w:t>
      </w:r>
      <w:r w:rsidRPr="00AF02BC">
        <w:rPr>
          <w:sz w:val="24"/>
        </w:rPr>
        <w:t>коллекций в интерьере. Профессия дизайнер.</w:t>
      </w:r>
    </w:p>
    <w:p w:rsidR="00A71C97" w:rsidRPr="00AF02BC" w:rsidRDefault="00A71C97" w:rsidP="00AF02BC">
      <w:pPr>
        <w:spacing w:line="240" w:lineRule="auto"/>
        <w:ind w:left="660" w:right="20" w:firstLine="709"/>
        <w:rPr>
          <w:sz w:val="24"/>
        </w:rPr>
      </w:pPr>
      <w:r w:rsidRPr="00AF02BC">
        <w:rPr>
          <w:rStyle w:val="BodytextSpacing1pt"/>
          <w:sz w:val="24"/>
          <w:szCs w:val="24"/>
        </w:rPr>
        <w:t>Лабораторно - практические и практические работ.</w:t>
      </w:r>
      <w:r w:rsidRPr="00AF02BC">
        <w:rPr>
          <w:sz w:val="24"/>
        </w:rPr>
        <w:t xml:space="preserve"> Выполнение электронной презентации «Освещение жилого дома».</w:t>
      </w:r>
    </w:p>
    <w:p w:rsidR="00A71C97" w:rsidRPr="00AF02BC" w:rsidRDefault="00A71C97" w:rsidP="00430F1A">
      <w:pPr>
        <w:spacing w:line="240" w:lineRule="auto"/>
        <w:ind w:left="660" w:right="5380" w:firstLine="709"/>
        <w:outlineLvl w:val="0"/>
        <w:rPr>
          <w:i/>
          <w:sz w:val="24"/>
        </w:rPr>
      </w:pPr>
      <w:r w:rsidRPr="00AF02BC">
        <w:rPr>
          <w:rStyle w:val="BodytextBold"/>
          <w:i/>
          <w:sz w:val="24"/>
          <w:szCs w:val="24"/>
        </w:rPr>
        <w:t>Тема. Гигиена жилища</w:t>
      </w:r>
    </w:p>
    <w:p w:rsidR="00A71C97" w:rsidRPr="00AF02BC" w:rsidRDefault="00A71C97" w:rsidP="00430F1A">
      <w:pPr>
        <w:spacing w:line="240" w:lineRule="auto"/>
        <w:ind w:left="660" w:right="20" w:firstLine="709"/>
        <w:rPr>
          <w:sz w:val="24"/>
        </w:rPr>
      </w:pPr>
      <w:r w:rsidRPr="00AF02BC">
        <w:rPr>
          <w:rStyle w:val="BodytextSpacing1pt"/>
          <w:sz w:val="24"/>
          <w:szCs w:val="24"/>
        </w:rPr>
        <w:t>Теоретические сведения.</w:t>
      </w:r>
      <w:r w:rsidRPr="00AF02BC">
        <w:rPr>
          <w:sz w:val="24"/>
        </w:rPr>
        <w:t xml:space="preserve"> Значение в жизни человека соблюдения и поддержания чистоты и порядка. Виды уборки: ежедневная (сухая), еженедельная (влажная), генеральная. Их особенности и правила проведения. Современные натуральные и синтетические средства, применяемые при уходе за посудой, уборке помещения.</w:t>
      </w:r>
    </w:p>
    <w:p w:rsidR="00A71C97" w:rsidRDefault="00A71C97" w:rsidP="00AF02BC">
      <w:pPr>
        <w:spacing w:line="240" w:lineRule="auto"/>
        <w:ind w:left="660" w:right="20" w:firstLine="709"/>
      </w:pPr>
      <w:r w:rsidRPr="00AF02BC">
        <w:rPr>
          <w:rStyle w:val="BodytextSpacing1pt"/>
          <w:sz w:val="24"/>
          <w:szCs w:val="24"/>
        </w:rPr>
        <w:t>Лабораторно - практические и практические работы</w:t>
      </w:r>
      <w:r w:rsidRPr="00885329">
        <w:rPr>
          <w:rStyle w:val="BodytextSpacing1pt"/>
          <w:szCs w:val="24"/>
        </w:rPr>
        <w:t>.</w:t>
      </w:r>
      <w:r w:rsidRPr="00885329">
        <w:t xml:space="preserve"> Генеральная уборка кабинета технологии.</w:t>
      </w:r>
      <w:r>
        <w:t xml:space="preserve">  </w:t>
      </w:r>
      <w:r w:rsidRPr="00885329">
        <w:t xml:space="preserve">Подбор моющих средств для уборки помещения. </w:t>
      </w:r>
    </w:p>
    <w:p w:rsidR="00A71C97" w:rsidRPr="00885329" w:rsidRDefault="00A71C97" w:rsidP="00AF02BC">
      <w:pPr>
        <w:spacing w:line="240" w:lineRule="auto"/>
        <w:ind w:left="660" w:right="20" w:firstLine="709"/>
      </w:pPr>
      <w:r w:rsidRPr="00885329">
        <w:t xml:space="preserve">Т е о р е т и ч е с к и е </w:t>
      </w:r>
      <w:r>
        <w:t xml:space="preserve">    </w:t>
      </w:r>
      <w:r w:rsidRPr="00885329">
        <w:t>с в е д е н и я . Зависимость здоровья и самочувствия людей от поддержания чистоты в доме. Электрические бытовые приборы для уборки и создания микроклимата в помещении. Современный пылесос, его функции. Робот-пылесос. Поня</w:t>
      </w:r>
      <w:r w:rsidRPr="00885329">
        <w:softHyphen/>
        <w:t>тие о микроклимате. Приборы для создания микроклимата (климатические приборы): кондиционер, ионизатор-очиститель воздуха, озонатор. Функции климатических приборов.</w:t>
      </w:r>
    </w:p>
    <w:p w:rsidR="00A71C97" w:rsidRPr="00885329" w:rsidRDefault="00A71C97" w:rsidP="00AF02BC">
      <w:pPr>
        <w:spacing w:line="240" w:lineRule="auto"/>
        <w:ind w:left="660" w:right="20" w:firstLine="709"/>
      </w:pPr>
      <w:r w:rsidRPr="00885329">
        <w:rPr>
          <w:rStyle w:val="BodytextSpacing1pt"/>
          <w:szCs w:val="24"/>
        </w:rPr>
        <w:t>Лабораторно - практические и практические работы.</w:t>
      </w:r>
      <w:r w:rsidRPr="00885329">
        <w:t xml:space="preserve"> Изучение потребности в бытовых электроприборах для уборки и создания микроклимата в помещении.</w:t>
      </w:r>
      <w:r>
        <w:t xml:space="preserve">  </w:t>
      </w:r>
      <w:r w:rsidRPr="00885329">
        <w:t>Подбор современной бытовой техники с учётом потребностей и доходов семьи.</w:t>
      </w:r>
    </w:p>
    <w:p w:rsidR="00A71C97" w:rsidRPr="00885329" w:rsidRDefault="00A71C97" w:rsidP="002537B8">
      <w:pPr>
        <w:keepNext/>
        <w:keepLines/>
        <w:spacing w:line="240" w:lineRule="auto"/>
        <w:outlineLvl w:val="0"/>
        <w:rPr>
          <w:b/>
        </w:rPr>
      </w:pPr>
      <w:r>
        <w:rPr>
          <w:b/>
          <w:sz w:val="32"/>
        </w:rPr>
        <w:t xml:space="preserve">                      </w:t>
      </w:r>
      <w:r w:rsidRPr="00885329">
        <w:rPr>
          <w:b/>
        </w:rPr>
        <w:t xml:space="preserve">Раздел «Кулинария» </w:t>
      </w:r>
    </w:p>
    <w:p w:rsidR="00A71C97" w:rsidRPr="00EA3692" w:rsidRDefault="00A71C97" w:rsidP="00430F1A">
      <w:pPr>
        <w:keepNext/>
        <w:keepLines/>
        <w:spacing w:line="240" w:lineRule="auto"/>
        <w:ind w:left="660" w:firstLine="709"/>
        <w:outlineLvl w:val="0"/>
        <w:rPr>
          <w:b/>
          <w:i/>
        </w:rPr>
      </w:pPr>
      <w:r w:rsidRPr="00EA3692">
        <w:rPr>
          <w:rStyle w:val="Heading20"/>
          <w:b/>
          <w:i/>
          <w:sz w:val="24"/>
          <w:szCs w:val="24"/>
          <w:u w:val="none"/>
        </w:rPr>
        <w:t>Тема. Блюда из молока и кисломолочных продуктов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t>Т е о р е т и ч е с к и е</w:t>
      </w:r>
      <w:r>
        <w:t xml:space="preserve"> </w:t>
      </w:r>
      <w:r w:rsidRPr="00885329">
        <w:t xml:space="preserve"> с в е д е н и я . Значение молока и кисломолочных продуктов в питании человека. Натуральное (цельное) молоко. Молочные продукты. Молочные консервы. Кисломолочные продукты. Сыр. Методы определения качества молока и молочных продуктов. Посуда для приготовления блюд из молока и кисломолочных продуктов. Молочные супы и каши: технология приготовления и требования к качеству. Подача готовых блюд. Технология приготовления творога в домашних условиях. Техно</w:t>
      </w:r>
      <w:r w:rsidRPr="00885329">
        <w:softHyphen/>
        <w:t>логия приготовления блюд из кисломолочных продуктов. Профессия мастер производства молочной продукции.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rPr>
          <w:rStyle w:val="BodytextSpacing1pt"/>
          <w:szCs w:val="24"/>
        </w:rPr>
        <w:t>Лабораторно - практические и практические работы.</w:t>
      </w:r>
      <w:r w:rsidRPr="00885329">
        <w:t xml:space="preserve"> Определение качества молока и молочных продуктов.</w:t>
      </w:r>
    </w:p>
    <w:p w:rsidR="00A71C97" w:rsidRPr="00885329" w:rsidRDefault="00A71C97" w:rsidP="00430F1A">
      <w:pPr>
        <w:spacing w:line="240" w:lineRule="auto"/>
        <w:ind w:left="660" w:firstLine="709"/>
      </w:pPr>
      <w:r w:rsidRPr="00885329">
        <w:t>Приготовление молочного супа, молочной каши или блюда из творога.</w:t>
      </w:r>
    </w:p>
    <w:p w:rsidR="00A71C97" w:rsidRPr="00EA3692" w:rsidRDefault="00A71C97" w:rsidP="00430F1A">
      <w:pPr>
        <w:keepNext/>
        <w:keepLines/>
        <w:spacing w:line="240" w:lineRule="auto"/>
        <w:ind w:left="660" w:firstLine="709"/>
        <w:outlineLvl w:val="0"/>
        <w:rPr>
          <w:b/>
          <w:i/>
        </w:rPr>
      </w:pPr>
      <w:bookmarkStart w:id="2" w:name="bookmark26"/>
      <w:r w:rsidRPr="00EA3692">
        <w:rPr>
          <w:rStyle w:val="Heading20"/>
          <w:b/>
          <w:i/>
          <w:sz w:val="24"/>
          <w:szCs w:val="24"/>
          <w:u w:val="none"/>
        </w:rPr>
        <w:t>Тема. Изделия из жидкого теста</w:t>
      </w:r>
      <w:bookmarkEnd w:id="2"/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t xml:space="preserve">Т е о р е т и ч е с к и е </w:t>
      </w:r>
      <w:r>
        <w:t xml:space="preserve"> </w:t>
      </w:r>
      <w:r w:rsidRPr="00885329">
        <w:t>с в е д е н и я . Виды блюд из жидкого теста. Продукты для приготовления жидкого теста. Пищевые разрыхлители для теста. Оборудование, посуда и инвентарь для замешивания теста и выпечки блинов. Технология приготовления теста и изделий из него: блинов, блинчиков с начинкой, оладий и блинного пирога. Подача их к столу.</w:t>
      </w:r>
    </w:p>
    <w:p w:rsidR="00A71C97" w:rsidRPr="00885329" w:rsidRDefault="00A71C97" w:rsidP="00430F1A">
      <w:pPr>
        <w:spacing w:line="240" w:lineRule="auto"/>
        <w:ind w:left="660" w:firstLine="709"/>
      </w:pPr>
      <w:r w:rsidRPr="00885329">
        <w:t>Определение качества мёда органолептическими и лабораторными методами.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rPr>
          <w:rStyle w:val="BodytextSpacing1pt"/>
          <w:szCs w:val="24"/>
        </w:rPr>
        <w:t>Лабораторно - практические и практические работы.</w:t>
      </w:r>
      <w:r w:rsidRPr="00885329">
        <w:t xml:space="preserve"> Определение качества мёда.</w:t>
      </w:r>
    </w:p>
    <w:p w:rsidR="00A71C97" w:rsidRPr="00885329" w:rsidRDefault="00A71C97" w:rsidP="00430F1A">
      <w:pPr>
        <w:spacing w:line="240" w:lineRule="auto"/>
        <w:ind w:left="660" w:firstLine="709"/>
      </w:pPr>
      <w:r w:rsidRPr="00885329">
        <w:t>Приготовление изделий из жидкого теста.</w:t>
      </w:r>
    </w:p>
    <w:p w:rsidR="00A71C97" w:rsidRPr="00EA3692" w:rsidRDefault="00A71C97" w:rsidP="00430F1A">
      <w:pPr>
        <w:keepNext/>
        <w:keepLines/>
        <w:spacing w:line="240" w:lineRule="auto"/>
        <w:ind w:left="660" w:firstLine="709"/>
        <w:outlineLvl w:val="0"/>
        <w:rPr>
          <w:b/>
          <w:i/>
        </w:rPr>
      </w:pPr>
      <w:bookmarkStart w:id="3" w:name="bookmark27"/>
      <w:r w:rsidRPr="00EA3692">
        <w:rPr>
          <w:rStyle w:val="Heading20"/>
          <w:b/>
          <w:i/>
          <w:sz w:val="24"/>
          <w:szCs w:val="24"/>
          <w:u w:val="none"/>
        </w:rPr>
        <w:t>Тема. Виды теста и выпечки</w:t>
      </w:r>
      <w:bookmarkEnd w:id="3"/>
    </w:p>
    <w:p w:rsidR="00A71C97" w:rsidRPr="00885329" w:rsidRDefault="00A71C97" w:rsidP="00430F1A">
      <w:pPr>
        <w:spacing w:line="240" w:lineRule="auto"/>
        <w:ind w:right="20" w:firstLine="709"/>
      </w:pPr>
      <w:r>
        <w:t xml:space="preserve">               </w:t>
      </w:r>
      <w:r w:rsidRPr="00885329">
        <w:t xml:space="preserve">Т е о р е т и ч е с к и е </w:t>
      </w:r>
      <w:r>
        <w:t xml:space="preserve"> </w:t>
      </w:r>
      <w:r w:rsidRPr="00885329">
        <w:t>с</w:t>
      </w:r>
      <w:r>
        <w:t xml:space="preserve"> </w:t>
      </w:r>
      <w:r w:rsidRPr="00885329">
        <w:t xml:space="preserve"> в е д е н и я . Продукты для приготовления выпечки. Разрыхлители теста. Инструменты и приспособления для приготовления теста и формования мучных изделий. Электрические приборы для приготовления выпечки.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t>Дрожжевое, бисквитное, заварное тесто и тесто для пряничных изделий. Виды изделий из них. Рецептура и технология приготовления пресного слоёного и песочного теста. Особенности выпечки изделий из них. Профессия кондитер.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rPr>
          <w:rStyle w:val="BodytextSpacing1pt"/>
          <w:szCs w:val="24"/>
        </w:rPr>
        <w:t>Лабораторно - практические и практические работы.</w:t>
      </w:r>
      <w:r w:rsidRPr="00885329">
        <w:t xml:space="preserve"> Приготовление изделий из пресного слоёного теста.</w:t>
      </w:r>
    </w:p>
    <w:p w:rsidR="00A71C97" w:rsidRPr="00885329" w:rsidRDefault="00A71C97" w:rsidP="00430F1A">
      <w:pPr>
        <w:spacing w:line="240" w:lineRule="auto"/>
        <w:ind w:left="660" w:firstLine="709"/>
      </w:pPr>
      <w:r w:rsidRPr="00885329">
        <w:t>Приготовление изделий из песочного теста.</w:t>
      </w:r>
    </w:p>
    <w:p w:rsidR="00A71C97" w:rsidRPr="00EA3692" w:rsidRDefault="00A71C97" w:rsidP="00430F1A">
      <w:pPr>
        <w:keepNext/>
        <w:keepLines/>
        <w:spacing w:line="240" w:lineRule="auto"/>
        <w:ind w:left="660" w:firstLine="709"/>
        <w:outlineLvl w:val="0"/>
        <w:rPr>
          <w:b/>
          <w:i/>
        </w:rPr>
      </w:pPr>
      <w:bookmarkStart w:id="4" w:name="bookmark28"/>
      <w:r w:rsidRPr="00EA3692">
        <w:rPr>
          <w:rStyle w:val="Heading20"/>
          <w:b/>
          <w:i/>
          <w:sz w:val="24"/>
          <w:szCs w:val="24"/>
          <w:u w:val="none"/>
        </w:rPr>
        <w:t>Тема. Сладости, десерты, напитки</w:t>
      </w:r>
      <w:bookmarkEnd w:id="4"/>
    </w:p>
    <w:p w:rsidR="00A71C97" w:rsidRPr="0068468C" w:rsidRDefault="00A71C97" w:rsidP="00430F1A">
      <w:pPr>
        <w:keepNext/>
        <w:keepLines/>
        <w:spacing w:line="240" w:lineRule="auto"/>
        <w:ind w:left="660" w:firstLine="709"/>
        <w:outlineLvl w:val="0"/>
        <w:rPr>
          <w:b/>
        </w:rPr>
      </w:pPr>
      <w:r w:rsidRPr="00885329">
        <w:t>Т е о р е т и ч е с к и е</w:t>
      </w:r>
      <w:r>
        <w:t xml:space="preserve"> </w:t>
      </w:r>
      <w:r w:rsidRPr="00885329">
        <w:t xml:space="preserve"> с в е д е н и я . Виды сладостей: цукаты, конфеты, печенье, безе (меренги). Их значение в питании человека. Виды десертов. Безалкогольные напитки: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t>молочный коктейль, морс. Рецептура, технология их приготовления и подача к столу. Профессия кондитер сахаристых изделий.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rPr>
          <w:rStyle w:val="BodytextSpacing1pt"/>
          <w:szCs w:val="24"/>
        </w:rPr>
        <w:t>Лабораторно - практические и практические работы.</w:t>
      </w:r>
      <w:r w:rsidRPr="00885329">
        <w:t xml:space="preserve"> Приготовление сладких блюд и напитков.</w:t>
      </w:r>
    </w:p>
    <w:p w:rsidR="00A71C97" w:rsidRPr="00EA3692" w:rsidRDefault="00A71C97" w:rsidP="00430F1A">
      <w:pPr>
        <w:keepNext/>
        <w:keepLines/>
        <w:spacing w:line="240" w:lineRule="auto"/>
        <w:ind w:left="660" w:firstLine="709"/>
        <w:outlineLvl w:val="0"/>
        <w:rPr>
          <w:b/>
          <w:i/>
        </w:rPr>
      </w:pPr>
      <w:bookmarkStart w:id="5" w:name="bookmark29"/>
      <w:r w:rsidRPr="00EA3692">
        <w:rPr>
          <w:rStyle w:val="Heading20"/>
          <w:b/>
          <w:i/>
          <w:sz w:val="24"/>
          <w:szCs w:val="24"/>
          <w:u w:val="none"/>
        </w:rPr>
        <w:t>Тема. Сервировка сладкого стола. Праздничный этикет</w:t>
      </w:r>
      <w:bookmarkEnd w:id="5"/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rPr>
          <w:rStyle w:val="BodytextSpacing1pt"/>
          <w:szCs w:val="24"/>
        </w:rPr>
        <w:t>Теоретические сведения.</w:t>
      </w:r>
      <w:r w:rsidRPr="00885329">
        <w:t xml:space="preserve"> Меню сладкого стола. Сервировка сладкого стола. Набор столового белья, приборов и посуды. Подача кондитерских изделий и сладких блюд. Правила поведения за столом и пользования десертными приборами. Сладкий стол фуршет. Правила приглашения гостей. Разработка пригласительных билетов с помощью ПК.</w:t>
      </w:r>
    </w:p>
    <w:p w:rsidR="00A71C97" w:rsidRPr="00885329" w:rsidRDefault="00A71C97" w:rsidP="00430F1A">
      <w:pPr>
        <w:spacing w:line="240" w:lineRule="auto"/>
        <w:ind w:left="660" w:firstLine="709"/>
      </w:pPr>
      <w:r w:rsidRPr="00885329">
        <w:rPr>
          <w:rStyle w:val="BodytextSpacing1pt"/>
          <w:szCs w:val="24"/>
        </w:rPr>
        <w:t>Лабораторно - практические и практические работа.</w:t>
      </w:r>
      <w:r w:rsidRPr="00885329">
        <w:t xml:space="preserve"> Разработка меню.</w:t>
      </w:r>
    </w:p>
    <w:p w:rsidR="00A71C97" w:rsidRPr="00885329" w:rsidRDefault="00A71C97" w:rsidP="00430F1A">
      <w:pPr>
        <w:spacing w:line="240" w:lineRule="auto"/>
        <w:ind w:left="660" w:firstLine="709"/>
      </w:pPr>
      <w:r w:rsidRPr="00885329">
        <w:t>Приготовление блюд для праздничного сладкого стола.</w:t>
      </w:r>
    </w:p>
    <w:p w:rsidR="00A71C97" w:rsidRPr="00885329" w:rsidRDefault="00A71C97" w:rsidP="00430F1A">
      <w:pPr>
        <w:spacing w:line="240" w:lineRule="auto"/>
        <w:ind w:left="660" w:firstLine="709"/>
      </w:pPr>
      <w:r w:rsidRPr="00885329">
        <w:t>Сервировка сладкого стола.</w:t>
      </w:r>
    </w:p>
    <w:p w:rsidR="00A71C97" w:rsidRPr="00885329" w:rsidRDefault="00A71C97" w:rsidP="00430F1A">
      <w:pPr>
        <w:spacing w:line="240" w:lineRule="auto"/>
        <w:ind w:left="660" w:firstLine="709"/>
      </w:pPr>
      <w:r w:rsidRPr="00885329">
        <w:t>Разработка приглашения на праздник с помощью ПК.</w:t>
      </w:r>
    </w:p>
    <w:p w:rsidR="00A71C97" w:rsidRPr="00885329" w:rsidRDefault="00A71C97" w:rsidP="00430F1A">
      <w:pPr>
        <w:keepNext/>
        <w:keepLines/>
        <w:spacing w:line="240" w:lineRule="auto"/>
        <w:ind w:left="660" w:right="20" w:firstLine="709"/>
        <w:outlineLvl w:val="0"/>
        <w:rPr>
          <w:b/>
        </w:rPr>
      </w:pPr>
      <w:bookmarkStart w:id="6" w:name="bookmark31"/>
      <w:r w:rsidRPr="00885329">
        <w:rPr>
          <w:b/>
        </w:rPr>
        <w:t xml:space="preserve">Раздел «Создание изделий из текстильных материалов» </w:t>
      </w:r>
    </w:p>
    <w:p w:rsidR="00A71C97" w:rsidRPr="00EA3692" w:rsidRDefault="00A71C97" w:rsidP="00430F1A">
      <w:pPr>
        <w:keepNext/>
        <w:keepLines/>
        <w:spacing w:line="240" w:lineRule="auto"/>
        <w:ind w:left="660" w:right="20" w:firstLine="709"/>
        <w:outlineLvl w:val="0"/>
        <w:rPr>
          <w:b/>
          <w:i/>
        </w:rPr>
      </w:pPr>
      <w:r w:rsidRPr="00EA3692">
        <w:rPr>
          <w:rStyle w:val="Heading20"/>
          <w:b/>
          <w:i/>
          <w:sz w:val="24"/>
          <w:szCs w:val="24"/>
          <w:u w:val="none"/>
        </w:rPr>
        <w:t>Тема. Свойства текстильных материалов</w:t>
      </w:r>
      <w:bookmarkEnd w:id="6"/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rPr>
          <w:rStyle w:val="BodytextSpacing1pt"/>
          <w:szCs w:val="24"/>
        </w:rPr>
        <w:t>Теоретические сведения.</w:t>
      </w:r>
      <w:r w:rsidRPr="00885329">
        <w:t xml:space="preserve"> Классификация текстильных волокон животного происхождения. Способы их получения. Виды и свойства шерстяных и шёлковых тканей. Признаки определения вида тканей по сырьевому составу. Сравнительная характеристика свойств тканей из различных волокон.</w:t>
      </w:r>
    </w:p>
    <w:p w:rsidR="00A71C97" w:rsidRPr="00885329" w:rsidRDefault="00A71C97" w:rsidP="00430F1A">
      <w:pPr>
        <w:spacing w:line="240" w:lineRule="auto"/>
        <w:ind w:left="660" w:right="20" w:firstLine="709"/>
        <w:rPr>
          <w:rStyle w:val="BodytextBold"/>
          <w:b w:val="0"/>
          <w:bCs w:val="0"/>
          <w:sz w:val="24"/>
          <w:szCs w:val="24"/>
        </w:rPr>
      </w:pPr>
      <w:r w:rsidRPr="00885329">
        <w:rPr>
          <w:rStyle w:val="BodytextSpacing1pt"/>
          <w:szCs w:val="24"/>
        </w:rPr>
        <w:t>Лабораторно - практические и практические работы.</w:t>
      </w:r>
      <w:r w:rsidRPr="00885329">
        <w:t xml:space="preserve"> Определение сырьевого состава тканей и изучение их свойств. </w:t>
      </w:r>
    </w:p>
    <w:p w:rsidR="00A71C97" w:rsidRPr="00EA3692" w:rsidRDefault="00A71C97" w:rsidP="00430F1A">
      <w:pPr>
        <w:spacing w:line="240" w:lineRule="auto"/>
        <w:ind w:left="660" w:right="20" w:firstLine="709"/>
        <w:outlineLvl w:val="0"/>
        <w:rPr>
          <w:i/>
        </w:rPr>
      </w:pPr>
      <w:r w:rsidRPr="00EA3692">
        <w:rPr>
          <w:rStyle w:val="BodytextBold"/>
          <w:i/>
          <w:sz w:val="24"/>
          <w:szCs w:val="24"/>
        </w:rPr>
        <w:t>Тема. Конструирование швейных изделий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rPr>
          <w:rStyle w:val="BodytextSpacing1pt"/>
          <w:szCs w:val="24"/>
        </w:rPr>
        <w:t>Теоретические сведения.</w:t>
      </w:r>
      <w:r w:rsidRPr="00885329">
        <w:t xml:space="preserve"> Понятие о поясной одежде. Виды поясной одежды. Конструкции юбок. Снятие мерок для изготовления поясной одежды. Построение чертежа прямой юбки.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rPr>
          <w:rStyle w:val="BodytextSpacing1pt"/>
          <w:szCs w:val="24"/>
        </w:rPr>
        <w:t>Лабораторно - практические и практические работы.</w:t>
      </w:r>
      <w:r w:rsidRPr="00885329">
        <w:t xml:space="preserve"> Изготовление выкроек для образцов ручных и машинных работ.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t xml:space="preserve">Снятие мерок и построение чертежа прямой юбки в натуральную величину. </w:t>
      </w:r>
    </w:p>
    <w:p w:rsidR="00A71C97" w:rsidRPr="00EA3692" w:rsidRDefault="00A71C97" w:rsidP="00430F1A">
      <w:pPr>
        <w:spacing w:line="240" w:lineRule="auto"/>
        <w:ind w:left="660" w:right="20" w:firstLine="709"/>
        <w:outlineLvl w:val="0"/>
        <w:rPr>
          <w:i/>
        </w:rPr>
      </w:pPr>
      <w:r w:rsidRPr="00EA3692">
        <w:rPr>
          <w:rStyle w:val="BodytextBold"/>
          <w:i/>
          <w:sz w:val="24"/>
          <w:szCs w:val="24"/>
        </w:rPr>
        <w:t>Тема. Моделирование швейных изделий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t>Т е о р е т и ч е с к и е с в е д е н и я . Приёмы моделирования поясной одежды. Моделирование юбки с расширением книзу. Моделирование юбки со складками. Подготовка выкройки к раскрою. Получение выкройки швейного изделия из пакета готовых выкроек, журнала мод, с СБ и из Интернета.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rPr>
          <w:rStyle w:val="BodytextSpacing1pt"/>
          <w:szCs w:val="24"/>
        </w:rPr>
        <w:t>Лабораторно - практические и практические работы.</w:t>
      </w:r>
      <w:r w:rsidRPr="00885329">
        <w:t xml:space="preserve"> Моделирование юбки.</w:t>
      </w:r>
    </w:p>
    <w:p w:rsidR="00A71C97" w:rsidRPr="00885329" w:rsidRDefault="00A71C97" w:rsidP="00430F1A">
      <w:pPr>
        <w:spacing w:line="240" w:lineRule="auto"/>
        <w:ind w:left="660" w:firstLine="709"/>
      </w:pPr>
      <w:r w:rsidRPr="00885329">
        <w:t>Получение выкройки швейного изделия из журнала мод.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t xml:space="preserve">Подготовка выкройки проектного изделия к раскрою. </w:t>
      </w:r>
    </w:p>
    <w:p w:rsidR="00A71C97" w:rsidRPr="00EA3692" w:rsidRDefault="00A71C97" w:rsidP="00430F1A">
      <w:pPr>
        <w:spacing w:line="240" w:lineRule="auto"/>
        <w:ind w:left="660" w:right="20" w:firstLine="709"/>
        <w:outlineLvl w:val="0"/>
        <w:rPr>
          <w:i/>
        </w:rPr>
      </w:pPr>
      <w:r w:rsidRPr="00EA3692">
        <w:rPr>
          <w:rStyle w:val="BodytextBold"/>
          <w:i/>
          <w:sz w:val="24"/>
          <w:szCs w:val="24"/>
        </w:rPr>
        <w:t>Тема. Швейная машина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t>Т е о р е т и ч е с к и е с в е д е н и я . Уход за швейной машиной: чистка и смазка движущихся и вращающихся частей. Приспособления к швейной машине для потайного подшивания и окантовывания среза.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rPr>
          <w:rStyle w:val="BodytextSpacing1pt"/>
          <w:szCs w:val="24"/>
        </w:rPr>
        <w:t>Лабораторно - практические и практические работы.</w:t>
      </w:r>
      <w:r w:rsidRPr="00885329">
        <w:t xml:space="preserve"> Уход за швейной машиной: чистка и смазка.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t xml:space="preserve">Выполнение потайного подшивания и окантовывания среза с помощью приспособлений к швейной машине. </w:t>
      </w:r>
    </w:p>
    <w:p w:rsidR="00A71C97" w:rsidRPr="00EA3692" w:rsidRDefault="00A71C97" w:rsidP="00430F1A">
      <w:pPr>
        <w:spacing w:line="240" w:lineRule="auto"/>
        <w:ind w:left="660" w:right="20" w:firstLine="709"/>
        <w:outlineLvl w:val="0"/>
        <w:rPr>
          <w:i/>
        </w:rPr>
      </w:pPr>
      <w:r w:rsidRPr="00EA3692">
        <w:rPr>
          <w:rStyle w:val="BodytextBold"/>
          <w:i/>
          <w:sz w:val="24"/>
          <w:szCs w:val="24"/>
        </w:rPr>
        <w:t>Тема. Технология изготовления швейных изделий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rPr>
          <w:rStyle w:val="BodytextSpacing1pt"/>
          <w:szCs w:val="24"/>
        </w:rPr>
        <w:t>Теоретические сведения.</w:t>
      </w:r>
      <w:r w:rsidRPr="00885329">
        <w:t xml:space="preserve"> Технология изготовления поясного швейного изделия. Правила раскладки выкроек поясного изделия на ткани. Правила раскроя. Выкраивание бейки. Критерии качества кроя. Правила безопасной работы ножницами, булавками, утюгом. Дублирование детали пояса клеевой прокладкой-корсажем.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t>Основные операции при ручных работах: прикрепление подогнутого края потайными стежками — подшивание.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t>Основные машинные операции: подшивание потайным швом с помощью лапки для потайного подшивания; стачивание косых беек; окантовывание среза бейкой. Классификация машинных швов: краевой окантовочный с закрытым срезом и с открытым срезом.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t>Технология обработки среднего шва юбки с застёжкой-молнией и разрезом. Притачивание застёжки-молнии вручную и на швейной машине. Технология обработки односторонней, встречной и байтовой складок. Подготовка и проведение примерки поясной одежды. Устранение дефектов после примерки.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t>Последовательность обработки поясного изделия после примерки. Технология обработки вытачек, боковых срезов, верхнего среза поясного изделия прямым притачным поясом. Вымётывание петли и пришивание пуговицы на поясе. Обработка нижнего среза изделия. Обработка разреза в шве. Окончательная чистка и влажно-тепловая обработка изделия.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rPr>
          <w:rStyle w:val="BodytextSpacing1pt"/>
          <w:szCs w:val="24"/>
        </w:rPr>
        <w:t>Лабораторно - практические и практические работа.</w:t>
      </w:r>
      <w:r w:rsidRPr="00885329">
        <w:t xml:space="preserve"> Раскрой проектного изделия.</w:t>
      </w:r>
    </w:p>
    <w:p w:rsidR="00A71C97" w:rsidRPr="00885329" w:rsidRDefault="00A71C97" w:rsidP="00430F1A">
      <w:pPr>
        <w:spacing w:line="240" w:lineRule="auto"/>
        <w:ind w:left="660" w:firstLine="709"/>
      </w:pPr>
      <w:r w:rsidRPr="00885329">
        <w:t>Изготовление образцов ручных и машинных работ.</w:t>
      </w:r>
      <w:r w:rsidRPr="00EA3692">
        <w:t xml:space="preserve"> </w:t>
      </w:r>
      <w:r w:rsidRPr="00885329">
        <w:t>Обработка среднего шва юбки с застёжкой-молнией.</w:t>
      </w:r>
      <w:r w:rsidRPr="00EA3692">
        <w:t xml:space="preserve"> </w:t>
      </w:r>
      <w:r w:rsidRPr="00885329">
        <w:t>Обработка складок.</w:t>
      </w:r>
    </w:p>
    <w:p w:rsidR="00A71C97" w:rsidRPr="00885329" w:rsidRDefault="00A71C97" w:rsidP="00430F1A">
      <w:pPr>
        <w:spacing w:line="240" w:lineRule="auto"/>
        <w:ind w:left="660" w:firstLine="709"/>
      </w:pPr>
      <w:r w:rsidRPr="00885329">
        <w:t>Подготовка и проведение примерки поясного изделия.</w:t>
      </w:r>
      <w:r w:rsidRPr="00EA3692">
        <w:t xml:space="preserve"> </w:t>
      </w:r>
      <w:r w:rsidRPr="00885329">
        <w:t xml:space="preserve">Обработка юбки после примерки: вытачек и боковых срезов, верхнего среза прямым </w:t>
      </w:r>
    </w:p>
    <w:p w:rsidR="00A71C97" w:rsidRPr="00885329" w:rsidRDefault="00A71C97" w:rsidP="00430F1A">
      <w:pPr>
        <w:spacing w:line="240" w:lineRule="auto"/>
        <w:ind w:left="660" w:right="20" w:firstLine="709"/>
        <w:rPr>
          <w:rStyle w:val="Bodytext2NotBold"/>
          <w:sz w:val="24"/>
          <w:szCs w:val="24"/>
        </w:rPr>
      </w:pPr>
      <w:r w:rsidRPr="00885329">
        <w:t>притачным поясом, нижнего среза.</w:t>
      </w:r>
      <w:r w:rsidRPr="00EA3692">
        <w:t xml:space="preserve"> </w:t>
      </w:r>
      <w:r w:rsidRPr="00885329">
        <w:t>Выполнение прорезной петли и пришивание пуговицы.</w:t>
      </w:r>
      <w:r w:rsidRPr="00EA3692">
        <w:t xml:space="preserve"> </w:t>
      </w:r>
      <w:r w:rsidRPr="00885329">
        <w:rPr>
          <w:rStyle w:val="Bodytext2NotBold"/>
          <w:b w:val="0"/>
          <w:sz w:val="24"/>
          <w:szCs w:val="24"/>
        </w:rPr>
        <w:t>Чистка изделия и окончательная влажно-тепловая обработка.</w:t>
      </w:r>
      <w:r w:rsidRPr="00885329">
        <w:rPr>
          <w:rStyle w:val="Bodytext2NotBold"/>
          <w:sz w:val="24"/>
          <w:szCs w:val="24"/>
        </w:rPr>
        <w:t xml:space="preserve"> </w:t>
      </w:r>
    </w:p>
    <w:p w:rsidR="00A71C97" w:rsidRPr="00885329" w:rsidRDefault="00A71C97" w:rsidP="00430F1A">
      <w:pPr>
        <w:spacing w:line="240" w:lineRule="auto"/>
        <w:ind w:left="660" w:right="20" w:firstLine="709"/>
        <w:outlineLvl w:val="0"/>
        <w:rPr>
          <w:b/>
        </w:rPr>
      </w:pPr>
      <w:r w:rsidRPr="00885329">
        <w:rPr>
          <w:b/>
        </w:rPr>
        <w:t xml:space="preserve">Раздел «Художественные ремёсла» </w:t>
      </w:r>
    </w:p>
    <w:p w:rsidR="00A71C97" w:rsidRPr="00EA3692" w:rsidRDefault="00A71C97" w:rsidP="00430F1A">
      <w:pPr>
        <w:spacing w:line="240" w:lineRule="auto"/>
        <w:ind w:left="660" w:right="20" w:firstLine="709"/>
        <w:outlineLvl w:val="0"/>
        <w:rPr>
          <w:b/>
          <w:i/>
        </w:rPr>
      </w:pPr>
      <w:r w:rsidRPr="00EA3692">
        <w:rPr>
          <w:rStyle w:val="Bodytext2"/>
          <w:b/>
          <w:i/>
          <w:sz w:val="24"/>
          <w:szCs w:val="24"/>
          <w:u w:val="none"/>
        </w:rPr>
        <w:t>Тема. Ручная роспись тканей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rPr>
          <w:rStyle w:val="BodytextSpacing1pt"/>
          <w:szCs w:val="24"/>
        </w:rPr>
        <w:t>Теоретические сведения.</w:t>
      </w:r>
      <w:r w:rsidRPr="00885329">
        <w:t xml:space="preserve"> Понятие о ручной росписи тканей. Подготовка тканей к росписи. Виды батика. Технология горячего батика. Декоративные эффекты в горячем батике. Технология холодного батика. Декоративные эффекты в холодном батике. Особенности выполнения узелкового батика и свободной росписи. Профессия художник росписи по ткани.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rPr>
          <w:rStyle w:val="BodytextSpacing1pt"/>
          <w:szCs w:val="24"/>
        </w:rPr>
        <w:t>Лабораторно - практические и практические работы.</w:t>
      </w:r>
      <w:r w:rsidRPr="00885329">
        <w:t xml:space="preserve"> Выполнение образца росписи ткани в технике холодного батика. </w:t>
      </w:r>
    </w:p>
    <w:p w:rsidR="00A71C97" w:rsidRPr="00EA3692" w:rsidRDefault="00A71C97" w:rsidP="00430F1A">
      <w:pPr>
        <w:spacing w:line="240" w:lineRule="auto"/>
        <w:ind w:left="660" w:right="20" w:firstLine="709"/>
        <w:outlineLvl w:val="0"/>
        <w:rPr>
          <w:i/>
        </w:rPr>
      </w:pPr>
      <w:r w:rsidRPr="00EA3692">
        <w:rPr>
          <w:rStyle w:val="BodytextBold"/>
          <w:i/>
          <w:sz w:val="24"/>
          <w:szCs w:val="24"/>
        </w:rPr>
        <w:t>Тема. Вышивание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t>Т е о р е т и ч е с к и е с в е д е н и я . Материалы и оборудование для вышивки. Приёмы подготовки ткани к вышивке. Технология выполнения прямых, петлеобразных, петельных, крестообразных и косых ручных стежков.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t>Техника вышивания швом крест горизонтальными и вертикальными рядами, по диагонали. Использование ПК в вышивке крестом.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t>Техника вышивания художественной, белой и владимирской гладью. Материалы и оборудование для вышивки гладью. Атласная и штриховая гладь. Швы французский узелок и рококо.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t>Материалы и оборудование для вышивки атласными лентами. Швы, используемые в вышивке лентами. Стирка и оформление готовой работы. Профессия вышивальщица.</w:t>
      </w:r>
    </w:p>
    <w:p w:rsidR="00A71C97" w:rsidRPr="00885329" w:rsidRDefault="00A71C97" w:rsidP="00430F1A">
      <w:pPr>
        <w:spacing w:line="240" w:lineRule="auto"/>
        <w:ind w:left="660" w:right="20" w:firstLine="709"/>
        <w:rPr>
          <w:rStyle w:val="Bodytext2NotBold"/>
          <w:sz w:val="24"/>
          <w:szCs w:val="24"/>
        </w:rPr>
      </w:pPr>
      <w:r w:rsidRPr="00885329">
        <w:rPr>
          <w:rStyle w:val="BodytextSpacing1pt"/>
          <w:szCs w:val="24"/>
        </w:rPr>
        <w:t>Лабораторно - практические и практические работы.</w:t>
      </w:r>
      <w:r w:rsidRPr="00885329">
        <w:t xml:space="preserve"> Выполнение образцов швов прямыми, петлеобразными, петельными, крестообразными и косыми стежками.</w:t>
      </w:r>
      <w:r w:rsidRPr="00EA3692">
        <w:t xml:space="preserve"> </w:t>
      </w:r>
      <w:r w:rsidRPr="00885329">
        <w:t>Выполнение образца вышивки в технике крест.</w:t>
      </w:r>
      <w:r w:rsidRPr="00EA3692">
        <w:t xml:space="preserve"> </w:t>
      </w:r>
      <w:r w:rsidRPr="00885329">
        <w:t>Выполнение образцов вышивки гладью, французским узелком и рококо.</w:t>
      </w:r>
      <w:r w:rsidRPr="00EA3692">
        <w:t xml:space="preserve"> </w:t>
      </w:r>
      <w:r w:rsidRPr="00885329">
        <w:rPr>
          <w:rStyle w:val="Bodytext2NotBold"/>
          <w:b w:val="0"/>
          <w:sz w:val="24"/>
          <w:szCs w:val="24"/>
        </w:rPr>
        <w:t>Выполнение образца вышивки атласными лентами.</w:t>
      </w:r>
      <w:r w:rsidRPr="00885329">
        <w:rPr>
          <w:rStyle w:val="Bodytext2NotBold"/>
          <w:sz w:val="24"/>
          <w:szCs w:val="24"/>
        </w:rPr>
        <w:t xml:space="preserve"> </w:t>
      </w:r>
    </w:p>
    <w:p w:rsidR="00A71C97" w:rsidRPr="00885329" w:rsidRDefault="00A71C97" w:rsidP="00430F1A">
      <w:pPr>
        <w:spacing w:line="240" w:lineRule="auto"/>
        <w:ind w:left="660" w:right="20" w:firstLine="709"/>
        <w:outlineLvl w:val="0"/>
        <w:rPr>
          <w:b/>
        </w:rPr>
      </w:pPr>
      <w:r w:rsidRPr="00885329">
        <w:rPr>
          <w:b/>
        </w:rPr>
        <w:t xml:space="preserve">Раздел «Технологии творческой и опытнической деятельности» </w:t>
      </w:r>
    </w:p>
    <w:p w:rsidR="00A71C97" w:rsidRPr="00EA3692" w:rsidRDefault="00A71C97" w:rsidP="00430F1A">
      <w:pPr>
        <w:spacing w:line="240" w:lineRule="auto"/>
        <w:ind w:left="660" w:right="20" w:firstLine="709"/>
        <w:outlineLvl w:val="0"/>
        <w:rPr>
          <w:b/>
          <w:i/>
        </w:rPr>
      </w:pPr>
      <w:r w:rsidRPr="00EA3692">
        <w:rPr>
          <w:rStyle w:val="Bodytext2"/>
          <w:b/>
          <w:i/>
          <w:sz w:val="24"/>
          <w:szCs w:val="24"/>
          <w:u w:val="none"/>
        </w:rPr>
        <w:t>Тема. Исследовательская и созидательная деятельности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rPr>
          <w:rStyle w:val="BodytextSpacing1pt"/>
          <w:szCs w:val="24"/>
        </w:rPr>
        <w:t>Теоретические сведения.</w:t>
      </w:r>
      <w:r w:rsidRPr="00885329">
        <w:t xml:space="preserve"> Цель и задачи проектной деятельности в 7 классе. Составные части годового творческого проекта семиклассников.</w:t>
      </w:r>
    </w:p>
    <w:p w:rsidR="00A71C97" w:rsidRPr="00885329" w:rsidRDefault="00A71C97" w:rsidP="00430F1A">
      <w:pPr>
        <w:spacing w:line="240" w:lineRule="auto"/>
        <w:ind w:left="660" w:right="20" w:firstLine="709"/>
      </w:pPr>
      <w:r w:rsidRPr="00885329">
        <w:rPr>
          <w:rStyle w:val="BodytextSpacing1pt"/>
          <w:szCs w:val="24"/>
        </w:rPr>
        <w:t>Практические работы.</w:t>
      </w:r>
      <w:r w:rsidRPr="00885329">
        <w:t xml:space="preserve"> Творческий проект по разделу «Технологии домашнего хозяйства».</w:t>
      </w:r>
    </w:p>
    <w:p w:rsidR="00A71C97" w:rsidRPr="00885329" w:rsidRDefault="00A71C97" w:rsidP="00430F1A">
      <w:pPr>
        <w:spacing w:line="240" w:lineRule="auto"/>
        <w:ind w:left="660" w:firstLine="709"/>
      </w:pPr>
      <w:r w:rsidRPr="00885329">
        <w:t>Творческий проект по разделу «Кулинария».</w:t>
      </w:r>
    </w:p>
    <w:p w:rsidR="00A71C97" w:rsidRPr="00885329" w:rsidRDefault="00A71C97" w:rsidP="00430F1A">
      <w:pPr>
        <w:spacing w:line="240" w:lineRule="auto"/>
        <w:ind w:left="660" w:firstLine="709"/>
      </w:pPr>
      <w:r w:rsidRPr="00885329">
        <w:t>Творческий проект по разделу «Создание изделий из текстильных материалов».</w:t>
      </w:r>
    </w:p>
    <w:p w:rsidR="00A71C97" w:rsidRPr="00885329" w:rsidRDefault="00A71C97" w:rsidP="00430F1A">
      <w:pPr>
        <w:spacing w:line="240" w:lineRule="auto"/>
        <w:ind w:left="660" w:firstLine="709"/>
      </w:pPr>
      <w:r w:rsidRPr="00885329">
        <w:t>Творческий проект по разделу «Художественные ремёсла».</w:t>
      </w:r>
    </w:p>
    <w:p w:rsidR="00A71C97" w:rsidRPr="00885329" w:rsidRDefault="00A71C97" w:rsidP="00430F1A">
      <w:pPr>
        <w:spacing w:line="240" w:lineRule="auto"/>
        <w:ind w:left="660" w:firstLine="709"/>
      </w:pPr>
      <w:r w:rsidRPr="00885329">
        <w:t>Составление портфолио и разработка электронной презентации.</w:t>
      </w:r>
    </w:p>
    <w:p w:rsidR="00A71C97" w:rsidRPr="00885329" w:rsidRDefault="00A71C97" w:rsidP="00430F1A">
      <w:pPr>
        <w:spacing w:line="240" w:lineRule="auto"/>
        <w:ind w:left="660" w:firstLine="709"/>
      </w:pPr>
      <w:r w:rsidRPr="00885329">
        <w:t>Презентация и защита творческого проекта.</w:t>
      </w:r>
    </w:p>
    <w:p w:rsidR="00A71C97" w:rsidRPr="00AF02BC" w:rsidRDefault="00A71C97" w:rsidP="00AF02BC">
      <w:pPr>
        <w:spacing w:line="240" w:lineRule="auto"/>
        <w:ind w:left="660" w:right="20" w:firstLine="709"/>
      </w:pPr>
      <w:r w:rsidRPr="00885329">
        <w:rPr>
          <w:rStyle w:val="BodytextSpacing1pt"/>
          <w:szCs w:val="24"/>
        </w:rPr>
        <w:t>Варианты творческих проектов: «Умный</w:t>
      </w:r>
      <w:r w:rsidRPr="00885329">
        <w:t xml:space="preserve"> дом», «Комплект светильников для моей комнаты», «Праздничный сладкий стол», «Сладкоежки», «Праздничный наряд», «Юбка-килт», «Подарок своими ру</w:t>
      </w:r>
      <w:r>
        <w:t>ками», «Атласные ленточки» и др</w:t>
      </w:r>
    </w:p>
    <w:p w:rsidR="00A71C97" w:rsidRDefault="00A71C97" w:rsidP="00430F1A">
      <w:pPr>
        <w:spacing w:after="0" w:line="240" w:lineRule="auto"/>
        <w:jc w:val="center"/>
        <w:outlineLvl w:val="0"/>
        <w:rPr>
          <w:b/>
          <w:noProof/>
          <w:sz w:val="32"/>
          <w:lang w:eastAsia="ru-RU"/>
        </w:rPr>
      </w:pPr>
    </w:p>
    <w:p w:rsidR="00A71C97" w:rsidRPr="00B6534C" w:rsidRDefault="00A71C97" w:rsidP="00430F1A">
      <w:pPr>
        <w:spacing w:after="0" w:line="240" w:lineRule="auto"/>
        <w:jc w:val="center"/>
        <w:outlineLvl w:val="0"/>
        <w:rPr>
          <w:b/>
          <w:noProof/>
          <w:sz w:val="32"/>
          <w:lang w:eastAsia="ru-RU"/>
        </w:rPr>
      </w:pPr>
      <w:r w:rsidRPr="00B6534C">
        <w:rPr>
          <w:b/>
          <w:noProof/>
          <w:sz w:val="32"/>
          <w:lang w:eastAsia="ru-RU"/>
        </w:rPr>
        <w:t>Тематический план 7 кл.</w:t>
      </w:r>
    </w:p>
    <w:p w:rsidR="00A71C97" w:rsidRPr="00B6534C" w:rsidRDefault="00A71C97" w:rsidP="00430F1A">
      <w:pPr>
        <w:spacing w:after="0" w:line="240" w:lineRule="auto"/>
        <w:rPr>
          <w:b/>
          <w:noProof/>
          <w:lang w:eastAsia="ru-RU"/>
        </w:rPr>
      </w:pPr>
    </w:p>
    <w:tbl>
      <w:tblPr>
        <w:tblW w:w="12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940"/>
        <w:gridCol w:w="2340"/>
        <w:gridCol w:w="2884"/>
      </w:tblGrid>
      <w:tr w:rsidR="00A71C97" w:rsidRPr="00B6534C" w:rsidTr="00495E21">
        <w:trPr>
          <w:gridAfter w:val="1"/>
          <w:wAfter w:w="2884" w:type="dxa"/>
          <w:trHeight w:val="636"/>
        </w:trPr>
        <w:tc>
          <w:tcPr>
            <w:tcW w:w="1548" w:type="dxa"/>
          </w:tcPr>
          <w:p w:rsidR="00A71C97" w:rsidRPr="00B6534C" w:rsidRDefault="00A71C97" w:rsidP="00495E21">
            <w:pPr>
              <w:spacing w:after="0" w:line="240" w:lineRule="auto"/>
              <w:rPr>
                <w:b/>
                <w:noProof/>
                <w:lang w:eastAsia="ru-RU"/>
              </w:rPr>
            </w:pPr>
            <w:r w:rsidRPr="00B6534C">
              <w:rPr>
                <w:b/>
                <w:noProof/>
                <w:lang w:eastAsia="ru-RU"/>
              </w:rPr>
              <w:t>№ урока</w:t>
            </w:r>
          </w:p>
        </w:tc>
        <w:tc>
          <w:tcPr>
            <w:tcW w:w="5940" w:type="dxa"/>
          </w:tcPr>
          <w:p w:rsidR="00A71C97" w:rsidRPr="00B6534C" w:rsidRDefault="00A71C97" w:rsidP="00495E21">
            <w:pPr>
              <w:spacing w:after="0" w:line="240" w:lineRule="auto"/>
              <w:rPr>
                <w:b/>
                <w:noProof/>
                <w:lang w:eastAsia="ru-RU"/>
              </w:rPr>
            </w:pPr>
            <w:r w:rsidRPr="00B6534C">
              <w:rPr>
                <w:b/>
                <w:noProof/>
                <w:lang w:eastAsia="ru-RU"/>
              </w:rPr>
              <w:t xml:space="preserve">                          Тема урока</w:t>
            </w:r>
          </w:p>
        </w:tc>
        <w:tc>
          <w:tcPr>
            <w:tcW w:w="2340" w:type="dxa"/>
          </w:tcPr>
          <w:p w:rsidR="00A71C97" w:rsidRPr="00B6534C" w:rsidRDefault="00A71C97" w:rsidP="00495E21">
            <w:pPr>
              <w:spacing w:after="0" w:line="240" w:lineRule="auto"/>
              <w:rPr>
                <w:b/>
                <w:noProof/>
                <w:lang w:eastAsia="ru-RU"/>
              </w:rPr>
            </w:pPr>
            <w:r w:rsidRPr="00B6534C">
              <w:rPr>
                <w:b/>
                <w:noProof/>
                <w:lang w:eastAsia="ru-RU"/>
              </w:rPr>
              <w:t>Примечания</w:t>
            </w:r>
          </w:p>
        </w:tc>
      </w:tr>
      <w:tr w:rsidR="00A71C97" w:rsidRPr="00B6534C" w:rsidTr="00495E21">
        <w:trPr>
          <w:gridAfter w:val="1"/>
          <w:wAfter w:w="2884" w:type="dxa"/>
        </w:trPr>
        <w:tc>
          <w:tcPr>
            <w:tcW w:w="1548" w:type="dxa"/>
          </w:tcPr>
          <w:p w:rsidR="00A71C97" w:rsidRPr="00B6534C" w:rsidRDefault="00A71C97" w:rsidP="00495E21">
            <w:pPr>
              <w:spacing w:after="0" w:line="240" w:lineRule="auto"/>
              <w:rPr>
                <w:b/>
                <w:noProof/>
                <w:lang w:eastAsia="ru-RU"/>
              </w:rPr>
            </w:pPr>
          </w:p>
        </w:tc>
        <w:tc>
          <w:tcPr>
            <w:tcW w:w="5940" w:type="dxa"/>
          </w:tcPr>
          <w:p w:rsidR="00A71C97" w:rsidRPr="00B6534C" w:rsidRDefault="00A71C97" w:rsidP="00495E21">
            <w:pPr>
              <w:spacing w:after="0" w:line="240" w:lineRule="auto"/>
              <w:rPr>
                <w:b/>
                <w:noProof/>
                <w:lang w:eastAsia="ru-RU"/>
              </w:rPr>
            </w:pPr>
          </w:p>
        </w:tc>
        <w:tc>
          <w:tcPr>
            <w:tcW w:w="2340" w:type="dxa"/>
          </w:tcPr>
          <w:p w:rsidR="00A71C97" w:rsidRPr="00B6534C" w:rsidRDefault="00A71C97" w:rsidP="00495E21">
            <w:pPr>
              <w:spacing w:after="0" w:line="240" w:lineRule="auto"/>
              <w:rPr>
                <w:b/>
                <w:noProof/>
                <w:lang w:eastAsia="ru-RU"/>
              </w:rPr>
            </w:pPr>
          </w:p>
        </w:tc>
      </w:tr>
      <w:tr w:rsidR="00A71C97" w:rsidRPr="00B6534C" w:rsidTr="00495E21">
        <w:trPr>
          <w:gridAfter w:val="1"/>
          <w:wAfter w:w="2884" w:type="dxa"/>
        </w:trPr>
        <w:tc>
          <w:tcPr>
            <w:tcW w:w="1548" w:type="dxa"/>
          </w:tcPr>
          <w:p w:rsidR="00A71C97" w:rsidRPr="00B6534C" w:rsidRDefault="00A71C97" w:rsidP="00495E21">
            <w:pPr>
              <w:spacing w:after="0" w:line="240" w:lineRule="auto"/>
              <w:rPr>
                <w:b/>
                <w:noProof/>
                <w:lang w:eastAsia="ru-RU"/>
              </w:rPr>
            </w:pPr>
            <w:r w:rsidRPr="00B6534C">
              <w:rPr>
                <w:b/>
                <w:noProof/>
                <w:lang w:eastAsia="ru-RU"/>
              </w:rPr>
              <w:t>1-2</w:t>
            </w:r>
          </w:p>
        </w:tc>
        <w:tc>
          <w:tcPr>
            <w:tcW w:w="5940" w:type="dxa"/>
          </w:tcPr>
          <w:p w:rsidR="00A71C97" w:rsidRPr="00B6534C" w:rsidRDefault="00A71C97" w:rsidP="00495E21">
            <w:pPr>
              <w:spacing w:after="0" w:line="240" w:lineRule="auto"/>
              <w:rPr>
                <w:b/>
                <w:noProof/>
                <w:lang w:eastAsia="ru-RU"/>
              </w:rPr>
            </w:pPr>
            <w:r w:rsidRPr="00B6534C">
              <w:rPr>
                <w:b/>
                <w:noProof/>
                <w:lang w:eastAsia="ru-RU"/>
              </w:rPr>
              <w:t xml:space="preserve">   Вводное занятие. </w:t>
            </w:r>
            <w:r w:rsidRPr="00B6534C">
              <w:rPr>
                <w:noProof/>
                <w:lang w:eastAsia="ru-RU"/>
              </w:rPr>
              <w:t>Первичный инструктаж по охране труда.</w:t>
            </w:r>
          </w:p>
        </w:tc>
        <w:tc>
          <w:tcPr>
            <w:tcW w:w="2340" w:type="dxa"/>
          </w:tcPr>
          <w:p w:rsidR="00A71C97" w:rsidRPr="00B6534C" w:rsidRDefault="00A71C97" w:rsidP="00495E21">
            <w:pPr>
              <w:spacing w:after="0" w:line="240" w:lineRule="auto"/>
              <w:rPr>
                <w:b/>
                <w:noProof/>
                <w:lang w:eastAsia="ru-RU"/>
              </w:rPr>
            </w:pPr>
          </w:p>
        </w:tc>
      </w:tr>
      <w:tr w:rsidR="00A71C97" w:rsidRPr="00B6534C" w:rsidTr="00495E21">
        <w:trPr>
          <w:gridAfter w:val="1"/>
          <w:wAfter w:w="2884" w:type="dxa"/>
        </w:trPr>
        <w:tc>
          <w:tcPr>
            <w:tcW w:w="1548" w:type="dxa"/>
          </w:tcPr>
          <w:p w:rsidR="00A71C97" w:rsidRDefault="00A71C97" w:rsidP="00495E21">
            <w:pPr>
              <w:spacing w:after="0" w:line="240" w:lineRule="auto"/>
              <w:rPr>
                <w:b/>
                <w:noProof/>
                <w:lang w:eastAsia="ru-RU"/>
              </w:rPr>
            </w:pPr>
          </w:p>
        </w:tc>
        <w:tc>
          <w:tcPr>
            <w:tcW w:w="5940" w:type="dxa"/>
          </w:tcPr>
          <w:p w:rsidR="00A71C97" w:rsidRPr="00567928" w:rsidRDefault="00A71C97" w:rsidP="00495E21">
            <w:pPr>
              <w:spacing w:after="0" w:line="240" w:lineRule="auto"/>
              <w:rPr>
                <w:b/>
                <w:i/>
                <w:noProof/>
                <w:lang w:eastAsia="ru-RU"/>
              </w:rPr>
            </w:pPr>
            <w:r w:rsidRPr="00567928">
              <w:rPr>
                <w:b/>
                <w:i/>
                <w:noProof/>
                <w:lang w:eastAsia="ru-RU"/>
              </w:rPr>
              <w:t>Технология домашнего хозяйства</w:t>
            </w:r>
            <w:r>
              <w:rPr>
                <w:b/>
                <w:i/>
                <w:noProof/>
                <w:lang w:eastAsia="ru-RU"/>
              </w:rPr>
              <w:t xml:space="preserve"> 4 часа</w:t>
            </w:r>
          </w:p>
        </w:tc>
        <w:tc>
          <w:tcPr>
            <w:tcW w:w="2340" w:type="dxa"/>
          </w:tcPr>
          <w:p w:rsidR="00A71C97" w:rsidRDefault="00A71C97" w:rsidP="00495E21">
            <w:pPr>
              <w:spacing w:after="0" w:line="240" w:lineRule="auto"/>
              <w:rPr>
                <w:b/>
                <w:noProof/>
                <w:lang w:eastAsia="ru-RU"/>
              </w:rPr>
            </w:pPr>
          </w:p>
          <w:p w:rsidR="00A71C97" w:rsidRPr="00B6534C" w:rsidRDefault="00A71C97" w:rsidP="00495E21">
            <w:pPr>
              <w:spacing w:after="0" w:line="240" w:lineRule="auto"/>
              <w:rPr>
                <w:b/>
                <w:noProof/>
                <w:lang w:eastAsia="ru-RU"/>
              </w:rPr>
            </w:pPr>
          </w:p>
        </w:tc>
      </w:tr>
      <w:tr w:rsidR="00A71C97" w:rsidRPr="00B6534C" w:rsidTr="00495E21">
        <w:trPr>
          <w:gridAfter w:val="1"/>
          <w:wAfter w:w="2884" w:type="dxa"/>
        </w:trPr>
        <w:tc>
          <w:tcPr>
            <w:tcW w:w="1548" w:type="dxa"/>
          </w:tcPr>
          <w:p w:rsidR="00A71C97" w:rsidRPr="00567928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 w:rsidRPr="00567928">
              <w:rPr>
                <w:noProof/>
                <w:lang w:eastAsia="ru-RU"/>
              </w:rPr>
              <w:t>3-4</w:t>
            </w:r>
          </w:p>
          <w:p w:rsidR="00A71C97" w:rsidRPr="00567928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5940" w:type="dxa"/>
          </w:tcPr>
          <w:p w:rsidR="00A71C97" w:rsidRPr="00567928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 w:rsidRPr="00567928">
              <w:rPr>
                <w:noProof/>
                <w:lang w:eastAsia="ru-RU"/>
              </w:rPr>
              <w:t xml:space="preserve">Освещение </w:t>
            </w:r>
            <w:r>
              <w:rPr>
                <w:noProof/>
                <w:lang w:eastAsia="ru-RU"/>
              </w:rPr>
              <w:t>жилого помещения. Предметы искусства и коллекции в интерьере</w:t>
            </w:r>
            <w:r w:rsidRPr="00567928">
              <w:rPr>
                <w:noProof/>
                <w:lang w:eastAsia="ru-RU"/>
              </w:rPr>
              <w:t xml:space="preserve">     </w:t>
            </w:r>
            <w:r>
              <w:rPr>
                <w:noProof/>
                <w:lang w:eastAsia="ru-RU"/>
              </w:rPr>
              <w:t>Т.п. «Умный дом»</w:t>
            </w:r>
          </w:p>
        </w:tc>
        <w:tc>
          <w:tcPr>
            <w:tcW w:w="2340" w:type="dxa"/>
          </w:tcPr>
          <w:p w:rsidR="00A71C97" w:rsidRPr="00B6534C" w:rsidRDefault="00A71C97" w:rsidP="00495E21">
            <w:pPr>
              <w:spacing w:after="0" w:line="240" w:lineRule="auto"/>
              <w:rPr>
                <w:b/>
                <w:noProof/>
                <w:lang w:eastAsia="ru-RU"/>
              </w:rPr>
            </w:pPr>
          </w:p>
        </w:tc>
      </w:tr>
      <w:tr w:rsidR="00A71C97" w:rsidRPr="00B6534C" w:rsidTr="00495E21">
        <w:trPr>
          <w:gridAfter w:val="1"/>
          <w:wAfter w:w="2884" w:type="dxa"/>
        </w:trPr>
        <w:tc>
          <w:tcPr>
            <w:tcW w:w="1548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5-6</w:t>
            </w:r>
          </w:p>
        </w:tc>
        <w:tc>
          <w:tcPr>
            <w:tcW w:w="59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Гигиена жилища. П.р. Генеральная уборка кабинета.</w:t>
            </w:r>
          </w:p>
        </w:tc>
        <w:tc>
          <w:tcPr>
            <w:tcW w:w="23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</w:tr>
      <w:tr w:rsidR="00A71C97" w:rsidRPr="00B6534C" w:rsidTr="00495E21">
        <w:trPr>
          <w:gridAfter w:val="1"/>
          <w:wAfter w:w="2884" w:type="dxa"/>
        </w:trPr>
        <w:tc>
          <w:tcPr>
            <w:tcW w:w="1548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5940" w:type="dxa"/>
          </w:tcPr>
          <w:p w:rsidR="00A71C97" w:rsidRDefault="00A71C97" w:rsidP="00495E21">
            <w:pPr>
              <w:spacing w:after="0" w:line="240" w:lineRule="auto"/>
              <w:rPr>
                <w:b/>
                <w:i/>
                <w:noProof/>
                <w:lang w:eastAsia="ru-RU"/>
              </w:rPr>
            </w:pPr>
            <w:r w:rsidRPr="00D16820">
              <w:rPr>
                <w:b/>
                <w:i/>
                <w:noProof/>
                <w:lang w:eastAsia="ru-RU"/>
              </w:rPr>
              <w:t xml:space="preserve">Кулинария  </w:t>
            </w:r>
            <w:r>
              <w:rPr>
                <w:b/>
                <w:i/>
                <w:noProof/>
                <w:lang w:eastAsia="ru-RU"/>
              </w:rPr>
              <w:t>(</w:t>
            </w:r>
            <w:r w:rsidRPr="00D16820">
              <w:rPr>
                <w:b/>
                <w:i/>
                <w:noProof/>
                <w:lang w:eastAsia="ru-RU"/>
              </w:rPr>
              <w:t xml:space="preserve">12 часов, из них2,5-теор и 9,5 –практика, </w:t>
            </w:r>
          </w:p>
          <w:p w:rsidR="00A71C97" w:rsidRPr="00D16820" w:rsidRDefault="00A71C97" w:rsidP="00495E21">
            <w:pPr>
              <w:spacing w:after="0" w:line="240" w:lineRule="auto"/>
              <w:rPr>
                <w:b/>
                <w:i/>
                <w:noProof/>
                <w:lang w:eastAsia="ru-RU"/>
              </w:rPr>
            </w:pPr>
            <w:r w:rsidRPr="00D16820">
              <w:rPr>
                <w:b/>
                <w:i/>
                <w:noProof/>
                <w:lang w:eastAsia="ru-RU"/>
              </w:rPr>
              <w:t>вкличая Т.п.</w:t>
            </w:r>
            <w:r>
              <w:rPr>
                <w:b/>
                <w:i/>
                <w:noProof/>
                <w:lang w:eastAsia="ru-RU"/>
              </w:rPr>
              <w:t>)</w:t>
            </w:r>
          </w:p>
        </w:tc>
        <w:tc>
          <w:tcPr>
            <w:tcW w:w="23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</w:tr>
      <w:tr w:rsidR="00A71C97" w:rsidRPr="00B6534C" w:rsidTr="00495E21">
        <w:trPr>
          <w:gridAfter w:val="1"/>
          <w:wAfter w:w="2884" w:type="dxa"/>
        </w:trPr>
        <w:tc>
          <w:tcPr>
            <w:tcW w:w="1548" w:type="dxa"/>
          </w:tcPr>
          <w:p w:rsidR="00A71C97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 w:rsidRPr="00B6534C">
              <w:rPr>
                <w:noProof/>
                <w:lang w:eastAsia="ru-RU"/>
              </w:rPr>
              <w:t>7-8</w:t>
            </w:r>
          </w:p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59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Блюда из молока и  кисломолочных продуктов.</w:t>
            </w:r>
          </w:p>
        </w:tc>
        <w:tc>
          <w:tcPr>
            <w:tcW w:w="23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</w:tr>
      <w:tr w:rsidR="00A71C97" w:rsidRPr="00B6534C" w:rsidTr="00495E21">
        <w:trPr>
          <w:gridAfter w:val="1"/>
          <w:wAfter w:w="2884" w:type="dxa"/>
        </w:trPr>
        <w:tc>
          <w:tcPr>
            <w:tcW w:w="1548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 w:rsidRPr="00B6534C">
              <w:rPr>
                <w:noProof/>
                <w:lang w:eastAsia="ru-RU"/>
              </w:rPr>
              <w:t>9-10</w:t>
            </w:r>
          </w:p>
        </w:tc>
        <w:tc>
          <w:tcPr>
            <w:tcW w:w="5940" w:type="dxa"/>
          </w:tcPr>
          <w:p w:rsidR="00A71C97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Изделия из жидкого теста</w:t>
            </w:r>
          </w:p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23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</w:tr>
      <w:tr w:rsidR="00A71C97" w:rsidRPr="00B6534C" w:rsidTr="00495E21">
        <w:trPr>
          <w:gridAfter w:val="1"/>
          <w:wAfter w:w="2884" w:type="dxa"/>
        </w:trPr>
        <w:tc>
          <w:tcPr>
            <w:tcW w:w="1548" w:type="dxa"/>
          </w:tcPr>
          <w:p w:rsidR="00A71C97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 w:rsidRPr="00B6534C">
              <w:rPr>
                <w:noProof/>
                <w:lang w:eastAsia="ru-RU"/>
              </w:rPr>
              <w:t>11-12</w:t>
            </w:r>
          </w:p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59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Виды теста и выпечки</w:t>
            </w:r>
            <w:r w:rsidRPr="00B6534C">
              <w:rPr>
                <w:noProof/>
                <w:lang w:eastAsia="ru-RU"/>
              </w:rPr>
              <w:t>.</w:t>
            </w:r>
          </w:p>
        </w:tc>
        <w:tc>
          <w:tcPr>
            <w:tcW w:w="23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</w:tr>
      <w:tr w:rsidR="00A71C97" w:rsidRPr="00B6534C" w:rsidTr="00495E21">
        <w:trPr>
          <w:gridAfter w:val="1"/>
          <w:wAfter w:w="2884" w:type="dxa"/>
        </w:trPr>
        <w:tc>
          <w:tcPr>
            <w:tcW w:w="1548" w:type="dxa"/>
          </w:tcPr>
          <w:p w:rsidR="00A71C97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 w:rsidRPr="00B6534C">
              <w:rPr>
                <w:noProof/>
                <w:lang w:eastAsia="ru-RU"/>
              </w:rPr>
              <w:t>13-14</w:t>
            </w:r>
          </w:p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59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Сладости ,десерты, напитки.</w:t>
            </w:r>
          </w:p>
        </w:tc>
        <w:tc>
          <w:tcPr>
            <w:tcW w:w="23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</w:tr>
      <w:tr w:rsidR="00A71C97" w:rsidRPr="00B6534C" w:rsidTr="00495E21">
        <w:trPr>
          <w:gridAfter w:val="1"/>
          <w:wAfter w:w="2884" w:type="dxa"/>
        </w:trPr>
        <w:tc>
          <w:tcPr>
            <w:tcW w:w="1548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15-16</w:t>
            </w:r>
          </w:p>
        </w:tc>
        <w:tc>
          <w:tcPr>
            <w:tcW w:w="5940" w:type="dxa"/>
          </w:tcPr>
          <w:p w:rsidR="00A71C97" w:rsidRPr="00AF02BC" w:rsidRDefault="00A71C97" w:rsidP="00495E21">
            <w:pPr>
              <w:spacing w:after="0" w:line="240" w:lineRule="auto"/>
              <w:rPr>
                <w:i/>
                <w:noProof/>
                <w:lang w:eastAsia="ru-RU"/>
              </w:rPr>
            </w:pPr>
            <w:r w:rsidRPr="00D16820">
              <w:rPr>
                <w:noProof/>
                <w:lang w:eastAsia="ru-RU"/>
              </w:rPr>
              <w:t>Сервировка праздничного стола. Праздничный этикет</w:t>
            </w:r>
            <w:r w:rsidRPr="00D16820">
              <w:rPr>
                <w:i/>
                <w:noProof/>
                <w:lang w:eastAsia="ru-RU"/>
              </w:rPr>
              <w:t>.</w:t>
            </w:r>
          </w:p>
        </w:tc>
        <w:tc>
          <w:tcPr>
            <w:tcW w:w="23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</w:tr>
      <w:tr w:rsidR="00A71C97" w:rsidRPr="00B6534C" w:rsidTr="00495E21">
        <w:trPr>
          <w:gridAfter w:val="1"/>
          <w:wAfter w:w="2884" w:type="dxa"/>
        </w:trPr>
        <w:tc>
          <w:tcPr>
            <w:tcW w:w="1548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17-18</w:t>
            </w:r>
          </w:p>
        </w:tc>
        <w:tc>
          <w:tcPr>
            <w:tcW w:w="5940" w:type="dxa"/>
          </w:tcPr>
          <w:p w:rsidR="00A71C97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Т.п. Сладкий стол.</w:t>
            </w:r>
          </w:p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23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</w:tr>
      <w:tr w:rsidR="00A71C97" w:rsidRPr="00B6534C" w:rsidTr="00495E21">
        <w:trPr>
          <w:gridAfter w:val="1"/>
          <w:wAfter w:w="2884" w:type="dxa"/>
        </w:trPr>
        <w:tc>
          <w:tcPr>
            <w:tcW w:w="1548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5940" w:type="dxa"/>
          </w:tcPr>
          <w:p w:rsidR="00A71C97" w:rsidRPr="00C23DB5" w:rsidRDefault="00A71C97" w:rsidP="00495E21">
            <w:pPr>
              <w:spacing w:after="0" w:line="240" w:lineRule="auto"/>
              <w:rPr>
                <w:b/>
                <w:i/>
                <w:noProof/>
                <w:lang w:eastAsia="ru-RU"/>
              </w:rPr>
            </w:pPr>
            <w:r w:rsidRPr="00C23DB5">
              <w:rPr>
                <w:b/>
                <w:i/>
                <w:noProof/>
                <w:lang w:eastAsia="ru-RU"/>
              </w:rPr>
              <w:t>Создание изделий из текстильных материалов. (</w:t>
            </w:r>
            <w:r>
              <w:rPr>
                <w:b/>
                <w:i/>
                <w:noProof/>
                <w:lang w:eastAsia="ru-RU"/>
              </w:rPr>
              <w:t>18часов, из них 4-теор, 14-практика)</w:t>
            </w:r>
          </w:p>
        </w:tc>
        <w:tc>
          <w:tcPr>
            <w:tcW w:w="23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</w:tr>
      <w:tr w:rsidR="00A71C97" w:rsidRPr="00B6534C" w:rsidTr="00495E21">
        <w:trPr>
          <w:gridAfter w:val="1"/>
          <w:wAfter w:w="2884" w:type="dxa"/>
        </w:trPr>
        <w:tc>
          <w:tcPr>
            <w:tcW w:w="1548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 w:rsidRPr="00B6534C">
              <w:rPr>
                <w:noProof/>
                <w:lang w:eastAsia="ru-RU"/>
              </w:rPr>
              <w:t>19-20</w:t>
            </w:r>
          </w:p>
        </w:tc>
        <w:tc>
          <w:tcPr>
            <w:tcW w:w="59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 w:rsidRPr="00C23DB5">
              <w:rPr>
                <w:noProof/>
                <w:lang w:eastAsia="ru-RU"/>
              </w:rPr>
              <w:t>Своиства текстильных материалов</w:t>
            </w:r>
            <w:r>
              <w:rPr>
                <w:noProof/>
                <w:lang w:eastAsia="ru-RU"/>
              </w:rPr>
              <w:t xml:space="preserve">  П.р. Определение сырьевого состава ткани.</w:t>
            </w:r>
          </w:p>
        </w:tc>
        <w:tc>
          <w:tcPr>
            <w:tcW w:w="23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</w:tr>
      <w:tr w:rsidR="00A71C97" w:rsidRPr="00B6534C" w:rsidTr="00495E21">
        <w:trPr>
          <w:gridAfter w:val="1"/>
          <w:wAfter w:w="2884" w:type="dxa"/>
        </w:trPr>
        <w:tc>
          <w:tcPr>
            <w:tcW w:w="1548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21-24</w:t>
            </w:r>
          </w:p>
        </w:tc>
        <w:tc>
          <w:tcPr>
            <w:tcW w:w="5940" w:type="dxa"/>
          </w:tcPr>
          <w:p w:rsidR="00A71C97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Конструирование швейных изделий. П.р</w:t>
            </w:r>
          </w:p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23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</w:tr>
      <w:tr w:rsidR="00A71C97" w:rsidRPr="00B6534C" w:rsidTr="00495E21">
        <w:trPr>
          <w:gridAfter w:val="1"/>
          <w:wAfter w:w="2884" w:type="dxa"/>
        </w:trPr>
        <w:tc>
          <w:tcPr>
            <w:tcW w:w="1548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25-26</w:t>
            </w:r>
          </w:p>
        </w:tc>
        <w:tc>
          <w:tcPr>
            <w:tcW w:w="5940" w:type="dxa"/>
          </w:tcPr>
          <w:p w:rsidR="00A71C97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Моделирование швейных изделий. П.р.</w:t>
            </w:r>
          </w:p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23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</w:tr>
      <w:tr w:rsidR="00A71C97" w:rsidRPr="00B6534C" w:rsidTr="00495E21">
        <w:trPr>
          <w:gridAfter w:val="1"/>
          <w:wAfter w:w="2884" w:type="dxa"/>
        </w:trPr>
        <w:tc>
          <w:tcPr>
            <w:tcW w:w="1548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27-28</w:t>
            </w:r>
          </w:p>
        </w:tc>
        <w:tc>
          <w:tcPr>
            <w:tcW w:w="5940" w:type="dxa"/>
          </w:tcPr>
          <w:p w:rsidR="00A71C97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Швейная машина </w:t>
            </w:r>
            <w:r w:rsidRPr="00B6534C">
              <w:rPr>
                <w:noProof/>
                <w:lang w:eastAsia="ru-RU"/>
              </w:rPr>
              <w:t>.</w:t>
            </w:r>
            <w:r>
              <w:rPr>
                <w:noProof/>
                <w:lang w:eastAsia="ru-RU"/>
              </w:rPr>
              <w:t xml:space="preserve"> П р.  </w:t>
            </w:r>
            <w:r w:rsidRPr="00B6534C">
              <w:rPr>
                <w:noProof/>
                <w:lang w:eastAsia="ru-RU"/>
              </w:rPr>
              <w:t>Выполнение обметочной петли.</w:t>
            </w:r>
          </w:p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23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</w:tr>
      <w:tr w:rsidR="00A71C97" w:rsidRPr="00B6534C" w:rsidTr="00495E21">
        <w:trPr>
          <w:gridAfter w:val="1"/>
          <w:wAfter w:w="2884" w:type="dxa"/>
        </w:trPr>
        <w:tc>
          <w:tcPr>
            <w:tcW w:w="1548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29-36</w:t>
            </w:r>
          </w:p>
        </w:tc>
        <w:tc>
          <w:tcPr>
            <w:tcW w:w="5940" w:type="dxa"/>
          </w:tcPr>
          <w:p w:rsidR="00A71C97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Технология изготовления швейных изделий</w:t>
            </w:r>
          </w:p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23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</w:tr>
      <w:tr w:rsidR="00A71C97" w:rsidRPr="00B6534C" w:rsidTr="00495E21">
        <w:trPr>
          <w:gridAfter w:val="1"/>
          <w:wAfter w:w="2884" w:type="dxa"/>
        </w:trPr>
        <w:tc>
          <w:tcPr>
            <w:tcW w:w="1548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5940" w:type="dxa"/>
          </w:tcPr>
          <w:p w:rsidR="00A71C97" w:rsidRDefault="00A71C97" w:rsidP="00495E21">
            <w:pPr>
              <w:spacing w:after="0" w:line="240" w:lineRule="auto"/>
              <w:rPr>
                <w:b/>
                <w:i/>
                <w:noProof/>
                <w:lang w:eastAsia="ru-RU"/>
              </w:rPr>
            </w:pPr>
            <w:r w:rsidRPr="005F4BCE">
              <w:rPr>
                <w:b/>
                <w:i/>
                <w:noProof/>
                <w:lang w:eastAsia="ru-RU"/>
              </w:rPr>
              <w:t>Художественные ремёсла. (16 часов)</w:t>
            </w:r>
          </w:p>
          <w:p w:rsidR="00A71C97" w:rsidRPr="005F4BCE" w:rsidRDefault="00A71C97" w:rsidP="00495E21">
            <w:pPr>
              <w:spacing w:after="0" w:line="240" w:lineRule="auto"/>
              <w:rPr>
                <w:i/>
                <w:noProof/>
                <w:lang w:eastAsia="ru-RU"/>
              </w:rPr>
            </w:pPr>
          </w:p>
        </w:tc>
        <w:tc>
          <w:tcPr>
            <w:tcW w:w="23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</w:tr>
      <w:tr w:rsidR="00A71C97" w:rsidRPr="00B6534C" w:rsidTr="00495E21">
        <w:trPr>
          <w:gridAfter w:val="1"/>
          <w:wAfter w:w="2884" w:type="dxa"/>
        </w:trPr>
        <w:tc>
          <w:tcPr>
            <w:tcW w:w="1548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37-38</w:t>
            </w:r>
          </w:p>
        </w:tc>
        <w:tc>
          <w:tcPr>
            <w:tcW w:w="5940" w:type="dxa"/>
          </w:tcPr>
          <w:p w:rsidR="00A71C97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Ручая роспись тканей</w:t>
            </w:r>
          </w:p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23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</w:tr>
      <w:tr w:rsidR="00A71C97" w:rsidRPr="00B6534C" w:rsidTr="00495E21">
        <w:trPr>
          <w:gridAfter w:val="1"/>
          <w:wAfter w:w="2884" w:type="dxa"/>
        </w:trPr>
        <w:tc>
          <w:tcPr>
            <w:tcW w:w="1548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39-50</w:t>
            </w:r>
          </w:p>
        </w:tc>
        <w:tc>
          <w:tcPr>
            <w:tcW w:w="5940" w:type="dxa"/>
          </w:tcPr>
          <w:p w:rsidR="00A71C97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Вышивание</w:t>
            </w:r>
          </w:p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23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</w:tr>
      <w:tr w:rsidR="00A71C97" w:rsidRPr="00B6534C" w:rsidTr="00495E21">
        <w:tc>
          <w:tcPr>
            <w:tcW w:w="1548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5940" w:type="dxa"/>
          </w:tcPr>
          <w:p w:rsidR="00A71C97" w:rsidRPr="00C21507" w:rsidRDefault="00A71C97" w:rsidP="00495E21">
            <w:pPr>
              <w:spacing w:after="0" w:line="240" w:lineRule="auto"/>
              <w:rPr>
                <w:b/>
                <w:i/>
                <w:noProof/>
                <w:lang w:eastAsia="ru-RU"/>
              </w:rPr>
            </w:pPr>
            <w:r>
              <w:rPr>
                <w:b/>
                <w:i/>
                <w:noProof/>
                <w:lang w:eastAsia="ru-RU"/>
              </w:rPr>
              <w:t>Технология творческой и опытнической деятельности (18 часов)</w:t>
            </w:r>
          </w:p>
        </w:tc>
        <w:tc>
          <w:tcPr>
            <w:tcW w:w="23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2884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</w:tr>
      <w:tr w:rsidR="00A71C97" w:rsidRPr="00B6534C" w:rsidTr="00495E21">
        <w:trPr>
          <w:gridAfter w:val="1"/>
          <w:wAfter w:w="2884" w:type="dxa"/>
        </w:trPr>
        <w:tc>
          <w:tcPr>
            <w:tcW w:w="1548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51-68</w:t>
            </w:r>
          </w:p>
        </w:tc>
        <w:tc>
          <w:tcPr>
            <w:tcW w:w="59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Исследовательская и созидательная деятельность.</w:t>
            </w:r>
          </w:p>
        </w:tc>
        <w:tc>
          <w:tcPr>
            <w:tcW w:w="2340" w:type="dxa"/>
          </w:tcPr>
          <w:p w:rsidR="00A71C97" w:rsidRPr="00B6534C" w:rsidRDefault="00A71C97" w:rsidP="00495E21">
            <w:pPr>
              <w:spacing w:after="0" w:line="240" w:lineRule="auto"/>
              <w:rPr>
                <w:noProof/>
                <w:lang w:eastAsia="ru-RU"/>
              </w:rPr>
            </w:pPr>
          </w:p>
        </w:tc>
      </w:tr>
    </w:tbl>
    <w:p w:rsidR="00A71C97" w:rsidRDefault="00A71C97" w:rsidP="007536F1">
      <w:pPr>
        <w:spacing w:after="0" w:line="240" w:lineRule="auto"/>
        <w:rPr>
          <w:b/>
          <w:noProof/>
          <w:sz w:val="32"/>
          <w:lang w:eastAsia="ru-RU"/>
        </w:rPr>
      </w:pPr>
    </w:p>
    <w:p w:rsidR="00A71C97" w:rsidRPr="007536F1" w:rsidRDefault="00A71C97" w:rsidP="007536F1">
      <w:pPr>
        <w:spacing w:after="0" w:line="240" w:lineRule="auto"/>
        <w:rPr>
          <w:b/>
          <w:sz w:val="24"/>
          <w:szCs w:val="24"/>
          <w:u w:val="single"/>
        </w:rPr>
      </w:pPr>
      <w:r w:rsidRPr="007536F1">
        <w:rPr>
          <w:b/>
          <w:sz w:val="24"/>
          <w:szCs w:val="24"/>
          <w:u w:val="single"/>
        </w:rPr>
        <w:t>Приложение</w:t>
      </w:r>
    </w:p>
    <w:p w:rsidR="00A71C97" w:rsidRDefault="00A71C97" w:rsidP="007536F1">
      <w:pPr>
        <w:spacing w:after="0" w:line="240" w:lineRule="auto"/>
        <w:rPr>
          <w:b/>
          <w:sz w:val="32"/>
          <w:szCs w:val="24"/>
          <w:u w:val="single"/>
        </w:rPr>
      </w:pPr>
      <w:r>
        <w:rPr>
          <w:b/>
          <w:sz w:val="32"/>
          <w:szCs w:val="24"/>
          <w:u w:val="single"/>
        </w:rPr>
        <w:t>Учебно-методическое и материально-техническое обеспечение.</w:t>
      </w:r>
    </w:p>
    <w:p w:rsidR="00A71C97" w:rsidRDefault="00A71C97" w:rsidP="0092093E">
      <w:pPr>
        <w:spacing w:after="0" w:line="240" w:lineRule="auto"/>
        <w:ind w:firstLine="708"/>
        <w:jc w:val="both"/>
        <w:rPr>
          <w:b/>
        </w:rPr>
      </w:pPr>
    </w:p>
    <w:p w:rsidR="00A71C97" w:rsidRPr="0092093E" w:rsidRDefault="00A71C97" w:rsidP="0092093E">
      <w:pPr>
        <w:spacing w:after="0" w:line="240" w:lineRule="auto"/>
        <w:ind w:firstLine="708"/>
        <w:jc w:val="both"/>
        <w:rPr>
          <w:sz w:val="24"/>
          <w:szCs w:val="24"/>
          <w:lang w:eastAsia="ru-RU"/>
        </w:rPr>
      </w:pPr>
      <w:r w:rsidRPr="0092093E">
        <w:rPr>
          <w:sz w:val="24"/>
          <w:szCs w:val="24"/>
          <w:lang w:eastAsia="ru-RU"/>
        </w:rPr>
        <w:t xml:space="preserve">Для достижения личностных, метапредметных и предметных результатов в обучении предмета технологии  необходимо   комплексное использование средств  обучения. Его необходимость объясняется тем, что полнота представлений зависит от того, сколько чувств участвует или участвовало в восприятии объектов, представление о которых формируется на уроке.  Рабочие места для обучающихся (парта, стул);  Образные представления возникают и формируются прежде всего на основе той информации, которую ученик получает из иллюстративных средств обучения.   Поэтому, при отборе средств обучения к уроку необходимо исходить из темы и целей обучения, а так же учитывать подготовленность школьников к изучению данного материала. </w:t>
      </w:r>
    </w:p>
    <w:p w:rsidR="00A71C97" w:rsidRPr="0092093E" w:rsidRDefault="00A71C97" w:rsidP="0092093E">
      <w:pPr>
        <w:spacing w:after="0" w:line="240" w:lineRule="auto"/>
        <w:ind w:firstLine="708"/>
        <w:jc w:val="both"/>
        <w:rPr>
          <w:b/>
          <w:sz w:val="24"/>
          <w:szCs w:val="24"/>
          <w:u w:val="single"/>
          <w:lang w:eastAsia="ru-RU"/>
        </w:rPr>
      </w:pPr>
      <w:r w:rsidRPr="0092093E">
        <w:rPr>
          <w:b/>
          <w:i/>
          <w:sz w:val="24"/>
          <w:szCs w:val="24"/>
          <w:u w:val="single"/>
          <w:lang w:eastAsia="ru-RU"/>
        </w:rPr>
        <w:t>Учебно-практическое и учебно-лабораторное оборудование:</w:t>
      </w:r>
    </w:p>
    <w:p w:rsidR="00A71C97" w:rsidRPr="0092093E" w:rsidRDefault="00A71C97" w:rsidP="0092093E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92093E">
        <w:rPr>
          <w:sz w:val="24"/>
          <w:szCs w:val="24"/>
          <w:lang w:eastAsia="ru-RU"/>
        </w:rPr>
        <w:t>Рабочее место учителя; стол</w:t>
      </w:r>
      <w:r>
        <w:rPr>
          <w:sz w:val="24"/>
          <w:szCs w:val="24"/>
          <w:lang w:eastAsia="ru-RU"/>
        </w:rPr>
        <w:t>ы</w:t>
      </w:r>
      <w:r w:rsidRPr="0092093E">
        <w:rPr>
          <w:sz w:val="24"/>
          <w:szCs w:val="24"/>
          <w:lang w:eastAsia="ru-RU"/>
        </w:rPr>
        <w:t xml:space="preserve"> для раскройных работ;  комплекты для раскроя и шитья; швейные бытовые машины «</w:t>
      </w:r>
      <w:r>
        <w:rPr>
          <w:sz w:val="24"/>
          <w:szCs w:val="24"/>
          <w:lang w:eastAsia="ru-RU"/>
        </w:rPr>
        <w:t>ПМЗ» «Чайка»; гладильная доска, утюг</w:t>
      </w:r>
      <w:r w:rsidRPr="0092093E">
        <w:rPr>
          <w:sz w:val="24"/>
          <w:szCs w:val="24"/>
          <w:lang w:eastAsia="ru-RU"/>
        </w:rPr>
        <w:t xml:space="preserve">; стол для приготовлении пищевых продуктов; столовая посуда для приготовления пищевых блюд; </w:t>
      </w:r>
      <w:r>
        <w:rPr>
          <w:sz w:val="24"/>
          <w:szCs w:val="24"/>
          <w:lang w:eastAsia="ru-RU"/>
        </w:rPr>
        <w:t xml:space="preserve">холодильник; </w:t>
      </w:r>
      <w:r w:rsidRPr="0092093E">
        <w:rPr>
          <w:sz w:val="24"/>
          <w:szCs w:val="24"/>
          <w:lang w:eastAsia="ru-RU"/>
        </w:rPr>
        <w:t xml:space="preserve"> натуральные объекты (коллекции).</w:t>
      </w:r>
    </w:p>
    <w:p w:rsidR="00A71C97" w:rsidRPr="0092093E" w:rsidRDefault="00A71C97" w:rsidP="0092093E">
      <w:pPr>
        <w:spacing w:after="0" w:line="240" w:lineRule="auto"/>
        <w:ind w:firstLine="708"/>
        <w:jc w:val="both"/>
        <w:rPr>
          <w:b/>
          <w:i/>
          <w:sz w:val="24"/>
          <w:szCs w:val="24"/>
          <w:u w:val="single"/>
          <w:lang w:eastAsia="ru-RU"/>
        </w:rPr>
      </w:pPr>
      <w:r w:rsidRPr="0092093E">
        <w:rPr>
          <w:b/>
          <w:i/>
          <w:sz w:val="24"/>
          <w:szCs w:val="24"/>
          <w:u w:val="single"/>
          <w:lang w:eastAsia="ru-RU"/>
        </w:rPr>
        <w:t>Техническое средство обучение:</w:t>
      </w:r>
    </w:p>
    <w:p w:rsidR="00A71C97" w:rsidRPr="0092093E" w:rsidRDefault="00A71C97" w:rsidP="0092093E">
      <w:pPr>
        <w:spacing w:after="0" w:line="240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Компьютер, экран.</w:t>
      </w:r>
    </w:p>
    <w:p w:rsidR="00A71C97" w:rsidRDefault="00A71C97" w:rsidP="0092093E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92093E">
        <w:rPr>
          <w:sz w:val="24"/>
          <w:szCs w:val="24"/>
          <w:lang w:eastAsia="ru-RU"/>
        </w:rPr>
        <w:t xml:space="preserve">          Уроки технологии проводятся в кабинете технология. В  гигиенических целях  в</w:t>
      </w:r>
      <w:r>
        <w:rPr>
          <w:sz w:val="24"/>
          <w:szCs w:val="24"/>
          <w:lang w:eastAsia="ru-RU"/>
        </w:rPr>
        <w:t xml:space="preserve">  кабинете   имеется  раковина</w:t>
      </w:r>
      <w:r w:rsidRPr="0092093E">
        <w:rPr>
          <w:sz w:val="24"/>
          <w:szCs w:val="24"/>
          <w:lang w:eastAsia="ru-RU"/>
        </w:rPr>
        <w:t xml:space="preserve">  и  полотенце. Температурный режим воздуха в кабинете составляет 20 – 22 </w:t>
      </w:r>
      <w:r w:rsidRPr="0092093E">
        <w:rPr>
          <w:sz w:val="24"/>
          <w:szCs w:val="24"/>
          <w:vertAlign w:val="superscript"/>
          <w:lang w:eastAsia="ru-RU"/>
        </w:rPr>
        <w:t>о</w:t>
      </w:r>
      <w:r w:rsidRPr="0092093E">
        <w:rPr>
          <w:sz w:val="24"/>
          <w:szCs w:val="24"/>
          <w:lang w:eastAsia="ru-RU"/>
        </w:rPr>
        <w:t>С. Температуру  в  кабинете в холодное время года  поддерживается  не ниже 18</w:t>
      </w:r>
      <w:r>
        <w:rPr>
          <w:sz w:val="24"/>
          <w:szCs w:val="24"/>
          <w:lang w:eastAsia="ru-RU"/>
        </w:rPr>
        <w:t xml:space="preserve"> °С.</w:t>
      </w:r>
    </w:p>
    <w:p w:rsidR="00A71C97" w:rsidRDefault="00A71C97" w:rsidP="0092093E">
      <w:pPr>
        <w:spacing w:after="0" w:line="240" w:lineRule="auto"/>
        <w:jc w:val="both"/>
        <w:rPr>
          <w:sz w:val="24"/>
          <w:szCs w:val="24"/>
          <w:lang w:eastAsia="ru-RU"/>
        </w:rPr>
      </w:pPr>
    </w:p>
    <w:p w:rsidR="00A71C97" w:rsidRPr="00F15A73" w:rsidRDefault="00A71C97" w:rsidP="00AF02BC">
      <w:pPr>
        <w:suppressAutoHyphens/>
        <w:rPr>
          <w:b/>
          <w:i/>
        </w:rPr>
      </w:pPr>
      <w:r>
        <w:rPr>
          <w:sz w:val="24"/>
          <w:szCs w:val="24"/>
          <w:lang w:eastAsia="ru-RU"/>
        </w:rPr>
        <w:t xml:space="preserve">                       </w:t>
      </w:r>
      <w:r>
        <w:rPr>
          <w:b/>
          <w:i/>
        </w:rPr>
        <w:t>1.</w:t>
      </w:r>
      <w:r w:rsidRPr="00876B2D">
        <w:rPr>
          <w:b/>
          <w:i/>
        </w:rPr>
        <w:t>Методическая литература</w:t>
      </w:r>
    </w:p>
    <w:tbl>
      <w:tblPr>
        <w:tblW w:w="10283" w:type="dxa"/>
        <w:tblInd w:w="-252" w:type="dxa"/>
        <w:tblLayout w:type="fixed"/>
        <w:tblLook w:val="0000"/>
      </w:tblPr>
      <w:tblGrid>
        <w:gridCol w:w="720"/>
        <w:gridCol w:w="3041"/>
        <w:gridCol w:w="2267"/>
        <w:gridCol w:w="1842"/>
        <w:gridCol w:w="1276"/>
        <w:gridCol w:w="1137"/>
      </w:tblGrid>
      <w:tr w:rsidR="00A71C97" w:rsidRPr="00876B2D" w:rsidTr="00BA51D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Pr="00876B2D" w:rsidRDefault="00A71C97" w:rsidP="00F832E9">
            <w:pPr>
              <w:snapToGrid w:val="0"/>
              <w:jc w:val="center"/>
              <w:rPr>
                <w:b/>
              </w:rPr>
            </w:pPr>
            <w:r w:rsidRPr="00876B2D">
              <w:rPr>
                <w:b/>
              </w:rPr>
              <w:t>№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Pr="00876B2D" w:rsidRDefault="00A71C97" w:rsidP="00F832E9">
            <w:pPr>
              <w:snapToGrid w:val="0"/>
              <w:jc w:val="center"/>
              <w:rPr>
                <w:b/>
              </w:rPr>
            </w:pPr>
            <w:r w:rsidRPr="00876B2D">
              <w:rPr>
                <w:b/>
              </w:rPr>
              <w:t>Название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Pr="00876B2D" w:rsidRDefault="00A71C97" w:rsidP="00F832E9">
            <w:pPr>
              <w:snapToGrid w:val="0"/>
              <w:jc w:val="center"/>
              <w:rPr>
                <w:b/>
              </w:rPr>
            </w:pPr>
            <w:r w:rsidRPr="00876B2D">
              <w:rPr>
                <w:b/>
              </w:rPr>
              <w:t>Автор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Pr="00876B2D" w:rsidRDefault="00A71C97" w:rsidP="00F832E9">
            <w:pPr>
              <w:snapToGrid w:val="0"/>
              <w:jc w:val="center"/>
              <w:rPr>
                <w:b/>
              </w:rPr>
            </w:pPr>
            <w:r w:rsidRPr="00876B2D">
              <w:rPr>
                <w:b/>
              </w:rPr>
              <w:t>Изд-во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Pr="00876B2D" w:rsidRDefault="00A71C97" w:rsidP="00F832E9">
            <w:pPr>
              <w:snapToGrid w:val="0"/>
              <w:jc w:val="center"/>
              <w:rPr>
                <w:b/>
              </w:rPr>
            </w:pPr>
            <w:r w:rsidRPr="00876B2D">
              <w:rPr>
                <w:b/>
              </w:rPr>
              <w:t>Год издания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97" w:rsidRPr="00876B2D" w:rsidRDefault="00A71C97" w:rsidP="00F832E9">
            <w:pPr>
              <w:snapToGrid w:val="0"/>
              <w:jc w:val="center"/>
              <w:rPr>
                <w:b/>
              </w:rPr>
            </w:pPr>
            <w:r w:rsidRPr="00876B2D">
              <w:rPr>
                <w:b/>
              </w:rPr>
              <w:t>Кол-во экз.</w:t>
            </w:r>
          </w:p>
        </w:tc>
      </w:tr>
      <w:tr w:rsidR="00A71C97" w:rsidRPr="00876B2D" w:rsidTr="00BA51D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Pr="00876B2D" w:rsidRDefault="00A71C97" w:rsidP="00F832E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95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97" w:rsidRPr="00876B2D" w:rsidRDefault="00A71C97" w:rsidP="00F832E9">
            <w:pPr>
              <w:snapToGrid w:val="0"/>
              <w:jc w:val="center"/>
              <w:rPr>
                <w:b/>
              </w:rPr>
            </w:pPr>
            <w:r w:rsidRPr="00876B2D">
              <w:rPr>
                <w:b/>
              </w:rPr>
              <w:t>Общие вопросы</w:t>
            </w:r>
          </w:p>
        </w:tc>
      </w:tr>
      <w:tr w:rsidR="00A71C97" w:rsidRPr="00876B2D" w:rsidTr="00BA51D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Сборник нормативных документов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jc w:val="both"/>
            </w:pPr>
            <w:r>
              <w:t>Э.Д.Днепров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«Дрофа»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2006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1</w:t>
            </w:r>
          </w:p>
        </w:tc>
      </w:tr>
      <w:tr w:rsidR="00A71C97" w:rsidRPr="00876B2D" w:rsidTr="00BA51D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2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Технология поурочные планы по разделу «вязание»5-7кл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jc w:val="both"/>
            </w:pPr>
            <w:r>
              <w:t>Е.А.Гурбина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«Учитель»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2007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1</w:t>
            </w:r>
          </w:p>
        </w:tc>
      </w:tr>
      <w:tr w:rsidR="00A71C97" w:rsidRPr="00876B2D" w:rsidTr="00BA51D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3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Выбирая профессию, выбираем образ жизни.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Е.И.Фадеева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ЦГЛ Москва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2004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1</w:t>
            </w:r>
          </w:p>
        </w:tc>
      </w:tr>
      <w:tr w:rsidR="00A71C97" w:rsidRPr="00876B2D" w:rsidTr="00BA51D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4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Проектная деятельность учащихся. Технология 5-11классы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Л.Н.Морозова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«Учитель»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2008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1</w:t>
            </w:r>
          </w:p>
        </w:tc>
      </w:tr>
      <w:tr w:rsidR="00A71C97" w:rsidRPr="00876B2D" w:rsidTr="00BA51D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5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Технология. Конспекты уроков, элективные курсы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Л.П.Барылкина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«5-за знания» Москва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2006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1</w:t>
            </w:r>
          </w:p>
        </w:tc>
      </w:tr>
      <w:tr w:rsidR="00A71C97" w:rsidRPr="00876B2D" w:rsidTr="00BA51D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6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Предметные недели в школе . Технология 5-11 классы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Е.Д.Володина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«Учитель»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2008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1</w:t>
            </w:r>
          </w:p>
        </w:tc>
      </w:tr>
      <w:tr w:rsidR="00A71C97" w:rsidRPr="00876B2D" w:rsidTr="00BA51D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7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Студия декоративно-прикладного творчества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Л.В.Горнова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«Учитель»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2008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1</w:t>
            </w:r>
          </w:p>
        </w:tc>
      </w:tr>
      <w:tr w:rsidR="00A71C97" w:rsidRPr="00876B2D" w:rsidTr="00BA51D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8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Технология. Организация кружковой работы в школе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О.Н. Маркелова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«Учитель»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2008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1</w:t>
            </w:r>
          </w:p>
        </w:tc>
      </w:tr>
      <w:tr w:rsidR="00A71C97" w:rsidRPr="00876B2D" w:rsidTr="00BA51D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9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5класс уроки труда Макраме. Вышивание.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С.И.Припеченкова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«Учитель»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2001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1</w:t>
            </w:r>
          </w:p>
        </w:tc>
      </w:tr>
      <w:tr w:rsidR="00A71C97" w:rsidRPr="00876B2D" w:rsidTr="00BA51D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10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Технология. Поурочные планы 6кл.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_________________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_____________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2008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1</w:t>
            </w:r>
          </w:p>
        </w:tc>
      </w:tr>
      <w:tr w:rsidR="00A71C97" w:rsidRPr="00876B2D" w:rsidTr="00BA51D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11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Технология. Поурочные планы 5кл.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__________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_________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2007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1</w:t>
            </w:r>
          </w:p>
        </w:tc>
      </w:tr>
      <w:tr w:rsidR="00A71C97" w:rsidRPr="00876B2D" w:rsidTr="00BA51D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12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Кружок вязания кючком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Т.И.Еременко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_________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1984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1</w:t>
            </w:r>
          </w:p>
        </w:tc>
      </w:tr>
      <w:tr w:rsidR="00A71C97" w:rsidRPr="00876B2D" w:rsidTr="00BA51D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12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Тесты по технологии 5-7 кл.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С.Э.Маркуцкая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«Экзамен»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2009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1</w:t>
            </w:r>
          </w:p>
        </w:tc>
      </w:tr>
      <w:tr w:rsidR="00A71C97" w:rsidRPr="00876B2D" w:rsidTr="00BA51D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13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Стандарты второго поколения. Примерные программы по учебным предметам. Технология 5-9 кл.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А.А.Кузнецов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«Просвещение»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2010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1</w:t>
            </w:r>
          </w:p>
        </w:tc>
      </w:tr>
      <w:tr w:rsidR="00A71C97" w:rsidRPr="00876B2D" w:rsidTr="00BA51D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14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Технология. Проектная деятельность. Планирование. Конспекты уроков. Рабочая тетрадь.5-11кл.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Н.А.Пономарева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«Учитель»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2013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1</w:t>
            </w:r>
          </w:p>
        </w:tc>
      </w:tr>
      <w:tr w:rsidR="00A71C97" w:rsidRPr="00876B2D" w:rsidTr="00BA51D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15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Технология. Программа 5-8кл.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А.Т.Тищенко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«Вентана-Граф»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2013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1</w:t>
            </w:r>
          </w:p>
        </w:tc>
      </w:tr>
      <w:tr w:rsidR="00A71C97" w:rsidRPr="00876B2D" w:rsidTr="00BA51D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16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Технология. Технологии ведения дома. Методическое пособие 5кл.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Н.В.Синица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«Вентана-Граф»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2013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1</w:t>
            </w:r>
          </w:p>
        </w:tc>
      </w:tr>
      <w:tr w:rsidR="00A71C97" w:rsidRPr="00876B2D" w:rsidTr="00BA51D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17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Технология. Технологии ведения дома. 5 кл.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Н.В.Синица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«Вентана-Граф»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2015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15</w:t>
            </w:r>
          </w:p>
        </w:tc>
      </w:tr>
      <w:tr w:rsidR="00A71C97" w:rsidRPr="00876B2D" w:rsidTr="00BA51D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18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Технология. Технологии ведения дома. 6 кл.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Н.В. Синица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</w:pPr>
            <w:r>
              <w:t>«Вентана-Граф»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2015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15</w:t>
            </w:r>
          </w:p>
        </w:tc>
      </w:tr>
      <w:tr w:rsidR="00A71C97" w:rsidRPr="00876B2D" w:rsidTr="00BA51D5">
        <w:trPr>
          <w:trHeight w:val="33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Pr="00876B2D" w:rsidRDefault="00A71C97" w:rsidP="00F832E9">
            <w:pPr>
              <w:snapToGrid w:val="0"/>
            </w:pPr>
            <w:r>
              <w:t>19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Технология.</w:t>
            </w:r>
          </w:p>
          <w:p w:rsidR="00A71C97" w:rsidRPr="00876B2D" w:rsidRDefault="00A71C97" w:rsidP="00F832E9">
            <w:pPr>
              <w:snapToGri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Технология ведения дома.7 кл.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Default="00A71C97" w:rsidP="00F832E9">
            <w:pPr>
              <w:snapToGrid w:val="0"/>
              <w:jc w:val="center"/>
            </w:pPr>
            <w:r>
              <w:t>Н.В.Синица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Pr="00876B2D" w:rsidRDefault="00A71C97" w:rsidP="00F832E9">
            <w:pPr>
              <w:snapToGrid w:val="0"/>
              <w:jc w:val="center"/>
            </w:pPr>
            <w:r>
              <w:t>«Вентана-Граф»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1C97" w:rsidRPr="00876B2D" w:rsidRDefault="00A71C97" w:rsidP="00F832E9">
            <w:pPr>
              <w:snapToGrid w:val="0"/>
              <w:jc w:val="center"/>
            </w:pPr>
            <w:r>
              <w:t>2016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C97" w:rsidRPr="00876B2D" w:rsidRDefault="00A71C97" w:rsidP="00F832E9">
            <w:pPr>
              <w:snapToGrid w:val="0"/>
              <w:jc w:val="center"/>
            </w:pPr>
            <w:r>
              <w:t>5</w:t>
            </w:r>
          </w:p>
        </w:tc>
      </w:tr>
    </w:tbl>
    <w:p w:rsidR="00A71C97" w:rsidRPr="0092093E" w:rsidRDefault="00A71C97" w:rsidP="0092093E">
      <w:pPr>
        <w:spacing w:after="0" w:line="240" w:lineRule="auto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</w:t>
      </w:r>
      <w:r w:rsidRPr="0092093E">
        <w:rPr>
          <w:color w:val="000000"/>
          <w:sz w:val="24"/>
          <w:szCs w:val="24"/>
          <w:lang w:eastAsia="ru-RU"/>
        </w:rPr>
        <w:t>Перечень основной литературы включает издания, содержание которых конкретизирует знания обучаемых по основным вопросам, изложенным в программе и определена</w:t>
      </w:r>
      <w:r w:rsidRPr="0092093E">
        <w:rPr>
          <w:sz w:val="24"/>
          <w:szCs w:val="24"/>
          <w:lang w:eastAsia="ru-RU"/>
        </w:rPr>
        <w:t xml:space="preserve"> федеральным перечнем учебников, рекомендованных Министерством  образования и науки Российской Федерации к использованию в образовательном процессе в общеобразовательных учреждениях. </w:t>
      </w:r>
      <w:r w:rsidRPr="0092093E">
        <w:rPr>
          <w:color w:val="000000"/>
          <w:sz w:val="24"/>
          <w:szCs w:val="24"/>
          <w:lang w:eastAsia="ru-RU"/>
        </w:rPr>
        <w:t>Дополнительный список и интернет-ресурсы включают издания, расширяющие знания школьников по отдельным аспектам и проблемам курса.</w:t>
      </w:r>
    </w:p>
    <w:p w:rsidR="00A71C97" w:rsidRPr="00AF02BC" w:rsidRDefault="00A71C97" w:rsidP="0092093E">
      <w:pPr>
        <w:tabs>
          <w:tab w:val="left" w:pos="0"/>
        </w:tabs>
        <w:spacing w:after="0" w:line="240" w:lineRule="auto"/>
        <w:contextualSpacing/>
        <w:jc w:val="both"/>
        <w:rPr>
          <w:b/>
          <w:szCs w:val="24"/>
          <w:u w:val="single"/>
          <w:lang w:eastAsia="ru-RU"/>
        </w:rPr>
      </w:pPr>
      <w:r w:rsidRPr="0092093E">
        <w:rPr>
          <w:b/>
          <w:i/>
          <w:sz w:val="24"/>
          <w:szCs w:val="24"/>
          <w:lang w:eastAsia="ru-RU"/>
        </w:rPr>
        <w:tab/>
      </w:r>
      <w:r w:rsidRPr="00AF02BC">
        <w:rPr>
          <w:b/>
          <w:i/>
          <w:szCs w:val="24"/>
          <w:lang w:eastAsia="ru-RU"/>
        </w:rPr>
        <w:t xml:space="preserve">2.  </w:t>
      </w:r>
      <w:r w:rsidRPr="00AF02BC">
        <w:rPr>
          <w:b/>
          <w:i/>
          <w:szCs w:val="24"/>
          <w:u w:val="single"/>
          <w:lang w:eastAsia="ru-RU"/>
        </w:rPr>
        <w:t>Литература, рекомендованная для учащихся:</w:t>
      </w:r>
    </w:p>
    <w:p w:rsidR="00A71C97" w:rsidRPr="0092093E" w:rsidRDefault="00A71C97" w:rsidP="005F737D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sz w:val="24"/>
          <w:szCs w:val="24"/>
          <w:lang w:eastAsia="ru-RU"/>
        </w:rPr>
      </w:pPr>
      <w:r w:rsidRPr="0092093E">
        <w:rPr>
          <w:sz w:val="24"/>
          <w:szCs w:val="24"/>
          <w:lang w:eastAsia="ru-RU"/>
        </w:rPr>
        <w:t>Двинских Л. Как шить красиво: Практическое руководство для начинающих портных. – М.: ТЕРРА - Книжный клуб, 2002. – 192 с.</w:t>
      </w:r>
    </w:p>
    <w:p w:rsidR="00A71C97" w:rsidRDefault="00A71C97" w:rsidP="005F737D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sz w:val="24"/>
          <w:szCs w:val="24"/>
          <w:lang w:eastAsia="ru-RU"/>
        </w:rPr>
      </w:pPr>
      <w:r w:rsidRPr="0092093E">
        <w:rPr>
          <w:sz w:val="24"/>
          <w:szCs w:val="24"/>
          <w:lang w:eastAsia="ru-RU"/>
        </w:rPr>
        <w:t xml:space="preserve">Технология. Технология ведения дома: 5 класс: учебник для учащихся общеобразовательных учреждений / Н.В. Синица, В.Д. Симоненко. –М.: Вента-Граф, 2012.   </w:t>
      </w:r>
    </w:p>
    <w:p w:rsidR="00A71C97" w:rsidRPr="0066052A" w:rsidRDefault="00A71C97" w:rsidP="0066052A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sz w:val="24"/>
          <w:szCs w:val="24"/>
          <w:lang w:eastAsia="ru-RU"/>
        </w:rPr>
      </w:pPr>
      <w:r w:rsidRPr="0092093E">
        <w:rPr>
          <w:sz w:val="24"/>
          <w:szCs w:val="24"/>
          <w:lang w:eastAsia="ru-RU"/>
        </w:rPr>
        <w:t>Технол</w:t>
      </w:r>
      <w:r>
        <w:rPr>
          <w:sz w:val="24"/>
          <w:szCs w:val="24"/>
          <w:lang w:eastAsia="ru-RU"/>
        </w:rPr>
        <w:t>огия. Технология ведения дома: 6</w:t>
      </w:r>
      <w:r w:rsidRPr="0092093E">
        <w:rPr>
          <w:sz w:val="24"/>
          <w:szCs w:val="24"/>
          <w:lang w:eastAsia="ru-RU"/>
        </w:rPr>
        <w:t xml:space="preserve"> класс: учебник для учащихся общеобразовательных учреждений / Н.В. Синица, В.Д. Симоненко. –М.: Вента-Граф, 2012.    </w:t>
      </w:r>
    </w:p>
    <w:p w:rsidR="00A71C97" w:rsidRPr="0092093E" w:rsidRDefault="00A71C97" w:rsidP="005F737D">
      <w:pPr>
        <w:numPr>
          <w:ilvl w:val="0"/>
          <w:numId w:val="8"/>
        </w:numPr>
        <w:spacing w:after="0" w:line="240" w:lineRule="auto"/>
        <w:contextualSpacing/>
        <w:jc w:val="both"/>
        <w:rPr>
          <w:sz w:val="24"/>
          <w:szCs w:val="24"/>
          <w:lang w:eastAsia="ru-RU"/>
        </w:rPr>
      </w:pPr>
      <w:r w:rsidRPr="0092093E">
        <w:rPr>
          <w:sz w:val="24"/>
          <w:szCs w:val="24"/>
          <w:lang w:eastAsia="ru-RU"/>
        </w:rPr>
        <w:t xml:space="preserve">Овощи / Пер. с англ. А. Чередниченко. – М.: ТЕРРА, 1997. – 168 с. </w:t>
      </w:r>
    </w:p>
    <w:p w:rsidR="00A71C97" w:rsidRPr="0092093E" w:rsidRDefault="00A71C97" w:rsidP="005F737D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sz w:val="24"/>
          <w:szCs w:val="24"/>
          <w:lang w:eastAsia="ru-RU"/>
        </w:rPr>
      </w:pPr>
      <w:r w:rsidRPr="0092093E">
        <w:rPr>
          <w:sz w:val="24"/>
          <w:szCs w:val="24"/>
          <w:lang w:eastAsia="ru-RU"/>
        </w:rPr>
        <w:t>Сидоренко В.И. Пэчворк для начинающих. – Ростов н/Д: изд-во «Феникс», 2003. – 160 с.</w:t>
      </w:r>
    </w:p>
    <w:p w:rsidR="00A71C97" w:rsidRPr="0092093E" w:rsidRDefault="00A71C97" w:rsidP="005F737D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sz w:val="24"/>
          <w:szCs w:val="24"/>
          <w:lang w:eastAsia="ru-RU"/>
        </w:rPr>
      </w:pPr>
      <w:r w:rsidRPr="0092093E">
        <w:rPr>
          <w:sz w:val="24"/>
          <w:szCs w:val="24"/>
          <w:lang w:eastAsia="ru-RU"/>
        </w:rPr>
        <w:t xml:space="preserve"> Технология. Технологии ведения дома: 5 класс: учебник для учащихся общеобразовательных учреждений / Н.В. Синица, В.Д. Симоненко.– М.: Вента-Граф, 2012.  </w:t>
      </w:r>
    </w:p>
    <w:p w:rsidR="00A71C97" w:rsidRPr="0092093E" w:rsidRDefault="00A71C97" w:rsidP="005F737D">
      <w:pPr>
        <w:numPr>
          <w:ilvl w:val="0"/>
          <w:numId w:val="8"/>
        </w:numPr>
        <w:spacing w:after="0" w:line="240" w:lineRule="auto"/>
        <w:contextualSpacing/>
        <w:jc w:val="both"/>
        <w:rPr>
          <w:sz w:val="24"/>
          <w:szCs w:val="24"/>
          <w:lang w:eastAsia="ru-RU"/>
        </w:rPr>
      </w:pPr>
      <w:r w:rsidRPr="0092093E">
        <w:rPr>
          <w:sz w:val="24"/>
          <w:szCs w:val="24"/>
          <w:lang w:eastAsia="ru-RU"/>
        </w:rPr>
        <w:t>Шитье и рукоделие: Энциклопедия / Гл. ред. И.А. Андреева. – 2-е изд. – М.: Большая Российская энциклопедия, 1998. – 288 с.</w:t>
      </w:r>
    </w:p>
    <w:p w:rsidR="00A71C97" w:rsidRPr="0092093E" w:rsidRDefault="00A71C97" w:rsidP="005F737D">
      <w:pPr>
        <w:numPr>
          <w:ilvl w:val="0"/>
          <w:numId w:val="8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sz w:val="24"/>
          <w:szCs w:val="24"/>
          <w:lang w:eastAsia="ru-RU"/>
        </w:rPr>
      </w:pPr>
      <w:r w:rsidRPr="0092093E">
        <w:rPr>
          <w:sz w:val="24"/>
          <w:szCs w:val="24"/>
          <w:lang w:eastAsia="ru-RU"/>
        </w:rPr>
        <w:t xml:space="preserve">«Школа шитья от </w:t>
      </w:r>
      <w:r w:rsidRPr="0092093E">
        <w:rPr>
          <w:sz w:val="24"/>
          <w:szCs w:val="24"/>
          <w:lang w:val="en-US" w:eastAsia="ru-RU"/>
        </w:rPr>
        <w:t>burda</w:t>
      </w:r>
      <w:r w:rsidRPr="0092093E">
        <w:rPr>
          <w:sz w:val="24"/>
          <w:szCs w:val="24"/>
          <w:lang w:eastAsia="ru-RU"/>
        </w:rPr>
        <w:t>» /Перевод: Карпова Е., ВНЕШСИГМА, 1999. – 112 с.</w:t>
      </w:r>
    </w:p>
    <w:p w:rsidR="00A71C97" w:rsidRDefault="00A71C97" w:rsidP="005F737D">
      <w:pPr>
        <w:numPr>
          <w:ilvl w:val="0"/>
          <w:numId w:val="8"/>
        </w:numPr>
        <w:tabs>
          <w:tab w:val="left" w:pos="0"/>
        </w:tabs>
        <w:spacing w:after="0" w:line="240" w:lineRule="auto"/>
        <w:contextualSpacing/>
        <w:jc w:val="both"/>
        <w:rPr>
          <w:sz w:val="24"/>
          <w:szCs w:val="24"/>
          <w:lang w:eastAsia="ru-RU"/>
        </w:rPr>
      </w:pPr>
      <w:r w:rsidRPr="0092093E">
        <w:rPr>
          <w:sz w:val="24"/>
          <w:szCs w:val="24"/>
          <w:lang w:eastAsia="ru-RU"/>
        </w:rPr>
        <w:t>Яйца и сыры / Пер. с англ. А. Туровой. – М.: ТЕРРА, 1997. – 168 с.</w:t>
      </w:r>
    </w:p>
    <w:p w:rsidR="00A71C97" w:rsidRPr="0066052A" w:rsidRDefault="00A71C97" w:rsidP="005F737D">
      <w:pPr>
        <w:numPr>
          <w:ilvl w:val="0"/>
          <w:numId w:val="8"/>
        </w:numPr>
        <w:tabs>
          <w:tab w:val="left" w:pos="0"/>
        </w:tabs>
        <w:spacing w:after="0" w:line="240" w:lineRule="auto"/>
        <w:contextualSpacing/>
        <w:jc w:val="both"/>
        <w:rPr>
          <w:sz w:val="24"/>
          <w:szCs w:val="24"/>
          <w:lang w:eastAsia="ru-RU"/>
        </w:rPr>
      </w:pPr>
      <w:r w:rsidRPr="0066052A">
        <w:rPr>
          <w:sz w:val="24"/>
          <w:szCs w:val="24"/>
        </w:rPr>
        <w:t>Арефьев И.П. Занимательные уроки технологии для девочек. 6 класс: Пособие для учителей. – М.: Школьная пресса, 2005</w:t>
      </w:r>
    </w:p>
    <w:p w:rsidR="00A71C97" w:rsidRPr="0092093E" w:rsidRDefault="00A71C97" w:rsidP="005F737D">
      <w:pPr>
        <w:numPr>
          <w:ilvl w:val="0"/>
          <w:numId w:val="8"/>
        </w:numPr>
        <w:spacing w:after="0" w:line="240" w:lineRule="auto"/>
        <w:contextualSpacing/>
        <w:jc w:val="both"/>
        <w:rPr>
          <w:sz w:val="24"/>
          <w:szCs w:val="24"/>
          <w:lang w:eastAsia="ru-RU"/>
        </w:rPr>
      </w:pPr>
      <w:r w:rsidRPr="0092093E">
        <w:rPr>
          <w:sz w:val="24"/>
          <w:szCs w:val="24"/>
          <w:lang w:eastAsia="ru-RU"/>
        </w:rPr>
        <w:t>Интернет - ресурсы:</w:t>
      </w:r>
    </w:p>
    <w:p w:rsidR="00A71C97" w:rsidRPr="0092093E" w:rsidRDefault="00A71C97" w:rsidP="0092093E">
      <w:pPr>
        <w:spacing w:after="0" w:line="240" w:lineRule="auto"/>
        <w:contextualSpacing/>
        <w:jc w:val="both"/>
        <w:rPr>
          <w:sz w:val="24"/>
          <w:szCs w:val="24"/>
          <w:lang w:eastAsia="ru-RU"/>
        </w:rPr>
      </w:pPr>
      <w:hyperlink r:id="rId5" w:history="1">
        <w:r w:rsidRPr="0092093E">
          <w:rPr>
            <w:sz w:val="24"/>
            <w:szCs w:val="24"/>
            <w:lang w:eastAsia="ru-RU"/>
          </w:rPr>
          <w:t>http://masterica.narod.ru/</w:t>
        </w:r>
      </w:hyperlink>
      <w:hyperlink r:id="rId6" w:history="1">
        <w:r w:rsidRPr="0092093E">
          <w:rPr>
            <w:sz w:val="24"/>
            <w:szCs w:val="24"/>
            <w:lang w:eastAsia="ru-RU"/>
          </w:rPr>
          <w:t>«</w:t>
        </w:r>
      </w:hyperlink>
      <w:r w:rsidRPr="0092093E">
        <w:rPr>
          <w:sz w:val="24"/>
          <w:szCs w:val="24"/>
          <w:lang w:eastAsia="ru-RU"/>
        </w:rPr>
        <w:t>-Учебно-информационный ресурс по рукоделию. Все от начала до мастерства. Гильоширование (выжигание по ткани), ручная и машинная вышивка, машинное вязание. Схемы, рисунки, узоры. Галерея готовых работ, форум, полезные ссылки.</w:t>
      </w:r>
    </w:p>
    <w:p w:rsidR="00A71C97" w:rsidRPr="0092093E" w:rsidRDefault="00A71C97" w:rsidP="0092093E">
      <w:pPr>
        <w:spacing w:after="0" w:line="240" w:lineRule="auto"/>
        <w:contextualSpacing/>
        <w:jc w:val="both"/>
        <w:rPr>
          <w:sz w:val="24"/>
          <w:szCs w:val="24"/>
          <w:lang w:eastAsia="ru-RU"/>
        </w:rPr>
      </w:pPr>
      <w:hyperlink r:id="rId7" w:history="1">
        <w:r w:rsidRPr="0092093E">
          <w:rPr>
            <w:color w:val="0000FF"/>
            <w:sz w:val="24"/>
            <w:szCs w:val="24"/>
            <w:u w:val="single"/>
            <w:lang w:eastAsia="ru-RU"/>
          </w:rPr>
          <w:t>http://www.cooking.ru/</w:t>
        </w:r>
      </w:hyperlink>
      <w:r w:rsidRPr="0092093E">
        <w:rPr>
          <w:sz w:val="24"/>
          <w:szCs w:val="24"/>
          <w:lang w:eastAsia="ru-RU"/>
        </w:rPr>
        <w:t xml:space="preserve"> - Сайт практически полностью посвящен кулинарии и содержит такие разделы как каталог рецептов, праздничные рецепты, меню, обрядовая кулинария, национальные рецепты, диеты, детское питание и многое другое.</w:t>
      </w:r>
    </w:p>
    <w:p w:rsidR="00A71C97" w:rsidRPr="0092093E" w:rsidRDefault="00A71C97" w:rsidP="0092093E">
      <w:pPr>
        <w:spacing w:after="0" w:line="240" w:lineRule="auto"/>
        <w:contextualSpacing/>
        <w:jc w:val="both"/>
        <w:rPr>
          <w:sz w:val="24"/>
          <w:szCs w:val="24"/>
          <w:lang w:eastAsia="ru-RU"/>
        </w:rPr>
      </w:pPr>
      <w:hyperlink r:id="rId8" w:history="1">
        <w:r w:rsidRPr="0092093E">
          <w:rPr>
            <w:color w:val="0000FF"/>
            <w:sz w:val="24"/>
            <w:szCs w:val="24"/>
            <w:u w:val="single"/>
            <w:lang w:eastAsia="ru-RU"/>
          </w:rPr>
          <w:t>http://rukodelnica.h1.ru/  Рукодельница</w:t>
        </w:r>
      </w:hyperlink>
      <w:r w:rsidRPr="0092093E">
        <w:rPr>
          <w:sz w:val="24"/>
          <w:szCs w:val="24"/>
          <w:lang w:eastAsia="ru-RU"/>
        </w:rPr>
        <w:t xml:space="preserve"> - сайт, посвященный различным видам рукоделия.</w:t>
      </w:r>
    </w:p>
    <w:p w:rsidR="00A71C97" w:rsidRPr="0092093E" w:rsidRDefault="00A71C97" w:rsidP="0092093E">
      <w:pPr>
        <w:spacing w:after="0" w:line="240" w:lineRule="auto"/>
        <w:contextualSpacing/>
        <w:jc w:val="both"/>
        <w:rPr>
          <w:sz w:val="24"/>
          <w:szCs w:val="24"/>
          <w:lang w:eastAsia="ru-RU"/>
        </w:rPr>
      </w:pPr>
      <w:hyperlink r:id="rId9" w:history="1">
        <w:r w:rsidRPr="0092093E">
          <w:rPr>
            <w:sz w:val="24"/>
            <w:szCs w:val="24"/>
            <w:lang w:eastAsia="ru-RU"/>
          </w:rPr>
          <w:t>http://www.uzelok.ru</w:t>
        </w:r>
      </w:hyperlink>
      <w:r w:rsidRPr="0092093E">
        <w:rPr>
          <w:sz w:val="24"/>
          <w:szCs w:val="24"/>
          <w:lang w:eastAsia="ru-RU"/>
        </w:rPr>
        <w:t xml:space="preserve"> сайт для любителей вязать спицами, крючком. Имеются модели для женщин, мужчин и детей.</w:t>
      </w:r>
    </w:p>
    <w:p w:rsidR="00A71C97" w:rsidRDefault="00A71C97" w:rsidP="0092093E">
      <w:pPr>
        <w:spacing w:after="0" w:line="240" w:lineRule="auto"/>
        <w:contextualSpacing/>
        <w:jc w:val="both"/>
        <w:rPr>
          <w:sz w:val="24"/>
          <w:szCs w:val="24"/>
          <w:lang w:eastAsia="ru-RU"/>
        </w:rPr>
      </w:pPr>
      <w:hyperlink r:id="rId10" w:history="1">
        <w:r w:rsidRPr="0092093E">
          <w:rPr>
            <w:color w:val="0000FF"/>
            <w:sz w:val="24"/>
            <w:szCs w:val="24"/>
            <w:u w:val="single"/>
            <w:lang w:eastAsia="ru-RU"/>
          </w:rPr>
          <w:t>http://old.prosv.ru/metod/chernyakova/index.htm</w:t>
        </w:r>
      </w:hyperlink>
      <w:r w:rsidRPr="0092093E">
        <w:rPr>
          <w:sz w:val="24"/>
          <w:szCs w:val="24"/>
          <w:lang w:eastAsia="ru-RU"/>
        </w:rPr>
        <w:t xml:space="preserve"> методика преподавания курса «Технология обработки ткани»</w:t>
      </w:r>
    </w:p>
    <w:p w:rsidR="00A71C97" w:rsidRDefault="00A71C97" w:rsidP="0092093E">
      <w:pPr>
        <w:spacing w:after="0" w:line="240" w:lineRule="auto"/>
        <w:contextualSpacing/>
        <w:jc w:val="both"/>
        <w:rPr>
          <w:sz w:val="24"/>
          <w:szCs w:val="24"/>
          <w:lang w:eastAsia="ru-RU"/>
        </w:rPr>
      </w:pPr>
    </w:p>
    <w:p w:rsidR="00A71C97" w:rsidRDefault="00A71C97" w:rsidP="0092093E">
      <w:pPr>
        <w:spacing w:after="0" w:line="240" w:lineRule="auto"/>
        <w:contextualSpacing/>
        <w:jc w:val="both"/>
        <w:rPr>
          <w:sz w:val="24"/>
          <w:szCs w:val="24"/>
          <w:lang w:eastAsia="ru-RU"/>
        </w:rPr>
      </w:pPr>
    </w:p>
    <w:p w:rsidR="00A71C97" w:rsidRDefault="00A71C97" w:rsidP="0092093E">
      <w:pPr>
        <w:spacing w:after="0" w:line="240" w:lineRule="auto"/>
        <w:contextualSpacing/>
        <w:jc w:val="both"/>
        <w:rPr>
          <w:sz w:val="24"/>
          <w:szCs w:val="24"/>
          <w:lang w:eastAsia="ru-RU"/>
        </w:rPr>
      </w:pPr>
    </w:p>
    <w:p w:rsidR="00A71C97" w:rsidRDefault="00A71C97" w:rsidP="0092093E">
      <w:pPr>
        <w:spacing w:after="0" w:line="240" w:lineRule="auto"/>
        <w:contextualSpacing/>
        <w:jc w:val="both"/>
        <w:rPr>
          <w:sz w:val="24"/>
          <w:szCs w:val="24"/>
          <w:lang w:eastAsia="ru-RU"/>
        </w:rPr>
      </w:pPr>
    </w:p>
    <w:p w:rsidR="00A71C97" w:rsidRDefault="00A71C97" w:rsidP="0092093E">
      <w:pPr>
        <w:spacing w:after="0" w:line="240" w:lineRule="auto"/>
        <w:contextualSpacing/>
        <w:jc w:val="both"/>
        <w:rPr>
          <w:sz w:val="24"/>
          <w:szCs w:val="24"/>
          <w:lang w:eastAsia="ru-RU"/>
        </w:rPr>
      </w:pPr>
    </w:p>
    <w:p w:rsidR="00A71C97" w:rsidRDefault="00A71C97" w:rsidP="0092093E">
      <w:pPr>
        <w:spacing w:after="0" w:line="240" w:lineRule="auto"/>
        <w:contextualSpacing/>
        <w:jc w:val="both"/>
        <w:rPr>
          <w:sz w:val="24"/>
          <w:szCs w:val="24"/>
          <w:lang w:eastAsia="ru-RU"/>
        </w:rPr>
      </w:pPr>
    </w:p>
    <w:p w:rsidR="00A71C97" w:rsidRDefault="00A71C97" w:rsidP="0092093E">
      <w:pPr>
        <w:spacing w:after="0" w:line="240" w:lineRule="auto"/>
        <w:contextualSpacing/>
        <w:jc w:val="both"/>
        <w:rPr>
          <w:sz w:val="24"/>
          <w:szCs w:val="24"/>
          <w:lang w:eastAsia="ru-RU"/>
        </w:rPr>
      </w:pPr>
    </w:p>
    <w:p w:rsidR="00A71C97" w:rsidRPr="0092093E" w:rsidRDefault="00A71C97" w:rsidP="0092093E">
      <w:pPr>
        <w:spacing w:after="0" w:line="240" w:lineRule="auto"/>
        <w:contextualSpacing/>
        <w:jc w:val="both"/>
        <w:rPr>
          <w:sz w:val="24"/>
          <w:szCs w:val="24"/>
          <w:lang w:eastAsia="ru-RU"/>
        </w:rPr>
      </w:pPr>
    </w:p>
    <w:p w:rsidR="00A71C97" w:rsidRPr="0092093E" w:rsidRDefault="00A71C97" w:rsidP="0092093E">
      <w:pPr>
        <w:tabs>
          <w:tab w:val="left" w:pos="0"/>
        </w:tabs>
        <w:spacing w:after="0" w:line="240" w:lineRule="auto"/>
        <w:contextualSpacing/>
        <w:jc w:val="both"/>
        <w:rPr>
          <w:sz w:val="24"/>
          <w:szCs w:val="24"/>
          <w:lang w:eastAsia="ru-RU"/>
        </w:rPr>
      </w:pPr>
    </w:p>
    <w:p w:rsidR="00A71C97" w:rsidRPr="003E095A" w:rsidRDefault="00A71C97" w:rsidP="003E095A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A71C97" w:rsidRDefault="00A71C97" w:rsidP="001724B9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</w:p>
    <w:sectPr w:rsidR="00A71C97" w:rsidSect="0052556F">
      <w:pgSz w:w="11906" w:h="16838"/>
      <w:pgMar w:top="426" w:right="746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"/>
      </v:shape>
    </w:pict>
  </w:numPicBullet>
  <w:abstractNum w:abstractNumId="0">
    <w:nsid w:val="FFFFFFFE"/>
    <w:multiLevelType w:val="singleLevel"/>
    <w:tmpl w:val="8B0244BE"/>
    <w:lvl w:ilvl="0">
      <w:numFmt w:val="bullet"/>
      <w:lvlText w:val="*"/>
      <w:lvlJc w:val="left"/>
    </w:lvl>
  </w:abstractNum>
  <w:abstractNum w:abstractNumId="1">
    <w:nsid w:val="05E666E9"/>
    <w:multiLevelType w:val="hybridMultilevel"/>
    <w:tmpl w:val="4DCCDBAA"/>
    <w:lvl w:ilvl="0" w:tplc="C706E3DE">
      <w:start w:val="1"/>
      <w:numFmt w:val="decimal"/>
      <w:lvlText w:val="%1."/>
      <w:lvlJc w:val="left"/>
      <w:pPr>
        <w:ind w:left="7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  <w:rPr>
        <w:rFonts w:cs="Times New Roman"/>
      </w:rPr>
    </w:lvl>
  </w:abstractNum>
  <w:abstractNum w:abstractNumId="2">
    <w:nsid w:val="0DFF1D6D"/>
    <w:multiLevelType w:val="hybridMultilevel"/>
    <w:tmpl w:val="3A2610B0"/>
    <w:lvl w:ilvl="0" w:tplc="7D14CB2E">
      <w:numFmt w:val="bullet"/>
      <w:lvlText w:val="▪"/>
      <w:lvlJc w:val="left"/>
      <w:pPr>
        <w:ind w:left="619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9" w:hanging="360"/>
      </w:pPr>
      <w:rPr>
        <w:rFonts w:ascii="Wingdings" w:hAnsi="Wingdings" w:hint="default"/>
      </w:rPr>
    </w:lvl>
  </w:abstractNum>
  <w:abstractNum w:abstractNumId="3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A1BBF"/>
    <w:multiLevelType w:val="hybridMultilevel"/>
    <w:tmpl w:val="4C62B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46A2B"/>
    <w:multiLevelType w:val="hybridMultilevel"/>
    <w:tmpl w:val="A4365EE8"/>
    <w:lvl w:ilvl="0" w:tplc="643CCA10">
      <w:start w:val="5"/>
      <w:numFmt w:val="decimal"/>
      <w:lvlText w:val="%1."/>
      <w:lvlJc w:val="left"/>
      <w:pPr>
        <w:ind w:left="1440" w:hanging="360"/>
      </w:pPr>
      <w:rPr>
        <w:rFonts w:eastAsia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1CF64B6A"/>
    <w:multiLevelType w:val="hybridMultilevel"/>
    <w:tmpl w:val="AC0CF010"/>
    <w:lvl w:ilvl="0" w:tplc="7D14CB2E">
      <w:numFmt w:val="bullet"/>
      <w:lvlText w:val="▪"/>
      <w:lvlJc w:val="left"/>
      <w:pPr>
        <w:ind w:left="619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5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9" w:hanging="360"/>
      </w:pPr>
      <w:rPr>
        <w:rFonts w:ascii="Wingdings" w:hAnsi="Wingdings" w:hint="default"/>
      </w:rPr>
    </w:lvl>
  </w:abstractNum>
  <w:abstractNum w:abstractNumId="7">
    <w:nsid w:val="1E8E5C5F"/>
    <w:multiLevelType w:val="hybridMultilevel"/>
    <w:tmpl w:val="D708F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B96206"/>
    <w:multiLevelType w:val="hybridMultilevel"/>
    <w:tmpl w:val="3E803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905CA9"/>
    <w:multiLevelType w:val="hybridMultilevel"/>
    <w:tmpl w:val="FC448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E62A17"/>
    <w:multiLevelType w:val="hybridMultilevel"/>
    <w:tmpl w:val="0284FA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CE174C0"/>
    <w:multiLevelType w:val="multilevel"/>
    <w:tmpl w:val="5F743C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2">
    <w:nsid w:val="34BB2D3F"/>
    <w:multiLevelType w:val="hybridMultilevel"/>
    <w:tmpl w:val="A9A46E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85D06F4"/>
    <w:multiLevelType w:val="hybridMultilevel"/>
    <w:tmpl w:val="F9806CC8"/>
    <w:lvl w:ilvl="0" w:tplc="4E28E29C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392B7574"/>
    <w:multiLevelType w:val="hybridMultilevel"/>
    <w:tmpl w:val="7D50D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284372"/>
    <w:multiLevelType w:val="hybridMultilevel"/>
    <w:tmpl w:val="4F2EE5C0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D74CC3"/>
    <w:multiLevelType w:val="hybridMultilevel"/>
    <w:tmpl w:val="2410D656"/>
    <w:lvl w:ilvl="0" w:tplc="D00ABB32">
      <w:start w:val="5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7">
    <w:nsid w:val="4DB13D0E"/>
    <w:multiLevelType w:val="hybridMultilevel"/>
    <w:tmpl w:val="0A16469E"/>
    <w:lvl w:ilvl="0" w:tplc="0419000D">
      <w:start w:val="1"/>
      <w:numFmt w:val="bullet"/>
      <w:lvlText w:val=""/>
      <w:lvlJc w:val="left"/>
      <w:pPr>
        <w:ind w:left="9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18">
    <w:nsid w:val="513825FF"/>
    <w:multiLevelType w:val="hybridMultilevel"/>
    <w:tmpl w:val="E376A654"/>
    <w:lvl w:ilvl="0" w:tplc="7D14CB2E">
      <w:numFmt w:val="bullet"/>
      <w:lvlText w:val="▪"/>
      <w:lvlJc w:val="left"/>
      <w:pPr>
        <w:ind w:left="984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9">
    <w:nsid w:val="58370DC9"/>
    <w:multiLevelType w:val="hybridMultilevel"/>
    <w:tmpl w:val="16E6ED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972F69"/>
    <w:multiLevelType w:val="hybridMultilevel"/>
    <w:tmpl w:val="417A6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81465C"/>
    <w:multiLevelType w:val="hybridMultilevel"/>
    <w:tmpl w:val="E21041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6D2762"/>
    <w:multiLevelType w:val="hybridMultilevel"/>
    <w:tmpl w:val="55528B4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61A37E92"/>
    <w:multiLevelType w:val="hybridMultilevel"/>
    <w:tmpl w:val="03FE7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D02782"/>
    <w:multiLevelType w:val="hybridMultilevel"/>
    <w:tmpl w:val="749E2D02"/>
    <w:lvl w:ilvl="0" w:tplc="0FE62BF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6A7F628C"/>
    <w:multiLevelType w:val="hybridMultilevel"/>
    <w:tmpl w:val="C52499B0"/>
    <w:lvl w:ilvl="0" w:tplc="B42CAFFC">
      <w:start w:val="8"/>
      <w:numFmt w:val="decimal"/>
      <w:lvlText w:val="%1."/>
      <w:lvlJc w:val="left"/>
      <w:pPr>
        <w:ind w:left="22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26">
    <w:nsid w:val="6B3071C6"/>
    <w:multiLevelType w:val="hybridMultilevel"/>
    <w:tmpl w:val="B394AB4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2873F5"/>
    <w:multiLevelType w:val="hybridMultilevel"/>
    <w:tmpl w:val="5DBC5A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E4B0437"/>
    <w:multiLevelType w:val="hybridMultilevel"/>
    <w:tmpl w:val="D3C49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372F1D"/>
    <w:multiLevelType w:val="hybridMultilevel"/>
    <w:tmpl w:val="5D10B858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1E773B1"/>
    <w:multiLevelType w:val="hybridMultilevel"/>
    <w:tmpl w:val="26A4E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32047F"/>
    <w:multiLevelType w:val="hybridMultilevel"/>
    <w:tmpl w:val="7472C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EA48AE"/>
    <w:multiLevelType w:val="hybridMultilevel"/>
    <w:tmpl w:val="155CA8EE"/>
    <w:lvl w:ilvl="0" w:tplc="69D6C9AC">
      <w:start w:val="4"/>
      <w:numFmt w:val="bullet"/>
      <w:lvlText w:val="-"/>
      <w:lvlJc w:val="left"/>
      <w:pPr>
        <w:tabs>
          <w:tab w:val="num" w:pos="1550"/>
        </w:tabs>
        <w:ind w:left="983" w:firstLine="207"/>
      </w:pPr>
    </w:lvl>
    <w:lvl w:ilvl="1" w:tplc="04190003">
      <w:start w:val="1"/>
      <w:numFmt w:val="bullet"/>
      <w:lvlText w:val="o"/>
      <w:lvlJc w:val="left"/>
      <w:pPr>
        <w:tabs>
          <w:tab w:val="num" w:pos="2063"/>
        </w:tabs>
        <w:ind w:left="206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83"/>
        </w:tabs>
        <w:ind w:left="27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03"/>
        </w:tabs>
        <w:ind w:left="35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23"/>
        </w:tabs>
        <w:ind w:left="422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43"/>
        </w:tabs>
        <w:ind w:left="494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63"/>
        </w:tabs>
        <w:ind w:left="566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83"/>
        </w:tabs>
        <w:ind w:left="638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03"/>
        </w:tabs>
        <w:ind w:left="7103" w:hanging="360"/>
      </w:pPr>
      <w:rPr>
        <w:rFonts w:ascii="Wingdings" w:hAnsi="Wingdings" w:hint="default"/>
      </w:rPr>
    </w:lvl>
  </w:abstractNum>
  <w:abstractNum w:abstractNumId="33">
    <w:nsid w:val="7ED03519"/>
    <w:multiLevelType w:val="hybridMultilevel"/>
    <w:tmpl w:val="9B1AD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23"/>
  </w:num>
  <w:num w:numId="4">
    <w:abstractNumId w:val="31"/>
  </w:num>
  <w:num w:numId="5">
    <w:abstractNumId w:val="25"/>
  </w:num>
  <w:num w:numId="6">
    <w:abstractNumId w:val="1"/>
  </w:num>
  <w:num w:numId="7">
    <w:abstractNumId w:val="24"/>
  </w:num>
  <w:num w:numId="8">
    <w:abstractNumId w:val="22"/>
  </w:num>
  <w:num w:numId="9">
    <w:abstractNumId w:val="3"/>
  </w:num>
  <w:num w:numId="10">
    <w:abstractNumId w:val="28"/>
  </w:num>
  <w:num w:numId="11">
    <w:abstractNumId w:val="30"/>
  </w:num>
  <w:num w:numId="12">
    <w:abstractNumId w:val="4"/>
  </w:num>
  <w:num w:numId="13">
    <w:abstractNumId w:val="27"/>
  </w:num>
  <w:num w:numId="14">
    <w:abstractNumId w:val="8"/>
  </w:num>
  <w:num w:numId="15">
    <w:abstractNumId w:val="9"/>
  </w:num>
  <w:num w:numId="16">
    <w:abstractNumId w:val="14"/>
  </w:num>
  <w:num w:numId="17">
    <w:abstractNumId w:val="20"/>
  </w:num>
  <w:num w:numId="18">
    <w:abstractNumId w:val="26"/>
  </w:num>
  <w:num w:numId="19">
    <w:abstractNumId w:val="32"/>
  </w:num>
  <w:num w:numId="20">
    <w:abstractNumId w:val="13"/>
  </w:num>
  <w:num w:numId="21">
    <w:abstractNumId w:val="11"/>
  </w:num>
  <w:num w:numId="22">
    <w:abstractNumId w:val="5"/>
  </w:num>
  <w:num w:numId="23">
    <w:abstractNumId w:val="16"/>
  </w:num>
  <w:num w:numId="24">
    <w:abstractNumId w:val="12"/>
  </w:num>
  <w:num w:numId="25">
    <w:abstractNumId w:val="15"/>
  </w:num>
  <w:num w:numId="26">
    <w:abstractNumId w:val="29"/>
  </w:num>
  <w:num w:numId="27">
    <w:abstractNumId w:val="0"/>
    <w:lvlOverride w:ilvl="0">
      <w:lvl w:ilvl="0">
        <w:numFmt w:val="bullet"/>
        <w:lvlText w:val="■"/>
        <w:legacy w:legacy="1" w:legacySpace="0" w:legacyIndent="226"/>
        <w:lvlJc w:val="left"/>
        <w:rPr>
          <w:rFonts w:ascii="Arial" w:hAnsi="Arial" w:hint="default"/>
        </w:rPr>
      </w:lvl>
    </w:lvlOverride>
  </w:num>
  <w:num w:numId="28">
    <w:abstractNumId w:val="21"/>
  </w:num>
  <w:num w:numId="29">
    <w:abstractNumId w:val="19"/>
  </w:num>
  <w:num w:numId="30">
    <w:abstractNumId w:val="17"/>
  </w:num>
  <w:num w:numId="31">
    <w:abstractNumId w:val="6"/>
  </w:num>
  <w:num w:numId="32">
    <w:abstractNumId w:val="2"/>
  </w:num>
  <w:num w:numId="33">
    <w:abstractNumId w:val="18"/>
  </w:num>
  <w:num w:numId="34">
    <w:abstractNumId w:val="3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6E37"/>
    <w:rsid w:val="00022266"/>
    <w:rsid w:val="00024900"/>
    <w:rsid w:val="0003185A"/>
    <w:rsid w:val="00040850"/>
    <w:rsid w:val="000417C8"/>
    <w:rsid w:val="0004447A"/>
    <w:rsid w:val="0005263F"/>
    <w:rsid w:val="00072576"/>
    <w:rsid w:val="00076BCB"/>
    <w:rsid w:val="00081492"/>
    <w:rsid w:val="00082E6B"/>
    <w:rsid w:val="00084CFB"/>
    <w:rsid w:val="000916BB"/>
    <w:rsid w:val="000B1FF2"/>
    <w:rsid w:val="000C1971"/>
    <w:rsid w:val="000F764B"/>
    <w:rsid w:val="001001DE"/>
    <w:rsid w:val="0012094C"/>
    <w:rsid w:val="0012405A"/>
    <w:rsid w:val="00126DE9"/>
    <w:rsid w:val="00144A90"/>
    <w:rsid w:val="00146C0F"/>
    <w:rsid w:val="00154CAF"/>
    <w:rsid w:val="00154E02"/>
    <w:rsid w:val="001656C5"/>
    <w:rsid w:val="001724B9"/>
    <w:rsid w:val="00172746"/>
    <w:rsid w:val="00181F49"/>
    <w:rsid w:val="0018206E"/>
    <w:rsid w:val="00184F11"/>
    <w:rsid w:val="001C6E37"/>
    <w:rsid w:val="001D18F4"/>
    <w:rsid w:val="001D35CE"/>
    <w:rsid w:val="001E6419"/>
    <w:rsid w:val="001E6645"/>
    <w:rsid w:val="001F3403"/>
    <w:rsid w:val="001F3D69"/>
    <w:rsid w:val="0020532C"/>
    <w:rsid w:val="00214DDB"/>
    <w:rsid w:val="00221F37"/>
    <w:rsid w:val="002227E5"/>
    <w:rsid w:val="002341E7"/>
    <w:rsid w:val="002376AA"/>
    <w:rsid w:val="00243C94"/>
    <w:rsid w:val="0024720A"/>
    <w:rsid w:val="002537B8"/>
    <w:rsid w:val="00256A1D"/>
    <w:rsid w:val="00256C3B"/>
    <w:rsid w:val="00264D5C"/>
    <w:rsid w:val="0027460C"/>
    <w:rsid w:val="00285597"/>
    <w:rsid w:val="002A4DBE"/>
    <w:rsid w:val="002A518B"/>
    <w:rsid w:val="002C5F68"/>
    <w:rsid w:val="002D54CE"/>
    <w:rsid w:val="002E102D"/>
    <w:rsid w:val="00305D67"/>
    <w:rsid w:val="0031070C"/>
    <w:rsid w:val="003134E5"/>
    <w:rsid w:val="003175FB"/>
    <w:rsid w:val="00320D19"/>
    <w:rsid w:val="00326F4E"/>
    <w:rsid w:val="003408AA"/>
    <w:rsid w:val="003447A2"/>
    <w:rsid w:val="003450F5"/>
    <w:rsid w:val="003526A2"/>
    <w:rsid w:val="00361E8D"/>
    <w:rsid w:val="00370874"/>
    <w:rsid w:val="00374150"/>
    <w:rsid w:val="00380F1D"/>
    <w:rsid w:val="00392233"/>
    <w:rsid w:val="00395DB9"/>
    <w:rsid w:val="003B7B4A"/>
    <w:rsid w:val="003C3A35"/>
    <w:rsid w:val="003D5364"/>
    <w:rsid w:val="003E095A"/>
    <w:rsid w:val="00404509"/>
    <w:rsid w:val="00423319"/>
    <w:rsid w:val="00427ABB"/>
    <w:rsid w:val="00430ADA"/>
    <w:rsid w:val="00430F1A"/>
    <w:rsid w:val="0044145D"/>
    <w:rsid w:val="00446C4E"/>
    <w:rsid w:val="00457A9A"/>
    <w:rsid w:val="004642DD"/>
    <w:rsid w:val="004862C2"/>
    <w:rsid w:val="0049314F"/>
    <w:rsid w:val="00495E21"/>
    <w:rsid w:val="004A14C2"/>
    <w:rsid w:val="004A2D63"/>
    <w:rsid w:val="004A3942"/>
    <w:rsid w:val="004B2EA6"/>
    <w:rsid w:val="004B402E"/>
    <w:rsid w:val="004B4132"/>
    <w:rsid w:val="004C7E36"/>
    <w:rsid w:val="004D064B"/>
    <w:rsid w:val="004E7ACB"/>
    <w:rsid w:val="004F4E27"/>
    <w:rsid w:val="005128AF"/>
    <w:rsid w:val="00514D7E"/>
    <w:rsid w:val="0052556F"/>
    <w:rsid w:val="00525D6D"/>
    <w:rsid w:val="0052767A"/>
    <w:rsid w:val="00532E3A"/>
    <w:rsid w:val="00541DA4"/>
    <w:rsid w:val="00546A39"/>
    <w:rsid w:val="00547E3F"/>
    <w:rsid w:val="005530B7"/>
    <w:rsid w:val="00553CC6"/>
    <w:rsid w:val="005610E5"/>
    <w:rsid w:val="00562374"/>
    <w:rsid w:val="00567928"/>
    <w:rsid w:val="00591651"/>
    <w:rsid w:val="005B000D"/>
    <w:rsid w:val="005B246F"/>
    <w:rsid w:val="005C39CA"/>
    <w:rsid w:val="005C79AD"/>
    <w:rsid w:val="005D430C"/>
    <w:rsid w:val="005D6FCA"/>
    <w:rsid w:val="005E0F34"/>
    <w:rsid w:val="005E4AC9"/>
    <w:rsid w:val="005E73D5"/>
    <w:rsid w:val="005F357B"/>
    <w:rsid w:val="005F3FBE"/>
    <w:rsid w:val="005F4BCE"/>
    <w:rsid w:val="005F737D"/>
    <w:rsid w:val="0060433E"/>
    <w:rsid w:val="006232BF"/>
    <w:rsid w:val="006254D4"/>
    <w:rsid w:val="00625D03"/>
    <w:rsid w:val="0063467A"/>
    <w:rsid w:val="00647301"/>
    <w:rsid w:val="0064744B"/>
    <w:rsid w:val="006536DE"/>
    <w:rsid w:val="00653A9E"/>
    <w:rsid w:val="0066052A"/>
    <w:rsid w:val="00664BD0"/>
    <w:rsid w:val="0067139A"/>
    <w:rsid w:val="0068468C"/>
    <w:rsid w:val="006905D7"/>
    <w:rsid w:val="00693E20"/>
    <w:rsid w:val="006B7C13"/>
    <w:rsid w:val="006D3B5D"/>
    <w:rsid w:val="006D6D31"/>
    <w:rsid w:val="006E300A"/>
    <w:rsid w:val="006F7360"/>
    <w:rsid w:val="007046B5"/>
    <w:rsid w:val="00706345"/>
    <w:rsid w:val="00712C67"/>
    <w:rsid w:val="00721398"/>
    <w:rsid w:val="0072751E"/>
    <w:rsid w:val="0073202D"/>
    <w:rsid w:val="007536F1"/>
    <w:rsid w:val="00757C99"/>
    <w:rsid w:val="00761E55"/>
    <w:rsid w:val="007663DB"/>
    <w:rsid w:val="00766A20"/>
    <w:rsid w:val="00784C67"/>
    <w:rsid w:val="007853D4"/>
    <w:rsid w:val="007902B4"/>
    <w:rsid w:val="007B32E6"/>
    <w:rsid w:val="007C0F42"/>
    <w:rsid w:val="007D1C3A"/>
    <w:rsid w:val="007D6977"/>
    <w:rsid w:val="007F020E"/>
    <w:rsid w:val="007F3CFE"/>
    <w:rsid w:val="007F427B"/>
    <w:rsid w:val="007F4A3F"/>
    <w:rsid w:val="00811F80"/>
    <w:rsid w:val="00813AF3"/>
    <w:rsid w:val="00813D48"/>
    <w:rsid w:val="0084635B"/>
    <w:rsid w:val="00876B2D"/>
    <w:rsid w:val="00885329"/>
    <w:rsid w:val="008A4441"/>
    <w:rsid w:val="008B6D05"/>
    <w:rsid w:val="008C4CB2"/>
    <w:rsid w:val="008E0A91"/>
    <w:rsid w:val="008E74DE"/>
    <w:rsid w:val="00900CBA"/>
    <w:rsid w:val="00901A48"/>
    <w:rsid w:val="00910825"/>
    <w:rsid w:val="0091572A"/>
    <w:rsid w:val="00917331"/>
    <w:rsid w:val="0092093E"/>
    <w:rsid w:val="00920C0F"/>
    <w:rsid w:val="00922AA7"/>
    <w:rsid w:val="00923AD0"/>
    <w:rsid w:val="00924EC7"/>
    <w:rsid w:val="00930B52"/>
    <w:rsid w:val="00936CCF"/>
    <w:rsid w:val="00940E1E"/>
    <w:rsid w:val="009575A0"/>
    <w:rsid w:val="00977CB1"/>
    <w:rsid w:val="00985AD0"/>
    <w:rsid w:val="00991180"/>
    <w:rsid w:val="0099629B"/>
    <w:rsid w:val="009A3B29"/>
    <w:rsid w:val="009A569A"/>
    <w:rsid w:val="009B2D1F"/>
    <w:rsid w:val="009B57D3"/>
    <w:rsid w:val="009C04F0"/>
    <w:rsid w:val="009C2E93"/>
    <w:rsid w:val="009C3038"/>
    <w:rsid w:val="009D50F5"/>
    <w:rsid w:val="009E3843"/>
    <w:rsid w:val="009E4663"/>
    <w:rsid w:val="009F3F53"/>
    <w:rsid w:val="009F48DD"/>
    <w:rsid w:val="009F4D3A"/>
    <w:rsid w:val="00A025FF"/>
    <w:rsid w:val="00A03087"/>
    <w:rsid w:val="00A03CB7"/>
    <w:rsid w:val="00A0751C"/>
    <w:rsid w:val="00A14360"/>
    <w:rsid w:val="00A21E41"/>
    <w:rsid w:val="00A25851"/>
    <w:rsid w:val="00A32679"/>
    <w:rsid w:val="00A3616E"/>
    <w:rsid w:val="00A61BA9"/>
    <w:rsid w:val="00A71C97"/>
    <w:rsid w:val="00A7332E"/>
    <w:rsid w:val="00A94013"/>
    <w:rsid w:val="00A97728"/>
    <w:rsid w:val="00AA2FEB"/>
    <w:rsid w:val="00AB6348"/>
    <w:rsid w:val="00AC0B32"/>
    <w:rsid w:val="00AC396B"/>
    <w:rsid w:val="00AC6F4A"/>
    <w:rsid w:val="00AE0B2C"/>
    <w:rsid w:val="00AE46B8"/>
    <w:rsid w:val="00AF02BC"/>
    <w:rsid w:val="00AF268F"/>
    <w:rsid w:val="00B00393"/>
    <w:rsid w:val="00B02EC0"/>
    <w:rsid w:val="00B13F0E"/>
    <w:rsid w:val="00B301B7"/>
    <w:rsid w:val="00B406BF"/>
    <w:rsid w:val="00B418CB"/>
    <w:rsid w:val="00B619DD"/>
    <w:rsid w:val="00B63FCB"/>
    <w:rsid w:val="00B6534C"/>
    <w:rsid w:val="00B84481"/>
    <w:rsid w:val="00B91A6D"/>
    <w:rsid w:val="00B92E77"/>
    <w:rsid w:val="00BA51D5"/>
    <w:rsid w:val="00BC1E56"/>
    <w:rsid w:val="00BE36DB"/>
    <w:rsid w:val="00BE49CA"/>
    <w:rsid w:val="00BF6D23"/>
    <w:rsid w:val="00C21507"/>
    <w:rsid w:val="00C23DB5"/>
    <w:rsid w:val="00C25968"/>
    <w:rsid w:val="00C54DCA"/>
    <w:rsid w:val="00C57D6C"/>
    <w:rsid w:val="00C8146E"/>
    <w:rsid w:val="00C85DE5"/>
    <w:rsid w:val="00C9334C"/>
    <w:rsid w:val="00C95348"/>
    <w:rsid w:val="00C96CA4"/>
    <w:rsid w:val="00CA57B2"/>
    <w:rsid w:val="00CB432C"/>
    <w:rsid w:val="00CD3F34"/>
    <w:rsid w:val="00CF69DD"/>
    <w:rsid w:val="00D1407B"/>
    <w:rsid w:val="00D144E5"/>
    <w:rsid w:val="00D16820"/>
    <w:rsid w:val="00D224A8"/>
    <w:rsid w:val="00D264EB"/>
    <w:rsid w:val="00D36521"/>
    <w:rsid w:val="00D40001"/>
    <w:rsid w:val="00D42A8A"/>
    <w:rsid w:val="00D44625"/>
    <w:rsid w:val="00D45658"/>
    <w:rsid w:val="00D47FC8"/>
    <w:rsid w:val="00D5300F"/>
    <w:rsid w:val="00D53A6A"/>
    <w:rsid w:val="00D60D4C"/>
    <w:rsid w:val="00D7542A"/>
    <w:rsid w:val="00D81C45"/>
    <w:rsid w:val="00D84668"/>
    <w:rsid w:val="00D84E14"/>
    <w:rsid w:val="00D93646"/>
    <w:rsid w:val="00DA45DF"/>
    <w:rsid w:val="00DB0567"/>
    <w:rsid w:val="00DB6C11"/>
    <w:rsid w:val="00DB7320"/>
    <w:rsid w:val="00DD21CC"/>
    <w:rsid w:val="00DE33B7"/>
    <w:rsid w:val="00DF79FB"/>
    <w:rsid w:val="00E013E5"/>
    <w:rsid w:val="00E12FCB"/>
    <w:rsid w:val="00E16F21"/>
    <w:rsid w:val="00E301BE"/>
    <w:rsid w:val="00E349B2"/>
    <w:rsid w:val="00E53209"/>
    <w:rsid w:val="00E57CDA"/>
    <w:rsid w:val="00E655A6"/>
    <w:rsid w:val="00E7685D"/>
    <w:rsid w:val="00E86203"/>
    <w:rsid w:val="00E93521"/>
    <w:rsid w:val="00EA3692"/>
    <w:rsid w:val="00EA57B3"/>
    <w:rsid w:val="00EC0B99"/>
    <w:rsid w:val="00EC1355"/>
    <w:rsid w:val="00EC3849"/>
    <w:rsid w:val="00EC7E13"/>
    <w:rsid w:val="00EE40FA"/>
    <w:rsid w:val="00F0527E"/>
    <w:rsid w:val="00F15A73"/>
    <w:rsid w:val="00F33BB7"/>
    <w:rsid w:val="00F36154"/>
    <w:rsid w:val="00F371F9"/>
    <w:rsid w:val="00F379C7"/>
    <w:rsid w:val="00F400D8"/>
    <w:rsid w:val="00F42BC8"/>
    <w:rsid w:val="00F432FD"/>
    <w:rsid w:val="00F6051E"/>
    <w:rsid w:val="00F74DCD"/>
    <w:rsid w:val="00F81175"/>
    <w:rsid w:val="00F832E9"/>
    <w:rsid w:val="00F85B64"/>
    <w:rsid w:val="00F87907"/>
    <w:rsid w:val="00F97874"/>
    <w:rsid w:val="00FA2229"/>
    <w:rsid w:val="00FA56D6"/>
    <w:rsid w:val="00FB474C"/>
    <w:rsid w:val="00FC5C98"/>
    <w:rsid w:val="00FF4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D4C"/>
    <w:pPr>
      <w:spacing w:after="200" w:line="276" w:lineRule="auto"/>
    </w:pPr>
    <w:rPr>
      <w:rFonts w:ascii="Times New Roman" w:hAnsi="Times New Roman"/>
      <w:color w:val="262626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7A9A"/>
    <w:pPr>
      <w:keepNext/>
      <w:spacing w:before="240" w:after="60" w:line="240" w:lineRule="auto"/>
      <w:outlineLvl w:val="0"/>
    </w:pPr>
    <w:rPr>
      <w:rFonts w:ascii="Cambria" w:hAnsi="Cambria"/>
      <w:b/>
      <w:bCs/>
      <w:color w:val="auto"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30B52"/>
    <w:pPr>
      <w:keepNext/>
      <w:spacing w:before="240" w:after="60"/>
      <w:outlineLvl w:val="1"/>
    </w:pPr>
    <w:rPr>
      <w:rFonts w:ascii="Cambria" w:hAnsi="Cambria"/>
      <w:b/>
      <w:bCs/>
      <w:i/>
      <w:iCs/>
      <w:color w:val="auto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17274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57A9A"/>
    <w:rPr>
      <w:rFonts w:ascii="Cambria" w:hAnsi="Cambria" w:cs="Times New Roman"/>
      <w:b/>
      <w:kern w:val="32"/>
      <w:sz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30B52"/>
    <w:rPr>
      <w:rFonts w:ascii="Cambria" w:hAnsi="Cambria" w:cs="Times New Roman"/>
      <w:b/>
      <w:i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72746"/>
    <w:rPr>
      <w:rFonts w:ascii="Cambria" w:hAnsi="Cambria" w:cs="Times New Roman"/>
      <w:b/>
      <w:color w:val="262626"/>
      <w:sz w:val="26"/>
      <w:lang w:eastAsia="en-US"/>
    </w:rPr>
  </w:style>
  <w:style w:type="paragraph" w:styleId="NoSpacing">
    <w:name w:val="No Spacing"/>
    <w:uiPriority w:val="99"/>
    <w:qFormat/>
    <w:rsid w:val="0031070C"/>
    <w:rPr>
      <w:lang w:eastAsia="en-US"/>
    </w:rPr>
  </w:style>
  <w:style w:type="character" w:styleId="Hyperlink">
    <w:name w:val="Hyperlink"/>
    <w:basedOn w:val="DefaultParagraphFont"/>
    <w:uiPriority w:val="99"/>
    <w:rsid w:val="00FC5C98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3C3A35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C3A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902B4"/>
    <w:pPr>
      <w:spacing w:after="0" w:line="240" w:lineRule="auto"/>
    </w:pPr>
    <w:rPr>
      <w:rFonts w:ascii="Tahoma" w:hAnsi="Tahoma"/>
      <w:color w:val="auto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02B4"/>
    <w:rPr>
      <w:rFonts w:ascii="Tahoma" w:hAnsi="Tahoma" w:cs="Times New Roman"/>
      <w:sz w:val="16"/>
      <w:lang w:eastAsia="en-US"/>
    </w:rPr>
  </w:style>
  <w:style w:type="table" w:customStyle="1" w:styleId="1">
    <w:name w:val="Сетка таблицы1"/>
    <w:uiPriority w:val="99"/>
    <w:rsid w:val="00A21E4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Основной текст_"/>
    <w:link w:val="6"/>
    <w:uiPriority w:val="99"/>
    <w:locked/>
    <w:rsid w:val="00D1407B"/>
    <w:rPr>
      <w:rFonts w:ascii="Times New Roman" w:hAnsi="Times New Roman"/>
      <w:sz w:val="21"/>
      <w:shd w:val="clear" w:color="auto" w:fill="FFFFFF"/>
    </w:rPr>
  </w:style>
  <w:style w:type="paragraph" w:customStyle="1" w:styleId="6">
    <w:name w:val="Основной текст6"/>
    <w:basedOn w:val="Normal"/>
    <w:link w:val="a"/>
    <w:uiPriority w:val="99"/>
    <w:rsid w:val="00D1407B"/>
    <w:pPr>
      <w:widowControl w:val="0"/>
      <w:shd w:val="clear" w:color="auto" w:fill="FFFFFF"/>
      <w:spacing w:before="4380" w:after="0" w:line="240" w:lineRule="exact"/>
    </w:pPr>
    <w:rPr>
      <w:color w:val="auto"/>
      <w:sz w:val="21"/>
      <w:szCs w:val="20"/>
      <w:lang w:eastAsia="ru-RU"/>
    </w:rPr>
  </w:style>
  <w:style w:type="character" w:customStyle="1" w:styleId="3">
    <w:name w:val="Основной текст (3)_"/>
    <w:link w:val="31"/>
    <w:uiPriority w:val="99"/>
    <w:locked/>
    <w:rsid w:val="00D1407B"/>
    <w:rPr>
      <w:rFonts w:ascii="Times New Roman" w:hAnsi="Times New Roman"/>
      <w:i/>
      <w:sz w:val="21"/>
      <w:shd w:val="clear" w:color="auto" w:fill="FFFFFF"/>
    </w:rPr>
  </w:style>
  <w:style w:type="character" w:customStyle="1" w:styleId="10">
    <w:name w:val="Основной текст1"/>
    <w:uiPriority w:val="99"/>
    <w:rsid w:val="00D1407B"/>
    <w:rPr>
      <w:rFonts w:ascii="Times New Roman" w:hAnsi="Times New Roman"/>
      <w:color w:val="000000"/>
      <w:spacing w:val="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a0">
    <w:name w:val="Основной текст + Курсив"/>
    <w:uiPriority w:val="99"/>
    <w:rsid w:val="00D1407B"/>
    <w:rPr>
      <w:rFonts w:ascii="Times New Roman" w:hAnsi="Times New Roman"/>
      <w:i/>
      <w:color w:val="000000"/>
      <w:spacing w:val="0"/>
      <w:w w:val="100"/>
      <w:position w:val="0"/>
      <w:sz w:val="21"/>
      <w:u w:val="none"/>
      <w:shd w:val="clear" w:color="auto" w:fill="FFFFFF"/>
      <w:lang w:val="ru-RU"/>
    </w:rPr>
  </w:style>
  <w:style w:type="paragraph" w:customStyle="1" w:styleId="31">
    <w:name w:val="Основной текст (3)1"/>
    <w:basedOn w:val="Normal"/>
    <w:link w:val="3"/>
    <w:uiPriority w:val="99"/>
    <w:rsid w:val="00D1407B"/>
    <w:pPr>
      <w:widowControl w:val="0"/>
      <w:shd w:val="clear" w:color="auto" w:fill="FFFFFF"/>
      <w:spacing w:before="420" w:after="4380" w:line="240" w:lineRule="atLeast"/>
    </w:pPr>
    <w:rPr>
      <w:i/>
      <w:color w:val="auto"/>
      <w:sz w:val="21"/>
      <w:szCs w:val="20"/>
      <w:lang w:eastAsia="ru-RU"/>
    </w:rPr>
  </w:style>
  <w:style w:type="character" w:customStyle="1" w:styleId="FontStyle63">
    <w:name w:val="Font Style63"/>
    <w:uiPriority w:val="99"/>
    <w:rsid w:val="00977CB1"/>
    <w:rPr>
      <w:rFonts w:ascii="Times New Roman" w:hAnsi="Times New Roman"/>
      <w:sz w:val="22"/>
    </w:rPr>
  </w:style>
  <w:style w:type="paragraph" w:styleId="BodyTextIndent">
    <w:name w:val="Body Text Indent"/>
    <w:basedOn w:val="Normal"/>
    <w:link w:val="BodyTextIndentChar"/>
    <w:uiPriority w:val="99"/>
    <w:rsid w:val="003E095A"/>
    <w:pPr>
      <w:spacing w:before="100" w:beforeAutospacing="1" w:after="100" w:afterAutospacing="1" w:line="240" w:lineRule="auto"/>
    </w:pPr>
    <w:rPr>
      <w:color w:val="auto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E095A"/>
    <w:rPr>
      <w:rFonts w:ascii="Times New Roman" w:hAnsi="Times New Roman" w:cs="Times New Roman"/>
      <w:sz w:val="24"/>
    </w:rPr>
  </w:style>
  <w:style w:type="paragraph" w:customStyle="1" w:styleId="a1">
    <w:name w:val="абзац"/>
    <w:basedOn w:val="Normal"/>
    <w:uiPriority w:val="99"/>
    <w:rsid w:val="003E095A"/>
    <w:pPr>
      <w:spacing w:after="0" w:line="240" w:lineRule="auto"/>
      <w:ind w:firstLine="851"/>
      <w:jc w:val="both"/>
    </w:pPr>
    <w:rPr>
      <w:rFonts w:eastAsia="Times New Roman"/>
      <w:sz w:val="26"/>
      <w:szCs w:val="20"/>
      <w:lang w:eastAsia="ru-RU"/>
    </w:rPr>
  </w:style>
  <w:style w:type="paragraph" w:styleId="NormalWeb">
    <w:name w:val="Normal (Web)"/>
    <w:basedOn w:val="Normal"/>
    <w:uiPriority w:val="99"/>
    <w:rsid w:val="00FA2229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color w:val="000066"/>
      <w:sz w:val="24"/>
      <w:szCs w:val="24"/>
      <w:lang w:eastAsia="ru-RU"/>
    </w:rPr>
  </w:style>
  <w:style w:type="character" w:customStyle="1" w:styleId="a2">
    <w:name w:val="Стиль полужирный"/>
    <w:uiPriority w:val="99"/>
    <w:rsid w:val="0063467A"/>
  </w:style>
  <w:style w:type="paragraph" w:customStyle="1" w:styleId="Style1">
    <w:name w:val="Style1"/>
    <w:basedOn w:val="Normal"/>
    <w:uiPriority w:val="99"/>
    <w:rsid w:val="009A569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auto"/>
      <w:sz w:val="24"/>
      <w:szCs w:val="24"/>
      <w:lang w:eastAsia="ru-RU"/>
    </w:rPr>
  </w:style>
  <w:style w:type="paragraph" w:customStyle="1" w:styleId="Style2">
    <w:name w:val="Style2"/>
    <w:basedOn w:val="Normal"/>
    <w:uiPriority w:val="99"/>
    <w:rsid w:val="009A56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color w:val="auto"/>
      <w:sz w:val="24"/>
      <w:szCs w:val="24"/>
      <w:lang w:eastAsia="ru-RU"/>
    </w:rPr>
  </w:style>
  <w:style w:type="paragraph" w:customStyle="1" w:styleId="Style3">
    <w:name w:val="Style3"/>
    <w:basedOn w:val="Normal"/>
    <w:uiPriority w:val="99"/>
    <w:rsid w:val="009A56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color w:val="auto"/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9A569A"/>
    <w:pPr>
      <w:widowControl w:val="0"/>
      <w:autoSpaceDE w:val="0"/>
      <w:autoSpaceDN w:val="0"/>
      <w:adjustRightInd w:val="0"/>
      <w:spacing w:after="0" w:line="322" w:lineRule="exact"/>
      <w:ind w:firstLine="542"/>
      <w:jc w:val="both"/>
    </w:pPr>
    <w:rPr>
      <w:rFonts w:ascii="Tahoma" w:eastAsia="Times New Roman" w:hAnsi="Tahoma" w:cs="Tahoma"/>
      <w:color w:val="auto"/>
      <w:sz w:val="24"/>
      <w:szCs w:val="24"/>
      <w:lang w:eastAsia="ru-RU"/>
    </w:rPr>
  </w:style>
  <w:style w:type="character" w:customStyle="1" w:styleId="FontStyle22">
    <w:name w:val="Font Style22"/>
    <w:uiPriority w:val="99"/>
    <w:rsid w:val="009A569A"/>
    <w:rPr>
      <w:rFonts w:ascii="Tahoma" w:hAnsi="Tahoma"/>
      <w:b/>
      <w:sz w:val="28"/>
    </w:rPr>
  </w:style>
  <w:style w:type="character" w:customStyle="1" w:styleId="FontStyle23">
    <w:name w:val="Font Style23"/>
    <w:uiPriority w:val="99"/>
    <w:rsid w:val="009A569A"/>
    <w:rPr>
      <w:rFonts w:ascii="Sylfaen" w:hAnsi="Sylfaen"/>
      <w:sz w:val="26"/>
    </w:rPr>
  </w:style>
  <w:style w:type="character" w:customStyle="1" w:styleId="FontStyle24">
    <w:name w:val="Font Style24"/>
    <w:uiPriority w:val="99"/>
    <w:rsid w:val="009A569A"/>
    <w:rPr>
      <w:rFonts w:ascii="Tahoma" w:hAnsi="Tahoma"/>
      <w:spacing w:val="10"/>
      <w:sz w:val="24"/>
    </w:rPr>
  </w:style>
  <w:style w:type="character" w:customStyle="1" w:styleId="FontStyle25">
    <w:name w:val="Font Style25"/>
    <w:uiPriority w:val="99"/>
    <w:rsid w:val="009A569A"/>
    <w:rPr>
      <w:rFonts w:ascii="Sylfaen" w:hAnsi="Sylfaen"/>
      <w:b/>
      <w:sz w:val="32"/>
    </w:rPr>
  </w:style>
  <w:style w:type="character" w:customStyle="1" w:styleId="FontStyle26">
    <w:name w:val="Font Style26"/>
    <w:uiPriority w:val="99"/>
    <w:rsid w:val="009A569A"/>
    <w:rPr>
      <w:rFonts w:ascii="Sylfaen" w:hAnsi="Sylfaen"/>
      <w:i/>
      <w:spacing w:val="30"/>
      <w:sz w:val="26"/>
    </w:rPr>
  </w:style>
  <w:style w:type="character" w:customStyle="1" w:styleId="FontStyle27">
    <w:name w:val="Font Style27"/>
    <w:uiPriority w:val="99"/>
    <w:rsid w:val="009A569A"/>
    <w:rPr>
      <w:rFonts w:ascii="Tahoma" w:hAnsi="Tahoma"/>
      <w:b/>
      <w:sz w:val="32"/>
    </w:rPr>
  </w:style>
  <w:style w:type="paragraph" w:customStyle="1" w:styleId="Style7">
    <w:name w:val="Style7"/>
    <w:basedOn w:val="Normal"/>
    <w:uiPriority w:val="99"/>
    <w:rsid w:val="009A569A"/>
    <w:pPr>
      <w:widowControl w:val="0"/>
      <w:autoSpaceDE w:val="0"/>
      <w:autoSpaceDN w:val="0"/>
      <w:adjustRightInd w:val="0"/>
      <w:spacing w:after="0" w:line="377" w:lineRule="exact"/>
    </w:pPr>
    <w:rPr>
      <w:rFonts w:ascii="Tahoma" w:eastAsia="Times New Roman" w:hAnsi="Tahoma" w:cs="Tahoma"/>
      <w:color w:val="auto"/>
      <w:sz w:val="24"/>
      <w:szCs w:val="24"/>
      <w:lang w:eastAsia="ru-RU"/>
    </w:rPr>
  </w:style>
  <w:style w:type="paragraph" w:customStyle="1" w:styleId="Style10">
    <w:name w:val="Style10"/>
    <w:basedOn w:val="Normal"/>
    <w:uiPriority w:val="99"/>
    <w:rsid w:val="009A569A"/>
    <w:pPr>
      <w:widowControl w:val="0"/>
      <w:autoSpaceDE w:val="0"/>
      <w:autoSpaceDN w:val="0"/>
      <w:adjustRightInd w:val="0"/>
      <w:spacing w:after="0" w:line="326" w:lineRule="exact"/>
      <w:ind w:firstLine="509"/>
      <w:jc w:val="both"/>
    </w:pPr>
    <w:rPr>
      <w:rFonts w:ascii="Tahoma" w:eastAsia="Times New Roman" w:hAnsi="Tahoma" w:cs="Tahoma"/>
      <w:color w:val="auto"/>
      <w:sz w:val="24"/>
      <w:szCs w:val="24"/>
      <w:lang w:eastAsia="ru-RU"/>
    </w:rPr>
  </w:style>
  <w:style w:type="paragraph" w:customStyle="1" w:styleId="Style12">
    <w:name w:val="Style12"/>
    <w:basedOn w:val="Normal"/>
    <w:uiPriority w:val="99"/>
    <w:rsid w:val="009A569A"/>
    <w:pPr>
      <w:widowControl w:val="0"/>
      <w:autoSpaceDE w:val="0"/>
      <w:autoSpaceDN w:val="0"/>
      <w:adjustRightInd w:val="0"/>
      <w:spacing w:after="0" w:line="322" w:lineRule="exact"/>
    </w:pPr>
    <w:rPr>
      <w:rFonts w:ascii="Tahoma" w:eastAsia="Times New Roman" w:hAnsi="Tahoma" w:cs="Tahoma"/>
      <w:color w:val="auto"/>
      <w:sz w:val="24"/>
      <w:szCs w:val="24"/>
      <w:lang w:eastAsia="ru-RU"/>
    </w:rPr>
  </w:style>
  <w:style w:type="paragraph" w:customStyle="1" w:styleId="Style13">
    <w:name w:val="Style13"/>
    <w:basedOn w:val="Normal"/>
    <w:uiPriority w:val="99"/>
    <w:rsid w:val="009A569A"/>
    <w:pPr>
      <w:widowControl w:val="0"/>
      <w:autoSpaceDE w:val="0"/>
      <w:autoSpaceDN w:val="0"/>
      <w:adjustRightInd w:val="0"/>
      <w:spacing w:after="0" w:line="547" w:lineRule="exact"/>
      <w:jc w:val="both"/>
    </w:pPr>
    <w:rPr>
      <w:rFonts w:ascii="Tahoma" w:eastAsia="Times New Roman" w:hAnsi="Tahoma" w:cs="Tahoma"/>
      <w:color w:val="auto"/>
      <w:sz w:val="24"/>
      <w:szCs w:val="24"/>
      <w:lang w:eastAsia="ru-RU"/>
    </w:rPr>
  </w:style>
  <w:style w:type="paragraph" w:customStyle="1" w:styleId="Style15">
    <w:name w:val="Style15"/>
    <w:basedOn w:val="Normal"/>
    <w:uiPriority w:val="99"/>
    <w:rsid w:val="009A569A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ahoma" w:eastAsia="Times New Roman" w:hAnsi="Tahoma" w:cs="Tahoma"/>
      <w:color w:val="auto"/>
      <w:sz w:val="24"/>
      <w:szCs w:val="24"/>
      <w:lang w:eastAsia="ru-RU"/>
    </w:rPr>
  </w:style>
  <w:style w:type="character" w:customStyle="1" w:styleId="BodytextBold">
    <w:name w:val="Body text + Bold"/>
    <w:basedOn w:val="DefaultParagraphFont"/>
    <w:uiPriority w:val="99"/>
    <w:rsid w:val="00430F1A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Bodytext2">
    <w:name w:val="Body text (2)"/>
    <w:basedOn w:val="DefaultParagraphFont"/>
    <w:uiPriority w:val="99"/>
    <w:rsid w:val="00430F1A"/>
    <w:rPr>
      <w:rFonts w:ascii="Times New Roman" w:hAnsi="Times New Roman" w:cs="Times New Roman"/>
      <w:spacing w:val="0"/>
      <w:sz w:val="23"/>
      <w:szCs w:val="23"/>
      <w:u w:val="single"/>
    </w:rPr>
  </w:style>
  <w:style w:type="character" w:customStyle="1" w:styleId="BodytextSpacing1pt">
    <w:name w:val="Body text + Spacing 1 pt"/>
    <w:basedOn w:val="DefaultParagraphFont"/>
    <w:uiPriority w:val="99"/>
    <w:rsid w:val="00430F1A"/>
    <w:rPr>
      <w:rFonts w:ascii="Times New Roman" w:hAnsi="Times New Roman" w:cs="Times New Roman"/>
      <w:spacing w:val="30"/>
      <w:sz w:val="23"/>
      <w:szCs w:val="23"/>
    </w:rPr>
  </w:style>
  <w:style w:type="character" w:customStyle="1" w:styleId="Bodytext2NotBold">
    <w:name w:val="Body text (2) + Not Bold"/>
    <w:basedOn w:val="DefaultParagraphFont"/>
    <w:uiPriority w:val="99"/>
    <w:rsid w:val="00430F1A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Heading20">
    <w:name w:val="Heading #2"/>
    <w:basedOn w:val="DefaultParagraphFont"/>
    <w:uiPriority w:val="99"/>
    <w:rsid w:val="00430F1A"/>
    <w:rPr>
      <w:rFonts w:ascii="Times New Roman" w:hAnsi="Times New Roman" w:cs="Times New Roman"/>
      <w:spacing w:val="0"/>
      <w:sz w:val="23"/>
      <w:szCs w:val="23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42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kodelnica.h1.ru/%20%20&#1056;&#1091;&#1082;&#1086;&#1076;&#1077;&#1083;&#1100;&#1085;&#1080;&#1094;&#1072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oking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sterica.narod.ru/index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masterica.narod.ru/" TargetMode="External"/><Relationship Id="rId10" Type="http://schemas.openxmlformats.org/officeDocument/2006/relationships/hyperlink" Target="http://old.prosv.ru/metod/chernyakova/index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zelok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1371</TotalTime>
  <Pages>30</Pages>
  <Words>11092</Words>
  <Characters>-32766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VIT02</dc:creator>
  <cp:keywords/>
  <dc:description/>
  <cp:lastModifiedBy>skainet</cp:lastModifiedBy>
  <cp:revision>76</cp:revision>
  <cp:lastPrinted>2014-08-25T16:02:00Z</cp:lastPrinted>
  <dcterms:created xsi:type="dcterms:W3CDTF">2012-08-20T11:52:00Z</dcterms:created>
  <dcterms:modified xsi:type="dcterms:W3CDTF">2017-09-15T02:08:00Z</dcterms:modified>
</cp:coreProperties>
</file>